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B7483" w14:textId="77777777" w:rsidR="00902BDD" w:rsidRPr="00902BDD" w:rsidRDefault="00902BDD" w:rsidP="00902BDD">
      <w:pPr>
        <w:pStyle w:val="Note"/>
      </w:pPr>
      <w:r w:rsidRPr="00902BDD">
        <w:t>READ THIS FIRST</w:t>
      </w:r>
    </w:p>
    <w:p w14:paraId="4721AD84" w14:textId="77777777" w:rsidR="00902BDD" w:rsidRPr="00902BDD" w:rsidRDefault="00902BDD" w:rsidP="00902BDD">
      <w:pPr>
        <w:pStyle w:val="Note"/>
      </w:pPr>
      <w:r w:rsidRPr="00902BDD">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902BDD">
        <w:t>[ ]</w:t>
      </w:r>
      <w:proofErr w:type="gramEnd"/>
      <w:r w:rsidRPr="00902BDD">
        <w:t xml:space="preserve"> “ as they are used to show you areas containing options or project specific details (you can use Microsoft Word’s Find feature {Ctrl-F} to jump to an open bracket “ [ “ character quickly). Again, these bracket characters should be removed.</w:t>
      </w:r>
    </w:p>
    <w:p w14:paraId="720A7851" w14:textId="77777777" w:rsidR="00902BDD" w:rsidRPr="00902BDD" w:rsidRDefault="00902BDD" w:rsidP="00902BDD">
      <w:pPr>
        <w:pStyle w:val="Note"/>
      </w:pPr>
      <w:r w:rsidRPr="00902BDD">
        <w:t xml:space="preserve">It is important that every paragraph be numbered to allow for easy referencing. If you use the document’s </w:t>
      </w:r>
      <w:proofErr w:type="gramStart"/>
      <w:r w:rsidRPr="00902BDD">
        <w:t>built in</w:t>
      </w:r>
      <w:proofErr w:type="gramEnd"/>
      <w:r w:rsidRPr="00902BDD">
        <w:t xml:space="preserve"> styles and formatting your outline should be fine. Most paragraphs can be promoted (Shift) or demoted (Shift-Tab).</w:t>
      </w:r>
    </w:p>
    <w:p w14:paraId="16B6B3B0" w14:textId="5740B6BE" w:rsidR="00902BDD" w:rsidRPr="00902BDD" w:rsidRDefault="00902BDD" w:rsidP="00902BDD">
      <w:pPr>
        <w:pStyle w:val="Note"/>
      </w:pPr>
      <w:r w:rsidRPr="00902BDD">
        <w:t xml:space="preserve">You should not have to manually enter extra spaces, carriage returns or outline characters such as A, B, C, or 1.01, 1.02; the formatting will do this for you. The entire document is 11 pt. Arial. If you paste items in, you may need to </w:t>
      </w:r>
      <w:r w:rsidR="00EA097C">
        <w:t xml:space="preserve">“format paint” to </w:t>
      </w:r>
      <w:r w:rsidRPr="00902BDD">
        <w:t>reapply the format.</w:t>
      </w:r>
    </w:p>
    <w:p w14:paraId="7A182EF1" w14:textId="77777777" w:rsidR="00902BDD" w:rsidRDefault="00902BDD" w:rsidP="00902BDD"/>
    <w:p w14:paraId="0CCDC2BF" w14:textId="77777777" w:rsidR="006B538E" w:rsidRDefault="006B538E" w:rsidP="006B538E">
      <w:pPr>
        <w:pStyle w:val="Note"/>
      </w:pPr>
      <w:r>
        <w:t>NOTE TO DESIGNER: Write this section in conjunction with Section 01</w:t>
      </w:r>
      <w:r w:rsidR="0005022B">
        <w:t xml:space="preserve"> </w:t>
      </w:r>
      <w:r>
        <w:t>11</w:t>
      </w:r>
      <w:r w:rsidR="0005022B">
        <w:t xml:space="preserve"> 0</w:t>
      </w:r>
      <w:r>
        <w:t xml:space="preserve">0 - Summary of Work, direction regarding definition of Project Logistics.  As currently written, this Section is for a typical on-site, </w:t>
      </w:r>
      <w:r w:rsidR="00F81E5B">
        <w:t>C</w:t>
      </w:r>
      <w:r>
        <w:t>ontractor supplied logistics area as opposed to a Port supplied on or off-site facility.</w:t>
      </w:r>
    </w:p>
    <w:p w14:paraId="5254673A" w14:textId="77777777" w:rsidR="006B538E" w:rsidRPr="00902BDD" w:rsidRDefault="006B538E" w:rsidP="00902BDD"/>
    <w:p w14:paraId="0B090858" w14:textId="77777777" w:rsidR="009E07D0" w:rsidRPr="00902BDD" w:rsidRDefault="009E07D0" w:rsidP="004927A4">
      <w:pPr>
        <w:pStyle w:val="NumberedMaterial"/>
        <w:ind w:left="720"/>
        <w:rPr>
          <w:u w:val="single"/>
        </w:rPr>
      </w:pPr>
      <w:r w:rsidRPr="00902BDD">
        <w:rPr>
          <w:u w:val="single"/>
        </w:rPr>
        <w:t>GENERAL</w:t>
      </w:r>
    </w:p>
    <w:p w14:paraId="7491DD80" w14:textId="77777777" w:rsidR="009E07D0" w:rsidRPr="00F5573A" w:rsidRDefault="009E07D0" w:rsidP="009E07D0">
      <w:pPr>
        <w:pStyle w:val="NumberedMaterial"/>
        <w:numPr>
          <w:ilvl w:val="1"/>
          <w:numId w:val="1"/>
        </w:numPr>
      </w:pPr>
      <w:r w:rsidRPr="00F5573A">
        <w:t>SUMMARY</w:t>
      </w:r>
    </w:p>
    <w:p w14:paraId="1AEB66EC" w14:textId="77777777" w:rsidR="009E07D0" w:rsidRPr="00F5573A" w:rsidRDefault="009E07D0" w:rsidP="009E07D0">
      <w:pPr>
        <w:pStyle w:val="NumberedMaterial"/>
        <w:numPr>
          <w:ilvl w:val="2"/>
          <w:numId w:val="1"/>
        </w:numPr>
      </w:pPr>
      <w:r w:rsidRPr="00F5573A">
        <w:t xml:space="preserve">Install, maintain, and operate all temporary facilities and controls as long as needed for the safe and proper completion of the </w:t>
      </w:r>
      <w:r w:rsidR="00511DD5" w:rsidRPr="00F5573A">
        <w:t>W</w:t>
      </w:r>
      <w:r w:rsidRPr="00F5573A">
        <w:t>ork.</w:t>
      </w:r>
      <w:r w:rsidR="00471C60" w:rsidRPr="00F5573A">
        <w:t xml:space="preserve"> </w:t>
      </w:r>
      <w:bookmarkStart w:id="0" w:name="_Hlk132104959"/>
    </w:p>
    <w:p w14:paraId="53D8231B" w14:textId="77777777" w:rsidR="00471C60" w:rsidRPr="00F5573A" w:rsidRDefault="00620CC2" w:rsidP="00471C60">
      <w:pPr>
        <w:pStyle w:val="Note"/>
      </w:pPr>
      <w:r w:rsidRPr="00F5573A">
        <w:t xml:space="preserve">Include B if </w:t>
      </w:r>
      <w:r w:rsidR="0055047E" w:rsidRPr="00F5573A">
        <w:t>w</w:t>
      </w:r>
      <w:r w:rsidRPr="00F5573A">
        <w:t xml:space="preserve">ork </w:t>
      </w:r>
      <w:r w:rsidR="001A781F" w:rsidRPr="00F5573A">
        <w:t xml:space="preserve">will be </w:t>
      </w:r>
      <w:r w:rsidRPr="00F5573A">
        <w:t>on</w:t>
      </w:r>
      <w:r w:rsidR="00471C60" w:rsidRPr="00F5573A">
        <w:t xml:space="preserve"> </w:t>
      </w:r>
      <w:proofErr w:type="gramStart"/>
      <w:r w:rsidR="00471C60" w:rsidRPr="00F5573A">
        <w:t>AOA</w:t>
      </w:r>
      <w:proofErr w:type="gramEnd"/>
    </w:p>
    <w:bookmarkEnd w:id="0"/>
    <w:p w14:paraId="25C7A591" w14:textId="77777777" w:rsidR="005F0180" w:rsidRPr="00F5573A" w:rsidRDefault="005F0180" w:rsidP="00B56692">
      <w:pPr>
        <w:pStyle w:val="NumberedMaterial"/>
        <w:numPr>
          <w:ilvl w:val="2"/>
          <w:numId w:val="1"/>
        </w:numPr>
      </w:pPr>
      <w:r w:rsidRPr="00F5573A">
        <w:t>All Work will be in accordance with airfield requirements identified in Section 01</w:t>
      </w:r>
      <w:r w:rsidR="0005022B" w:rsidRPr="00F5573A">
        <w:t xml:space="preserve"> 35 </w:t>
      </w:r>
      <w:r w:rsidR="007333B8" w:rsidRPr="00F5573A">
        <w:t>13.13,</w:t>
      </w:r>
      <w:r w:rsidR="00274058" w:rsidRPr="00F5573A">
        <w:t xml:space="preserve"> Operational </w:t>
      </w:r>
      <w:r w:rsidR="0005022B" w:rsidRPr="00F5573A">
        <w:t xml:space="preserve">Safety on </w:t>
      </w:r>
      <w:r w:rsidR="007333B8" w:rsidRPr="00F5573A">
        <w:t xml:space="preserve">Airports </w:t>
      </w:r>
      <w:r w:rsidR="00016DC4">
        <w:t>D</w:t>
      </w:r>
      <w:r w:rsidR="007333B8" w:rsidRPr="00F5573A">
        <w:t>uring</w:t>
      </w:r>
      <w:r w:rsidR="00274058" w:rsidRPr="00F5573A">
        <w:t xml:space="preserve"> Construction.  </w:t>
      </w:r>
    </w:p>
    <w:p w14:paraId="77276E95" w14:textId="77777777" w:rsidR="009E07D0" w:rsidRPr="00902BDD" w:rsidRDefault="009E07D0" w:rsidP="009E07D0">
      <w:pPr>
        <w:pStyle w:val="NumberedMaterial"/>
        <w:numPr>
          <w:ilvl w:val="1"/>
          <w:numId w:val="1"/>
        </w:numPr>
      </w:pPr>
      <w:r w:rsidRPr="00902BDD">
        <w:t>TEMPORARY ELECTRICITY</w:t>
      </w:r>
      <w:r w:rsidR="00274058">
        <w:t xml:space="preserve"> UTILIZING PORT POWER</w:t>
      </w:r>
    </w:p>
    <w:p w14:paraId="3ECA5233" w14:textId="77777777" w:rsidR="008016DB" w:rsidRDefault="009E07D0" w:rsidP="009E07D0">
      <w:pPr>
        <w:pStyle w:val="NumberedMaterial"/>
        <w:numPr>
          <w:ilvl w:val="2"/>
          <w:numId w:val="1"/>
        </w:numPr>
      </w:pPr>
      <w:r w:rsidRPr="001C345B">
        <w:t xml:space="preserve">Cost: </w:t>
      </w:r>
      <w:r w:rsidR="00274058" w:rsidRPr="001C345B">
        <w:t>Unless otherwise indicated by the Engineer</w:t>
      </w:r>
      <w:r w:rsidRPr="001C345B">
        <w:t xml:space="preserve">, the Contractor shall provide and pay for all </w:t>
      </w:r>
      <w:r w:rsidR="001A781F">
        <w:t xml:space="preserve">temporary </w:t>
      </w:r>
      <w:r w:rsidRPr="001C345B">
        <w:t>power and associated services required from utility source.</w:t>
      </w:r>
      <w:r w:rsidR="001D54A3">
        <w:t xml:space="preserve"> When required</w:t>
      </w:r>
      <w:r w:rsidR="003D092A">
        <w:t>,</w:t>
      </w:r>
      <w:r w:rsidR="001D54A3">
        <w:t xml:space="preserve"> a</w:t>
      </w:r>
      <w:r w:rsidR="004F4A83" w:rsidRPr="008016DB">
        <w:t xml:space="preserve"> subpanel and </w:t>
      </w:r>
      <w:r w:rsidR="001D54A3" w:rsidRPr="008016DB">
        <w:t>revenue</w:t>
      </w:r>
      <w:r w:rsidR="004F4A83" w:rsidRPr="008016DB">
        <w:t xml:space="preserve"> meter will need to be supplied and installed</w:t>
      </w:r>
      <w:r w:rsidR="001D54A3">
        <w:t xml:space="preserve"> by the Contractor</w:t>
      </w:r>
      <w:r w:rsidR="004F4A83" w:rsidRPr="008016DB">
        <w:t>.</w:t>
      </w:r>
    </w:p>
    <w:p w14:paraId="72C042F8" w14:textId="68AF6F10" w:rsidR="001C345B" w:rsidRDefault="007333B8" w:rsidP="001C345B">
      <w:pPr>
        <w:pStyle w:val="NumberedMaterial"/>
        <w:numPr>
          <w:ilvl w:val="2"/>
          <w:numId w:val="1"/>
        </w:numPr>
      </w:pPr>
      <w:r w:rsidRPr="00A329EF">
        <w:t>The Contractor is required to submit a</w:t>
      </w:r>
      <w:r w:rsidR="00BB2B86">
        <w:t xml:space="preserve"> P</w:t>
      </w:r>
      <w:r w:rsidR="00F55DE3">
        <w:t>ort</w:t>
      </w:r>
      <w:r w:rsidRPr="00A329EF">
        <w:t xml:space="preserve"> </w:t>
      </w:r>
      <w:hyperlink r:id="rId12" w:history="1">
        <w:r w:rsidRPr="00BB2B86">
          <w:rPr>
            <w:rStyle w:val="Hyperlink"/>
          </w:rPr>
          <w:t>Application for Electrical Connection</w:t>
        </w:r>
      </w:hyperlink>
      <w:r w:rsidR="00B840DC">
        <w:t xml:space="preserve"> prior to using power</w:t>
      </w:r>
      <w:r w:rsidRPr="00A329EF">
        <w:t xml:space="preserve"> in any location where the Port is providing power</w:t>
      </w:r>
      <w:r w:rsidR="003D092A">
        <w:t>,</w:t>
      </w:r>
      <w:r w:rsidRPr="00A329EF">
        <w:t xml:space="preserve"> including but not limited to</w:t>
      </w:r>
      <w:r w:rsidR="003D092A">
        <w:t>,</w:t>
      </w:r>
      <w:r w:rsidRPr="00A329EF">
        <w:t xml:space="preserve"> the Logistics Area, Terminal, Parking Garage, and Airfield. </w:t>
      </w:r>
      <w:r w:rsidR="001C345B">
        <w:t>Included in the Application for Electrical Connection should be the following:</w:t>
      </w:r>
    </w:p>
    <w:p w14:paraId="54D61921" w14:textId="77777777" w:rsidR="001C345B" w:rsidRDefault="001C345B" w:rsidP="001C345B">
      <w:pPr>
        <w:pStyle w:val="NumberedMaterial"/>
        <w:numPr>
          <w:ilvl w:val="3"/>
          <w:numId w:val="1"/>
        </w:numPr>
      </w:pPr>
      <w:r>
        <w:t xml:space="preserve">Panel schedule in Port Standard </w:t>
      </w:r>
      <w:r w:rsidR="003D092A">
        <w:t xml:space="preserve">Excel </w:t>
      </w:r>
      <w:r>
        <w:t>format.</w:t>
      </w:r>
    </w:p>
    <w:p w14:paraId="348EFCB4" w14:textId="77777777" w:rsidR="001C345B" w:rsidRDefault="001C345B" w:rsidP="001C345B">
      <w:pPr>
        <w:pStyle w:val="NumberedMaterial"/>
        <w:numPr>
          <w:ilvl w:val="3"/>
          <w:numId w:val="1"/>
        </w:numPr>
      </w:pPr>
      <w:r>
        <w:t xml:space="preserve">30 day metered load data (7 day metered load data is acceptable for preliminary approval </w:t>
      </w:r>
      <w:r w:rsidR="005D4F4E">
        <w:t>at</w:t>
      </w:r>
      <w:r>
        <w:t xml:space="preserve"> preliminary design phase).</w:t>
      </w:r>
    </w:p>
    <w:p w14:paraId="6C814693" w14:textId="77777777" w:rsidR="001C345B" w:rsidRDefault="001C345B" w:rsidP="001C345B">
      <w:pPr>
        <w:pStyle w:val="NumberedMaterial"/>
        <w:numPr>
          <w:ilvl w:val="3"/>
          <w:numId w:val="1"/>
        </w:numPr>
      </w:pPr>
      <w:r>
        <w:t>Load summary (existing load + 25% NEC Safety factor</w:t>
      </w:r>
      <w:r w:rsidR="005D4F4E">
        <w:t xml:space="preserve"> </w:t>
      </w:r>
      <w:r>
        <w:t>-</w:t>
      </w:r>
      <w:r w:rsidR="005D4F4E">
        <w:t xml:space="preserve"> </w:t>
      </w:r>
      <w:r>
        <w:t>removed load</w:t>
      </w:r>
      <w:r w:rsidR="003D092A">
        <w:t>,</w:t>
      </w:r>
      <w:r>
        <w:t xml:space="preserve"> if applicable</w:t>
      </w:r>
      <w:r w:rsidR="003D092A">
        <w:t xml:space="preserve">, </w:t>
      </w:r>
      <w:r>
        <w:t>+ new load = new total load).</w:t>
      </w:r>
    </w:p>
    <w:p w14:paraId="367D76A8" w14:textId="77777777" w:rsidR="001C345B" w:rsidRDefault="001C345B" w:rsidP="001C345B">
      <w:pPr>
        <w:pStyle w:val="NumberedMaterial"/>
        <w:numPr>
          <w:ilvl w:val="3"/>
          <w:numId w:val="1"/>
        </w:numPr>
      </w:pPr>
      <w:r>
        <w:lastRenderedPageBreak/>
        <w:t>Layout showing location of panel, location of load, and conduit routing showing conduit type and size, wire size, and quantity</w:t>
      </w:r>
      <w:r w:rsidR="005D4F4E">
        <w:t xml:space="preserve">. </w:t>
      </w:r>
      <w:r w:rsidR="00532532">
        <w:t>Include the size and type of power conditioner being provided</w:t>
      </w:r>
      <w:r w:rsidR="003D092A">
        <w:t>,</w:t>
      </w:r>
      <w:r w:rsidR="00532532">
        <w:t xml:space="preserve"> if applicable.</w:t>
      </w:r>
    </w:p>
    <w:p w14:paraId="063DCB40" w14:textId="77777777" w:rsidR="001C345B" w:rsidRPr="00E235BC" w:rsidRDefault="001C345B" w:rsidP="001C345B">
      <w:pPr>
        <w:pStyle w:val="NumberedMaterial"/>
        <w:numPr>
          <w:ilvl w:val="3"/>
          <w:numId w:val="1"/>
        </w:numPr>
      </w:pPr>
      <w:r>
        <w:t>One-line diagram if new panel is being added.</w:t>
      </w:r>
    </w:p>
    <w:p w14:paraId="0BAAFCEB" w14:textId="77777777" w:rsidR="001C345B" w:rsidRDefault="001C345B" w:rsidP="00274058">
      <w:pPr>
        <w:pStyle w:val="NumberedMaterial"/>
        <w:numPr>
          <w:ilvl w:val="2"/>
          <w:numId w:val="1"/>
        </w:numPr>
      </w:pPr>
      <w:r>
        <w:t>The Contractor shall provide an engineered temporary electrical plan</w:t>
      </w:r>
      <w:r w:rsidR="00B20954">
        <w:t>, as part of the submittals defined in Section 01 32 19 Pre</w:t>
      </w:r>
      <w:r w:rsidR="00DA1CFB">
        <w:t>-</w:t>
      </w:r>
      <w:r w:rsidR="00B20954">
        <w:t xml:space="preserve">Construction Submittals. Include in the plan </w:t>
      </w:r>
      <w:r>
        <w:t>all temporary lighting and power needs for the project</w:t>
      </w:r>
      <w:r w:rsidR="0032590F">
        <w:t xml:space="preserve">. </w:t>
      </w:r>
      <w:r>
        <w:t>This plan shall include:</w:t>
      </w:r>
    </w:p>
    <w:p w14:paraId="39B56C5C" w14:textId="77777777" w:rsidR="00274058" w:rsidRDefault="00274058" w:rsidP="00532532">
      <w:pPr>
        <w:pStyle w:val="NumberedMaterial"/>
        <w:numPr>
          <w:ilvl w:val="3"/>
          <w:numId w:val="1"/>
        </w:numPr>
      </w:pPr>
      <w:r>
        <w:t xml:space="preserve">Power outlets for construction operations, with branch wiring and distribution boxes located as required. </w:t>
      </w:r>
      <w:r w:rsidRPr="00E235BC">
        <w:t xml:space="preserve">Outlets for temporary power distribution boxes shall be protected by an overcurrent protection device adequately rated for the distribution box to be use. It is not acceptable to connect temporary power equipment directly to the panelboard bussing. A temporary outlet must be installed, </w:t>
      </w:r>
      <w:r w:rsidR="00DA1CFB">
        <w:t>then</w:t>
      </w:r>
      <w:r w:rsidRPr="00E235BC">
        <w:t xml:space="preserve"> removed upon project completion. </w:t>
      </w:r>
    </w:p>
    <w:p w14:paraId="000AC69D" w14:textId="77777777" w:rsidR="00532532" w:rsidRDefault="00274058" w:rsidP="00532532">
      <w:pPr>
        <w:pStyle w:val="NumberedMaterial"/>
        <w:numPr>
          <w:ilvl w:val="3"/>
          <w:numId w:val="1"/>
        </w:numPr>
      </w:pPr>
      <w:r w:rsidRPr="00E235BC">
        <w:t>Provide flexible cords from power distribution box as required. Where cords will pass through public areas, route cords such that they are unobtrusive and secure cords to structure.</w:t>
      </w:r>
    </w:p>
    <w:p w14:paraId="38722990" w14:textId="77777777" w:rsidR="00DA6790" w:rsidRDefault="009E07D0" w:rsidP="00DA6790">
      <w:pPr>
        <w:pStyle w:val="NumberedMaterial"/>
        <w:numPr>
          <w:ilvl w:val="3"/>
          <w:numId w:val="1"/>
        </w:numPr>
      </w:pPr>
      <w:r w:rsidRPr="00E235BC">
        <w:t>Provide main service disconnect and overcurrent protection at convenient location.</w:t>
      </w:r>
    </w:p>
    <w:p w14:paraId="0EB13975" w14:textId="77777777" w:rsidR="00317728" w:rsidRPr="002E5F40" w:rsidRDefault="00F75D78" w:rsidP="00DA6790">
      <w:pPr>
        <w:pStyle w:val="NumberedMaterial"/>
        <w:numPr>
          <w:ilvl w:val="3"/>
          <w:numId w:val="1"/>
        </w:numPr>
      </w:pPr>
      <w:r>
        <w:t>When available t</w:t>
      </w:r>
      <w:r w:rsidR="00761B11" w:rsidRPr="00DA6790">
        <w:t xml:space="preserve">he Contractor shall utilize existing outlets to power small tools and equipment rated below 6 Amps. Vacuums, core drilling equipment, and other high electrical draw tools shall not be used on the same circuit simultaneously.  The Contractor </w:t>
      </w:r>
      <w:r w:rsidR="00834501">
        <w:t>is required to</w:t>
      </w:r>
      <w:r w:rsidR="00834501" w:rsidRPr="00DA6790">
        <w:t xml:space="preserve"> </w:t>
      </w:r>
      <w:r w:rsidR="00761B11" w:rsidRPr="00DA6790">
        <w:t>provide all overcurrent and GFCI protection.</w:t>
      </w:r>
    </w:p>
    <w:p w14:paraId="3FF5EAD6" w14:textId="77777777" w:rsidR="00A3613E" w:rsidRPr="00AE2FFF" w:rsidRDefault="00532532" w:rsidP="00F5573A">
      <w:pPr>
        <w:pStyle w:val="NumberedMaterial"/>
        <w:numPr>
          <w:ilvl w:val="2"/>
          <w:numId w:val="1"/>
        </w:numPr>
      </w:pPr>
      <w:r w:rsidRPr="00E70E81">
        <w:t>Welder</w:t>
      </w:r>
      <w:r w:rsidR="003C57B7">
        <w:t>s</w:t>
      </w:r>
      <w:r w:rsidRPr="00E70E81">
        <w:t xml:space="preserve"> </w:t>
      </w:r>
      <w:r w:rsidR="003C57B7">
        <w:t>connected</w:t>
      </w:r>
      <w:r w:rsidRPr="00E70E81">
        <w:t xml:space="preserve"> to the </w:t>
      </w:r>
      <w:r w:rsidR="003C57B7">
        <w:t>Ports</w:t>
      </w:r>
      <w:r w:rsidR="003C57B7" w:rsidRPr="003956AA">
        <w:t xml:space="preserve"> </w:t>
      </w:r>
      <w:r w:rsidR="00A3613E" w:rsidRPr="003956AA">
        <w:t xml:space="preserve">electrical system </w:t>
      </w:r>
      <w:r w:rsidRPr="003956AA">
        <w:t xml:space="preserve">shall include </w:t>
      </w:r>
      <w:r w:rsidR="00A3613E" w:rsidRPr="0051754C">
        <w:t xml:space="preserve">a power conditioner unit.  The Contractor </w:t>
      </w:r>
      <w:r w:rsidR="00A3613E" w:rsidRPr="00AE2FFF">
        <w:t xml:space="preserve">shall connect only one welder, via power conditioner unit, to each electrical connection. </w:t>
      </w:r>
    </w:p>
    <w:p w14:paraId="583EE976" w14:textId="2D44A310" w:rsidR="00A3613E" w:rsidRPr="003C57B7" w:rsidRDefault="00A3613E" w:rsidP="00D77227">
      <w:pPr>
        <w:pStyle w:val="NumberedMaterial"/>
        <w:numPr>
          <w:ilvl w:val="3"/>
          <w:numId w:val="1"/>
        </w:numPr>
      </w:pPr>
      <w:r w:rsidRPr="003C57B7">
        <w:t xml:space="preserve">Contractor </w:t>
      </w:r>
      <w:r w:rsidR="005E0D22">
        <w:t>must</w:t>
      </w:r>
      <w:r w:rsidR="005E0D22" w:rsidRPr="003C57B7">
        <w:t xml:space="preserve"> </w:t>
      </w:r>
      <w:r w:rsidRPr="003C57B7">
        <w:t>provide a</w:t>
      </w:r>
      <w:r w:rsidR="00BB2B86">
        <w:t xml:space="preserve"> P</w:t>
      </w:r>
      <w:r w:rsidR="00F55DE3">
        <w:t>ort</w:t>
      </w:r>
      <w:r w:rsidRPr="003C57B7">
        <w:t xml:space="preserve"> </w:t>
      </w:r>
      <w:hyperlink r:id="rId13" w:history="1">
        <w:r w:rsidRPr="00B840DC">
          <w:rPr>
            <w:rStyle w:val="Hyperlink"/>
          </w:rPr>
          <w:t>Application for Electrical Connection</w:t>
        </w:r>
      </w:hyperlink>
      <w:r w:rsidRPr="003C57B7">
        <w:t xml:space="preserve"> for temporary electrical power</w:t>
      </w:r>
      <w:r w:rsidR="005E0D22">
        <w:t>,</w:t>
      </w:r>
      <w:r w:rsidRPr="003C57B7">
        <w:t xml:space="preserve"> along with backup</w:t>
      </w:r>
      <w:r w:rsidR="003D092A">
        <w:t>,</w:t>
      </w:r>
      <w:r w:rsidRPr="003C57B7">
        <w:t xml:space="preserve"> to obtain acceptance</w:t>
      </w:r>
      <w:r w:rsidR="003C57B7">
        <w:t xml:space="preserve"> before connecting welders to the Port</w:t>
      </w:r>
      <w:r w:rsidR="003D092A">
        <w:t>’</w:t>
      </w:r>
      <w:r w:rsidR="003C57B7">
        <w:t>s electrical system</w:t>
      </w:r>
      <w:r w:rsidRPr="003C57B7">
        <w:t>.</w:t>
      </w:r>
      <w:r w:rsidR="00B840DC">
        <w:t xml:space="preserve"> </w:t>
      </w:r>
    </w:p>
    <w:p w14:paraId="008F25EB" w14:textId="77777777" w:rsidR="00A3613E" w:rsidRPr="00D63595" w:rsidRDefault="00A3613E" w:rsidP="00D77227">
      <w:pPr>
        <w:pStyle w:val="NumberedMaterial"/>
        <w:numPr>
          <w:ilvl w:val="3"/>
          <w:numId w:val="1"/>
        </w:numPr>
      </w:pPr>
      <w:r w:rsidRPr="00111B5A">
        <w:t>Based on the welder used, the Contractor shall connect the appropriate</w:t>
      </w:r>
      <w:r w:rsidR="003D092A">
        <w:t>ly</w:t>
      </w:r>
      <w:r w:rsidRPr="00111B5A">
        <w:t xml:space="preserve"> size</w:t>
      </w:r>
      <w:r w:rsidR="003D092A">
        <w:t>d</w:t>
      </w:r>
      <w:r w:rsidRPr="00111B5A">
        <w:t xml:space="preserve"> power </w:t>
      </w:r>
      <w:r w:rsidR="003D092A" w:rsidRPr="00111B5A">
        <w:t>condition</w:t>
      </w:r>
      <w:r w:rsidR="003D092A">
        <w:t>ing</w:t>
      </w:r>
      <w:r w:rsidR="003D092A" w:rsidRPr="00111B5A">
        <w:t xml:space="preserve"> </w:t>
      </w:r>
      <w:r w:rsidRPr="00111B5A">
        <w:t>unit.  The conditioner shall comply with IEEE519 standards.  The available power at the Airport Distribution Centers is 480V, three phase or single-phase.  As appropriate, the Contractor shall provide</w:t>
      </w:r>
      <w:r w:rsidRPr="00D63595">
        <w:t xml:space="preserve"> 480V, 3-pole or single pole breakers at the Distribution Centers in order to obtain temporary power.  Size breakers to match connected welder ampacity.  </w:t>
      </w:r>
    </w:p>
    <w:p w14:paraId="0EAE57E1" w14:textId="77777777" w:rsidR="00A3613E" w:rsidRPr="00D54D12" w:rsidRDefault="00A3613E" w:rsidP="00D77227">
      <w:pPr>
        <w:pStyle w:val="NumberedMaterial"/>
        <w:numPr>
          <w:ilvl w:val="3"/>
          <w:numId w:val="1"/>
        </w:numPr>
      </w:pPr>
      <w:r w:rsidRPr="00E05BBF">
        <w:t xml:space="preserve">The Contractor shall coordinate and provide SO cords and twist-lock receptacles on the welders and </w:t>
      </w:r>
      <w:r w:rsidR="003D092A">
        <w:t xml:space="preserve">conditioning </w:t>
      </w:r>
      <w:r w:rsidRPr="00E05BBF">
        <w:t>un</w:t>
      </w:r>
      <w:r w:rsidRPr="00D54D12">
        <w:t>its so that</w:t>
      </w:r>
      <w:r w:rsidR="003D092A">
        <w:t xml:space="preserve"> it</w:t>
      </w:r>
      <w:r w:rsidRPr="00D54D12">
        <w:t xml:space="preserve"> is only possible for welders to be connected to </w:t>
      </w:r>
      <w:r w:rsidR="003D092A">
        <w:t xml:space="preserve">conditioning </w:t>
      </w:r>
      <w:r w:rsidRPr="00D54D12">
        <w:t>units and not directly to the Airport’s electrical system.</w:t>
      </w:r>
    </w:p>
    <w:p w14:paraId="516E0C5C" w14:textId="77777777" w:rsidR="00532532" w:rsidRDefault="00A3613E" w:rsidP="00532532">
      <w:pPr>
        <w:pStyle w:val="NumberedMaterial"/>
        <w:numPr>
          <w:ilvl w:val="3"/>
          <w:numId w:val="1"/>
        </w:numPr>
      </w:pPr>
      <w:r>
        <w:t xml:space="preserve">The Contractor shall utilize existing conduit/wire chases to route cables from the distribution centers up to the work area.  As accepted by the Engineer, the Contractor may drill holes through floors or walls in order to route welder cables to the work area.  Penetrations through floors or fire walls shall be packed solid with </w:t>
      </w:r>
      <w:r w:rsidR="001D54A3">
        <w:t>saving</w:t>
      </w:r>
      <w:r>
        <w:t xml:space="preserve"> (fireproofing material) so as to </w:t>
      </w:r>
      <w:r>
        <w:lastRenderedPageBreak/>
        <w:t>maintain fire rating of partitions (1 hour) or floors and ceilings (2 hours).  All drilled holes shall be patched to maintain fire rating and finished to match surrounding materials after work is completed.</w:t>
      </w:r>
    </w:p>
    <w:p w14:paraId="05DCFE8E" w14:textId="77777777" w:rsidR="00CA0EBA" w:rsidRDefault="00CA0EBA" w:rsidP="00CA0EBA">
      <w:pPr>
        <w:pStyle w:val="NumberedMaterial"/>
        <w:numPr>
          <w:ilvl w:val="2"/>
          <w:numId w:val="1"/>
        </w:numPr>
      </w:pPr>
      <w:r w:rsidRPr="006B633A">
        <w:t xml:space="preserve">The Contractor shall notify the Engineer a minimum of 7 days in advance of </w:t>
      </w:r>
      <w:r>
        <w:t>disconnecting from the Port</w:t>
      </w:r>
      <w:r w:rsidR="003D092A">
        <w:t>’</w:t>
      </w:r>
      <w:r>
        <w:t>s electrical system</w:t>
      </w:r>
      <w:r w:rsidRPr="006B633A">
        <w:t>.</w:t>
      </w:r>
    </w:p>
    <w:p w14:paraId="432C1195" w14:textId="77777777" w:rsidR="00274058" w:rsidRPr="00902BDD" w:rsidRDefault="00274058" w:rsidP="00274058">
      <w:pPr>
        <w:pStyle w:val="NumberedMaterial"/>
        <w:numPr>
          <w:ilvl w:val="1"/>
          <w:numId w:val="1"/>
        </w:numPr>
      </w:pPr>
      <w:r w:rsidRPr="00902BDD">
        <w:t>TEMPORARY ELECTRICITY</w:t>
      </w:r>
      <w:r>
        <w:t xml:space="preserve"> UTILIZING GENERATORS</w:t>
      </w:r>
    </w:p>
    <w:p w14:paraId="0CAB610A" w14:textId="77777777" w:rsidR="00274058" w:rsidRPr="00AE2FFF" w:rsidRDefault="00274058" w:rsidP="00274058">
      <w:pPr>
        <w:pStyle w:val="NumberedMaterial"/>
        <w:numPr>
          <w:ilvl w:val="2"/>
          <w:numId w:val="1"/>
        </w:numPr>
      </w:pPr>
      <w:r w:rsidRPr="00E70E81">
        <w:t xml:space="preserve">The Contractor shall provide noise-suppressed generators </w:t>
      </w:r>
      <w:r w:rsidR="00834501">
        <w:t xml:space="preserve">where Port power is unavailable or not approved for use. </w:t>
      </w:r>
      <w:r w:rsidRPr="003956AA">
        <w:t>All fuel-operated generators shall be loc</w:t>
      </w:r>
      <w:r w:rsidRPr="00EA145A">
        <w:t>ated outside the building</w:t>
      </w:r>
      <w:r w:rsidR="003A5C04">
        <w:t xml:space="preserve"> within secondary containment capable of containing 110% of the fuel capacity of the tank</w:t>
      </w:r>
      <w:r w:rsidRPr="00EA145A">
        <w:t xml:space="preserve">.  No welders shall be connected to the Airport’s electrical systems unless a power conditioner unit is </w:t>
      </w:r>
      <w:r w:rsidR="00822997" w:rsidRPr="0051754C">
        <w:t>accepted</w:t>
      </w:r>
      <w:r w:rsidRPr="00AE2FFF">
        <w:t xml:space="preserve"> for use by the Engineer. </w:t>
      </w:r>
    </w:p>
    <w:p w14:paraId="25B6834B" w14:textId="77777777" w:rsidR="006B538E" w:rsidRDefault="009E07D0" w:rsidP="006B538E">
      <w:pPr>
        <w:pStyle w:val="NumberedMaterial"/>
        <w:numPr>
          <w:ilvl w:val="1"/>
          <w:numId w:val="1"/>
        </w:numPr>
      </w:pPr>
      <w:r w:rsidRPr="00902BDD">
        <w:t>TEMPORARY LIGHTING</w:t>
      </w:r>
    </w:p>
    <w:p w14:paraId="65D792BC" w14:textId="77777777" w:rsidR="006B538E" w:rsidRDefault="006B538E" w:rsidP="006B538E">
      <w:pPr>
        <w:pStyle w:val="Note"/>
      </w:pPr>
      <w:r w:rsidRPr="006B538E">
        <w:t>NOTE TO DESIGNER:  Add temporary airfield light requirements and restrictions if needed.</w:t>
      </w:r>
    </w:p>
    <w:p w14:paraId="1A2522DF" w14:textId="77777777" w:rsidR="009E07D0" w:rsidRPr="00902BDD" w:rsidRDefault="009E07D0" w:rsidP="006B538E">
      <w:pPr>
        <w:pStyle w:val="NumberedMaterial"/>
        <w:numPr>
          <w:ilvl w:val="2"/>
          <w:numId w:val="1"/>
        </w:numPr>
      </w:pPr>
      <w:r w:rsidRPr="00902BDD">
        <w:t xml:space="preserve">Provide and maintain </w:t>
      </w:r>
      <w:r w:rsidR="00CD4B4E">
        <w:t xml:space="preserve">fluorescent/LED </w:t>
      </w:r>
      <w:r w:rsidRPr="00902BDD">
        <w:t xml:space="preserve">lighting for construction operations to achieve minimum lighting levels required by the </w:t>
      </w:r>
      <w:r w:rsidR="00274058">
        <w:t>Safety and Health Core Rules</w:t>
      </w:r>
      <w:r w:rsidRPr="00902BDD">
        <w:t xml:space="preserve"> (WAC 296-155-165).</w:t>
      </w:r>
    </w:p>
    <w:p w14:paraId="1DB7800F" w14:textId="77777777" w:rsidR="009E07D0" w:rsidRPr="00902BDD" w:rsidRDefault="009E07D0" w:rsidP="009E07D0">
      <w:pPr>
        <w:pStyle w:val="NumberedMaterial"/>
        <w:numPr>
          <w:ilvl w:val="2"/>
          <w:numId w:val="1"/>
        </w:numPr>
      </w:pPr>
      <w:r w:rsidRPr="00902BDD">
        <w:t>Provide branch wiring from power source to distribution boxes with lighting conductors, pigtails, and lamps as required.</w:t>
      </w:r>
    </w:p>
    <w:p w14:paraId="23B87806" w14:textId="77777777" w:rsidR="009E07D0" w:rsidRPr="00902BDD" w:rsidRDefault="009E07D0" w:rsidP="009E07D0">
      <w:pPr>
        <w:pStyle w:val="NumberedMaterial"/>
        <w:numPr>
          <w:ilvl w:val="2"/>
          <w:numId w:val="1"/>
        </w:numPr>
      </w:pPr>
      <w:r w:rsidRPr="00902BDD">
        <w:t>Maintain lighting and provide routine repairs.</w:t>
      </w:r>
    </w:p>
    <w:p w14:paraId="76E136F9" w14:textId="77777777" w:rsidR="009E07D0" w:rsidRPr="00902BDD" w:rsidRDefault="009E07D0" w:rsidP="009E07D0">
      <w:pPr>
        <w:pStyle w:val="NumberedMaterial"/>
        <w:numPr>
          <w:ilvl w:val="2"/>
          <w:numId w:val="1"/>
        </w:numPr>
      </w:pPr>
      <w:r w:rsidRPr="00902BDD">
        <w:t xml:space="preserve">In public areas the </w:t>
      </w:r>
      <w:r w:rsidR="00F81E5B">
        <w:t>C</w:t>
      </w:r>
      <w:r w:rsidRPr="00902BDD">
        <w:t xml:space="preserve">ontractor shall provide temporary lighting to maintain lighting levels present prior to beginning of </w:t>
      </w:r>
      <w:r w:rsidR="008A06A4">
        <w:t>w</w:t>
      </w:r>
      <w:r w:rsidRPr="00902BDD">
        <w:t xml:space="preserve">ork at all times during all </w:t>
      </w:r>
      <w:r w:rsidR="00F81E5B">
        <w:t>C</w:t>
      </w:r>
      <w:r w:rsidRPr="00902BDD">
        <w:t>ontractor operations.</w:t>
      </w:r>
    </w:p>
    <w:p w14:paraId="3906E286" w14:textId="77777777" w:rsidR="009E07D0" w:rsidRPr="00902BDD" w:rsidRDefault="009E07D0" w:rsidP="009E07D0">
      <w:pPr>
        <w:pStyle w:val="NumberedMaterial"/>
        <w:numPr>
          <w:ilvl w:val="1"/>
          <w:numId w:val="1"/>
        </w:numPr>
      </w:pPr>
      <w:r w:rsidRPr="00902BDD">
        <w:t>TEMPORARY HEATING, COOLING, AND VENTILATING</w:t>
      </w:r>
    </w:p>
    <w:p w14:paraId="582CF017" w14:textId="77777777" w:rsidR="009E07D0" w:rsidRPr="00902BDD" w:rsidRDefault="009E07D0" w:rsidP="009E07D0">
      <w:pPr>
        <w:pStyle w:val="NumberedMaterial"/>
        <w:numPr>
          <w:ilvl w:val="2"/>
          <w:numId w:val="1"/>
        </w:numPr>
      </w:pPr>
      <w:r w:rsidRPr="00902BDD">
        <w:t>Provide and pay for heating</w:t>
      </w:r>
      <w:r w:rsidR="00CD4B4E">
        <w:t>, cooling and ventilating</w:t>
      </w:r>
      <w:r w:rsidRPr="00902BDD">
        <w:t xml:space="preserve"> devices and heat as needed to maintain specified conditions for construction operations.</w:t>
      </w:r>
    </w:p>
    <w:p w14:paraId="4F039226" w14:textId="77777777" w:rsidR="00392E2A" w:rsidRDefault="00392E2A" w:rsidP="00392E2A">
      <w:pPr>
        <w:pStyle w:val="NumberedMaterial"/>
        <w:numPr>
          <w:ilvl w:val="2"/>
          <w:numId w:val="1"/>
        </w:numPr>
      </w:pPr>
      <w:r>
        <w:t xml:space="preserve">Permanent equipment shall not be used for temporary heating, cooling, or ventilating purposes.  Prior to operation of temporary equipment for heating, cooling, or ventilating purposes, verify that installation is </w:t>
      </w:r>
      <w:r w:rsidR="00822997">
        <w:t xml:space="preserve">accepted </w:t>
      </w:r>
      <w:r>
        <w:t xml:space="preserve">for operation, equipment is </w:t>
      </w:r>
      <w:r w:rsidR="009F1097">
        <w:t>lubricated,</w:t>
      </w:r>
      <w:r>
        <w:t xml:space="preserve"> and filters are in place. Provide and pay for operation, maintenance, and regular replacement of filters and worn or consumed parts.</w:t>
      </w:r>
    </w:p>
    <w:p w14:paraId="570A95F1" w14:textId="77777777" w:rsidR="00392E2A" w:rsidRDefault="00392E2A" w:rsidP="00392E2A">
      <w:pPr>
        <w:pStyle w:val="NumberedMaterial"/>
        <w:numPr>
          <w:ilvl w:val="2"/>
          <w:numId w:val="1"/>
        </w:numPr>
      </w:pPr>
      <w:r>
        <w:t>Maintain minimum ambient temperature of 50 degrees F and maximum temperature as required by Washington State Labor and Industries in indoor areas where construction is in progress, unless indicated otherwise in the specifications.</w:t>
      </w:r>
    </w:p>
    <w:p w14:paraId="4C272C18" w14:textId="77777777" w:rsidR="009E07D0" w:rsidRPr="00902BDD" w:rsidRDefault="009E07D0" w:rsidP="009E07D0">
      <w:pPr>
        <w:pStyle w:val="NumberedMaterial"/>
        <w:numPr>
          <w:ilvl w:val="2"/>
          <w:numId w:val="1"/>
        </w:numPr>
      </w:pPr>
      <w:r w:rsidRPr="00902BDD">
        <w:t>Ventilate enclosed areas to assist cure of materials, to dissipate humidity, and to prevent accumulation of dust, fumes, vapors, or gas.</w:t>
      </w:r>
    </w:p>
    <w:p w14:paraId="15D383FD" w14:textId="77777777" w:rsidR="009E07D0" w:rsidRPr="00902BDD" w:rsidRDefault="009E07D0" w:rsidP="009E07D0">
      <w:pPr>
        <w:pStyle w:val="NumberedMaterial"/>
        <w:numPr>
          <w:ilvl w:val="2"/>
          <w:numId w:val="1"/>
        </w:numPr>
      </w:pPr>
      <w:r w:rsidRPr="00902BDD">
        <w:t xml:space="preserve">The Contractor shall construct dust-, vapor-, and smoke-proof enclosures to separate the </w:t>
      </w:r>
      <w:r w:rsidR="008A06A4">
        <w:t>work</w:t>
      </w:r>
      <w:r w:rsidRPr="00902BDD">
        <w:t xml:space="preserve"> area from the central HVAC system and the public whenever welding, dust-, or vapor-generating activities are taking place</w:t>
      </w:r>
      <w:r w:rsidR="007C117E">
        <w:t xml:space="preserve"> and during any demolition activities</w:t>
      </w:r>
      <w:r w:rsidRPr="00902BDD">
        <w:t xml:space="preserve">. All outlets and paths for air to return to the central HVAC system or public spaces shall be sealed with </w:t>
      </w:r>
      <w:r w:rsidR="00CD4B4E">
        <w:t xml:space="preserve">6 mil </w:t>
      </w:r>
      <w:proofErr w:type="spellStart"/>
      <w:r w:rsidR="00CD4B4E">
        <w:t>visqueen</w:t>
      </w:r>
      <w:proofErr w:type="spellEnd"/>
      <w:r w:rsidR="00CD4B4E">
        <w:t xml:space="preserve"> </w:t>
      </w:r>
      <w:r w:rsidRPr="00902BDD">
        <w:t xml:space="preserve">to prevent recirculation of contaminated air. The Contractor shall provide temporary </w:t>
      </w:r>
      <w:r w:rsidRPr="00902BDD">
        <w:lastRenderedPageBreak/>
        <w:t>ventilation to remove objectionable vapors and dust from within the enclosure. The temporary ventilation shall not discharge within the terminal building.</w:t>
      </w:r>
    </w:p>
    <w:p w14:paraId="6E7B50A2" w14:textId="77777777" w:rsidR="00392E2A" w:rsidRDefault="00392E2A" w:rsidP="00392E2A">
      <w:pPr>
        <w:pStyle w:val="NumberedMaterial"/>
        <w:numPr>
          <w:ilvl w:val="2"/>
          <w:numId w:val="1"/>
        </w:numPr>
      </w:pPr>
      <w:r>
        <w:t xml:space="preserve">In order to mitigate grinding, sanding, and electric welding smoke when indoors, the Contractor shall furnish and use self-contained, mobile, high efficiency extraction arm filtration units such as </w:t>
      </w:r>
      <w:proofErr w:type="spellStart"/>
      <w:r>
        <w:t>Plymo</w:t>
      </w:r>
      <w:proofErr w:type="spellEnd"/>
      <w:r>
        <w:t xml:space="preserve"> Vent, Nederman, Miller, Lincoln, or </w:t>
      </w:r>
      <w:r w:rsidR="00421A25">
        <w:t>accepted</w:t>
      </w:r>
      <w:r>
        <w:t xml:space="preserve"> equal whenever and wherever welding operations are taking place.  Light duty and small (below 100 sq ft) construction zone extraction units to be minimum 130 CFM, include cleanable ASHRAE MERV 13 filter, and extraction arm.  Medium and Heavy Duty and normal access construction zone extraction units to be 500 CFM min, include cleanable ASHRAE MERV 13 - 100 sq ft of filter area min, extraction arm.  Contractor required to monitor space below OSHA and ACGIH levels for welding processes.  If levels are exceeded, </w:t>
      </w:r>
      <w:r w:rsidR="00F81E5B">
        <w:t>C</w:t>
      </w:r>
      <w:r>
        <w:t>ontractor to take additional steps to avoid creating an unsafe working environment.  Contractor to provide respirators, dilution ventilation, or temporary exhaust to outdoors as necessary to comply.</w:t>
      </w:r>
    </w:p>
    <w:p w14:paraId="0BD13AE2" w14:textId="77777777" w:rsidR="00392E2A" w:rsidRDefault="00392E2A" w:rsidP="00392E2A">
      <w:pPr>
        <w:pStyle w:val="NumberedMaterial"/>
        <w:numPr>
          <w:ilvl w:val="0"/>
          <w:numId w:val="0"/>
        </w:numPr>
        <w:ind w:left="2160"/>
      </w:pPr>
      <w:r>
        <w:t>Brazing and gas welding requires temporary exhaust vented directly to outdoors.  Refer to drawings for routing, sizes, and design requirements.</w:t>
      </w:r>
      <w:r w:rsidRPr="007B0E66">
        <w:t xml:space="preserve"> </w:t>
      </w:r>
      <w:r>
        <w:t>Contractor</w:t>
      </w:r>
      <w:r w:rsidR="00EE1571">
        <w:t xml:space="preserve"> is</w:t>
      </w:r>
      <w:r>
        <w:t xml:space="preserve"> required to monitor space below OSHA and ACGIH levels for welding processes.  If levels are exceeded, </w:t>
      </w:r>
      <w:r w:rsidR="00F81E5B">
        <w:t>C</w:t>
      </w:r>
      <w:r>
        <w:t xml:space="preserve">ontractor </w:t>
      </w:r>
      <w:r w:rsidR="00EE1571">
        <w:t xml:space="preserve">shall </w:t>
      </w:r>
      <w:r>
        <w:t xml:space="preserve">take additional steps to avoid creating an unsafe working environment.  Contractor </w:t>
      </w:r>
      <w:r w:rsidR="00EE1571">
        <w:t>will</w:t>
      </w:r>
      <w:r>
        <w:t xml:space="preserve"> provide respirators or dilution ventilation as necessary to comply.</w:t>
      </w:r>
    </w:p>
    <w:p w14:paraId="74CCB675" w14:textId="77777777" w:rsidR="00274058" w:rsidRDefault="00274058" w:rsidP="001C360B">
      <w:pPr>
        <w:pStyle w:val="NumberedMaterial"/>
        <w:numPr>
          <w:ilvl w:val="3"/>
          <w:numId w:val="1"/>
        </w:numPr>
      </w:pPr>
      <w:r>
        <w:t xml:space="preserve">All welding, brazing or </w:t>
      </w:r>
      <w:r w:rsidR="008A06A4">
        <w:t>w</w:t>
      </w:r>
      <w:r>
        <w:t xml:space="preserve">ork that has the potential to create sparks requires </w:t>
      </w:r>
      <w:r w:rsidR="008C18E3">
        <w:t xml:space="preserve">a </w:t>
      </w:r>
      <w:r>
        <w:t xml:space="preserve">hot work permit issued by the Port Fire Department. </w:t>
      </w:r>
    </w:p>
    <w:p w14:paraId="6C8095D8" w14:textId="77777777" w:rsidR="009E07D0" w:rsidRPr="00902BDD" w:rsidRDefault="009E07D0" w:rsidP="009E07D0">
      <w:pPr>
        <w:pStyle w:val="NumberedMaterial"/>
        <w:numPr>
          <w:ilvl w:val="1"/>
          <w:numId w:val="1"/>
        </w:numPr>
      </w:pPr>
      <w:r w:rsidRPr="00902BDD">
        <w:t>COMMUNICATIONS</w:t>
      </w:r>
    </w:p>
    <w:p w14:paraId="1C017CAD" w14:textId="77777777" w:rsidR="008E07DD" w:rsidRPr="0077681F" w:rsidRDefault="008E07DD" w:rsidP="008E07DD">
      <w:pPr>
        <w:numPr>
          <w:ilvl w:val="2"/>
          <w:numId w:val="1"/>
        </w:numPr>
        <w:rPr>
          <w:rFonts w:ascii="Arial" w:eastAsia="Times New Roman" w:hAnsi="Arial"/>
          <w:szCs w:val="24"/>
        </w:rPr>
      </w:pPr>
      <w:r w:rsidRPr="0077681F">
        <w:rPr>
          <w:rFonts w:ascii="Arial" w:eastAsia="Times New Roman" w:hAnsi="Arial"/>
          <w:szCs w:val="24"/>
        </w:rPr>
        <w:t xml:space="preserve">Cost: Unless otherwise indicated by the Engineer, the Contractor shall provide and pay for telephone and data services required for the project.  </w:t>
      </w:r>
    </w:p>
    <w:p w14:paraId="0018C069" w14:textId="77777777" w:rsidR="009E07D0" w:rsidRPr="00111B5A" w:rsidRDefault="009E07D0" w:rsidP="009E07D0">
      <w:pPr>
        <w:pStyle w:val="NumberedMaterial"/>
        <w:numPr>
          <w:ilvl w:val="2"/>
          <w:numId w:val="1"/>
        </w:numPr>
      </w:pPr>
      <w:r w:rsidRPr="00111B5A">
        <w:t>The Contractor shall provide his own means of job site communication.</w:t>
      </w:r>
    </w:p>
    <w:p w14:paraId="509A1B2A" w14:textId="77777777" w:rsidR="009E07D0" w:rsidRPr="00E05BBF" w:rsidRDefault="009E07D0" w:rsidP="009E07D0">
      <w:pPr>
        <w:pStyle w:val="NumberedMaterial"/>
        <w:numPr>
          <w:ilvl w:val="3"/>
          <w:numId w:val="1"/>
        </w:numPr>
      </w:pPr>
      <w:r w:rsidRPr="00D63595">
        <w:t xml:space="preserve">Mobile communications equipment (i.e., Radio) must be </w:t>
      </w:r>
      <w:r w:rsidR="00421A25" w:rsidRPr="00D63595">
        <w:t>accepted</w:t>
      </w:r>
      <w:r w:rsidRPr="00E05BBF">
        <w:t xml:space="preserve"> in advance by the Engineer.</w:t>
      </w:r>
    </w:p>
    <w:p w14:paraId="4310FBBE" w14:textId="77777777" w:rsidR="009E07D0" w:rsidRPr="00F5573A" w:rsidRDefault="009E07D0" w:rsidP="00834501">
      <w:pPr>
        <w:pStyle w:val="NumberedMaterial"/>
        <w:numPr>
          <w:ilvl w:val="3"/>
          <w:numId w:val="1"/>
        </w:numPr>
      </w:pPr>
      <w:r w:rsidRPr="00D54D12">
        <w:t>Contractor sha</w:t>
      </w:r>
      <w:r w:rsidRPr="002A7904">
        <w:t xml:space="preserve">ll submit the </w:t>
      </w:r>
      <w:hyperlink r:id="rId14" w:history="1">
        <w:r w:rsidRPr="00BB2B86">
          <w:rPr>
            <w:rStyle w:val="Hyperlink"/>
          </w:rPr>
          <w:t>RF Application and Approval form</w:t>
        </w:r>
      </w:hyperlink>
      <w:r w:rsidR="00834501">
        <w:t xml:space="preserve"> </w:t>
      </w:r>
      <w:r w:rsidRPr="00F5573A">
        <w:t>to the Engineer in accordance with Section 01</w:t>
      </w:r>
      <w:r w:rsidR="0005022B" w:rsidRPr="00F5573A">
        <w:t xml:space="preserve"> </w:t>
      </w:r>
      <w:r w:rsidRPr="00F5573A">
        <w:t>33</w:t>
      </w:r>
      <w:r w:rsidR="0005022B" w:rsidRPr="00F5573A">
        <w:t xml:space="preserve"> 0</w:t>
      </w:r>
      <w:r w:rsidRPr="00F5573A">
        <w:t>0 - Submittals.</w:t>
      </w:r>
    </w:p>
    <w:p w14:paraId="7D967532" w14:textId="77777777" w:rsidR="009E07D0" w:rsidRDefault="009E07D0" w:rsidP="009E07D0">
      <w:pPr>
        <w:pStyle w:val="NumberedMaterial"/>
        <w:numPr>
          <w:ilvl w:val="1"/>
          <w:numId w:val="1"/>
        </w:numPr>
      </w:pPr>
      <w:r w:rsidRPr="00902BDD">
        <w:t>TEMPORARY WATER</w:t>
      </w:r>
    </w:p>
    <w:p w14:paraId="101B02D1" w14:textId="77777777" w:rsidR="00C46F6A" w:rsidRDefault="00C46F6A" w:rsidP="00C46F6A">
      <w:pPr>
        <w:pStyle w:val="NumberedMaterial"/>
        <w:numPr>
          <w:ilvl w:val="2"/>
          <w:numId w:val="1"/>
        </w:numPr>
      </w:pPr>
      <w:r w:rsidRPr="00740473">
        <w:t xml:space="preserve">Cost: Unless otherwise indicated by the Engineer, the Contractor shall provide and pay for all temporary </w:t>
      </w:r>
      <w:r>
        <w:t xml:space="preserve">water service required for construction operations. </w:t>
      </w:r>
      <w:r w:rsidRPr="00740473">
        <w:t xml:space="preserve"> </w:t>
      </w:r>
    </w:p>
    <w:p w14:paraId="7747C4F1" w14:textId="77777777" w:rsidR="00C46F6A" w:rsidRDefault="00C46F6A" w:rsidP="00C46F6A">
      <w:pPr>
        <w:pStyle w:val="NumberedMaterial"/>
        <w:numPr>
          <w:ilvl w:val="3"/>
          <w:numId w:val="1"/>
        </w:numPr>
      </w:pPr>
      <w:r w:rsidRPr="00276456">
        <w:t>No meter is required for connections smaller than 1 inch.</w:t>
      </w:r>
    </w:p>
    <w:p w14:paraId="175B5A86" w14:textId="77777777" w:rsidR="00C46F6A" w:rsidRDefault="00C46F6A" w:rsidP="00C46F6A">
      <w:pPr>
        <w:pStyle w:val="NumberedMaterial"/>
        <w:numPr>
          <w:ilvl w:val="3"/>
          <w:numId w:val="1"/>
        </w:numPr>
      </w:pPr>
      <w:r>
        <w:t xml:space="preserve">Metering is only required when Port Fire Hydrants will be used. </w:t>
      </w:r>
    </w:p>
    <w:p w14:paraId="26AC7BA8" w14:textId="77777777" w:rsidR="00C46F6A" w:rsidRPr="00902BDD" w:rsidRDefault="00C46F6A" w:rsidP="00C46F6A">
      <w:pPr>
        <w:pStyle w:val="NumberedMaterial"/>
        <w:numPr>
          <w:ilvl w:val="2"/>
          <w:numId w:val="1"/>
        </w:numPr>
      </w:pPr>
      <w:r w:rsidRPr="00902BDD">
        <w:t xml:space="preserve">Drinking water for employees shall be provided in accordance with </w:t>
      </w:r>
      <w:r>
        <w:t xml:space="preserve">Washington State Department of Labor &amp; Industries (L &amp; I) Division of Occupational Safety and Health (DOSH) </w:t>
      </w:r>
      <w:r w:rsidRPr="00902BDD">
        <w:t>requirements.</w:t>
      </w:r>
    </w:p>
    <w:p w14:paraId="42109F9E" w14:textId="77777777" w:rsidR="00C46F6A" w:rsidRPr="006B633A" w:rsidRDefault="00C46F6A" w:rsidP="00C46F6A">
      <w:pPr>
        <w:pStyle w:val="NumberedMaterial"/>
        <w:numPr>
          <w:ilvl w:val="2"/>
          <w:numId w:val="1"/>
        </w:numPr>
      </w:pPr>
      <w:r w:rsidRPr="006B633A">
        <w:t xml:space="preserve">Construction water for inside terminal/ramp and buildings shall connect to the existing water system through existing branch piping, or as provided in the </w:t>
      </w:r>
      <w:r>
        <w:t>C</w:t>
      </w:r>
      <w:r w:rsidRPr="006B633A">
        <w:t xml:space="preserve">ontract </w:t>
      </w:r>
      <w:r>
        <w:t>D</w:t>
      </w:r>
      <w:r w:rsidRPr="006B633A">
        <w:t xml:space="preserve">ocuments.  Provide temporary pipe insulation to prevent freezing for any piping exposed.  Each connection </w:t>
      </w:r>
      <w:r>
        <w:t>shall</w:t>
      </w:r>
      <w:r w:rsidRPr="006B633A">
        <w:t xml:space="preserve"> utilize a lockable shutoff valve and a Reduced Pressure Backflow Preventer device (</w:t>
      </w:r>
      <w:r>
        <w:t xml:space="preserve">Washington State Department of </w:t>
      </w:r>
      <w:r>
        <w:lastRenderedPageBreak/>
        <w:t>Health</w:t>
      </w:r>
      <w:r w:rsidRPr="006B633A">
        <w:t xml:space="preserve"> approved</w:t>
      </w:r>
      <w:r>
        <w:t>;</w:t>
      </w:r>
      <w:r w:rsidRPr="006B633A">
        <w:t xml:space="preserve"> contact </w:t>
      </w:r>
      <w:r>
        <w:t xml:space="preserve">the Engineer for the </w:t>
      </w:r>
      <w:r w:rsidRPr="006B633A">
        <w:t xml:space="preserve">list as necessary) and a calibrated water flow meter readable in cubic feet, to be provided and maintained by the Contractor.  The Contractor shall be fully responsible for the security of the temporary water connection, including freeze protection.  No Contractor shall use water from another Contractor’s temporary water connection unless </w:t>
      </w:r>
      <w:r>
        <w:t>accepted</w:t>
      </w:r>
      <w:r w:rsidRPr="006B633A">
        <w:t xml:space="preserve"> in writing by the Port.</w:t>
      </w:r>
    </w:p>
    <w:p w14:paraId="12C84419" w14:textId="77777777" w:rsidR="00C46F6A" w:rsidRDefault="00C46F6A" w:rsidP="00C46F6A">
      <w:pPr>
        <w:pStyle w:val="NumberedMaterial"/>
        <w:numPr>
          <w:ilvl w:val="2"/>
          <w:numId w:val="1"/>
        </w:numPr>
      </w:pPr>
      <w:r w:rsidRPr="006B633A">
        <w:t>Construction water for exterior landside and airfield projects may be supplied via existing Port of Seattle supply mains under the following conditions:</w:t>
      </w:r>
    </w:p>
    <w:p w14:paraId="27E92270" w14:textId="77777777" w:rsidR="00C46F6A" w:rsidRDefault="00C46F6A" w:rsidP="00C46F6A">
      <w:pPr>
        <w:pStyle w:val="NumberedMaterial"/>
        <w:numPr>
          <w:ilvl w:val="3"/>
          <w:numId w:val="1"/>
        </w:numPr>
      </w:pPr>
      <w:r>
        <w:t>E</w:t>
      </w:r>
      <w:r w:rsidRPr="006B633A">
        <w:t xml:space="preserve">ach connection shall be made at an existing Port of Seattle fire hydrant. </w:t>
      </w:r>
    </w:p>
    <w:p w14:paraId="35DAF4BC" w14:textId="77777777" w:rsidR="00C46F6A" w:rsidRDefault="00C46F6A" w:rsidP="00C46F6A">
      <w:pPr>
        <w:pStyle w:val="NumberedMaterial"/>
        <w:numPr>
          <w:ilvl w:val="3"/>
          <w:numId w:val="1"/>
        </w:numPr>
      </w:pPr>
      <w:r>
        <w:t xml:space="preserve">Only one 2 ½“ side port of the Port of Seattle fire hydrants may be used for temporary water connection. The Contractor is responsible for ensuring the Fire Department has hydrant access, and no obstructions </w:t>
      </w:r>
      <w:r w:rsidRPr="00A50227">
        <w:t xml:space="preserve">are in the way of the main 5” </w:t>
      </w:r>
      <w:proofErr w:type="spellStart"/>
      <w:r w:rsidRPr="00A50227">
        <w:t>storz</w:t>
      </w:r>
      <w:proofErr w:type="spellEnd"/>
      <w:r w:rsidRPr="00A50227">
        <w:t xml:space="preserve"> port of the hydrant.</w:t>
      </w:r>
      <w:r>
        <w:t xml:space="preserve">  </w:t>
      </w:r>
    </w:p>
    <w:p w14:paraId="2BEBA62B" w14:textId="77777777" w:rsidR="00C46F6A" w:rsidRDefault="00C46F6A" w:rsidP="00C46F6A">
      <w:pPr>
        <w:pStyle w:val="NumberedMaterial"/>
        <w:numPr>
          <w:ilvl w:val="3"/>
          <w:numId w:val="1"/>
        </w:numPr>
      </w:pPr>
      <w:r w:rsidRPr="006B633A">
        <w:t xml:space="preserve">The Contractor shall </w:t>
      </w:r>
      <w:r>
        <w:t>provide and install</w:t>
      </w:r>
      <w:r w:rsidRPr="006B633A">
        <w:t xml:space="preserve"> </w:t>
      </w:r>
      <w:r>
        <w:t xml:space="preserve">a reduced pressure backflow preventer </w:t>
      </w:r>
      <w:r w:rsidRPr="006B633A">
        <w:t>device</w:t>
      </w:r>
      <w:r>
        <w:t xml:space="preserve"> (RPBD) and a water meter. The contractor shall swab the fittings to the fire hydrant in the presence of the Operating Engineer, who will test the chlorine used for the swab with chlorine strips. The Operating Engineer will also test the RPBD and record the water meter.</w:t>
      </w:r>
    </w:p>
    <w:p w14:paraId="0A52793F" w14:textId="77777777" w:rsidR="00C46F6A" w:rsidRDefault="00C46F6A" w:rsidP="00C46F6A">
      <w:pPr>
        <w:pStyle w:val="NumberedMaterial"/>
        <w:numPr>
          <w:ilvl w:val="3"/>
          <w:numId w:val="1"/>
        </w:numPr>
      </w:pPr>
      <w:r>
        <w:t xml:space="preserve">The Port of Seattle Field Crew is responsible for turning Fire Hydrant valves. </w:t>
      </w:r>
      <w:r w:rsidRPr="006B633A">
        <w:t xml:space="preserve">Contractor shall not operate the fire hydrant or foot valve at any time; </w:t>
      </w:r>
      <w:r>
        <w:t>contact the Engineer</w:t>
      </w:r>
      <w:r w:rsidRPr="006B633A">
        <w:t xml:space="preserve"> for assistance. </w:t>
      </w:r>
    </w:p>
    <w:p w14:paraId="19020D27" w14:textId="77777777" w:rsidR="00C46F6A" w:rsidRDefault="00C46F6A" w:rsidP="00C46F6A">
      <w:pPr>
        <w:pStyle w:val="NumberedMaterial"/>
        <w:numPr>
          <w:ilvl w:val="3"/>
          <w:numId w:val="1"/>
        </w:numPr>
      </w:pPr>
      <w:r>
        <w:t xml:space="preserve">Upon completion of temporary water connection related work, the Contractor shall provide a photo of the meter location and reading to the Engineer. </w:t>
      </w:r>
    </w:p>
    <w:p w14:paraId="7EBF4B89" w14:textId="77777777" w:rsidR="00C46F6A" w:rsidRPr="006B633A" w:rsidRDefault="00C46F6A" w:rsidP="00C46F6A">
      <w:pPr>
        <w:pStyle w:val="NumberedMaterial"/>
        <w:numPr>
          <w:ilvl w:val="3"/>
          <w:numId w:val="1"/>
        </w:numPr>
      </w:pPr>
      <w:r w:rsidRPr="006B633A">
        <w:t>The Port of Seattle reserves the right to test the water meter and operation of the reduced pressure backflow assembly at any time and require the Contractor to take necessary actions to maintain the integrity of the meter and backflow assembly at all times. The Contractor will be required to conduct water filling and usage operations in such a manner that do not endanger the Port of Seattle Water System at any time nor cause the Port to be in violation of Washington State Administrative Code (WAC) Section 246-290</w:t>
      </w:r>
      <w:r>
        <w:t>.</w:t>
      </w:r>
    </w:p>
    <w:p w14:paraId="0BC1B3B8" w14:textId="77777777" w:rsidR="00C46F6A" w:rsidRDefault="00C46F6A" w:rsidP="00C46F6A">
      <w:pPr>
        <w:pStyle w:val="NumberedMaterial"/>
        <w:numPr>
          <w:ilvl w:val="3"/>
          <w:numId w:val="1"/>
        </w:numPr>
      </w:pPr>
      <w:r w:rsidRPr="006B633A">
        <w:t xml:space="preserve">Failure of the Contractor to follow these backflow prevention requirements will result in the </w:t>
      </w:r>
      <w:r>
        <w:t>removal or locking out of the C</w:t>
      </w:r>
      <w:r w:rsidRPr="006B633A">
        <w:t>ontractor’s connection to the Port of Seattle water system.</w:t>
      </w:r>
      <w:r>
        <w:t xml:space="preserve"> If the Contractor wishes to relocate the temporary connection to a new hydrant at any time, a new request must be</w:t>
      </w:r>
      <w:r w:rsidR="00E2589F">
        <w:t xml:space="preserve"> </w:t>
      </w:r>
      <w:r>
        <w:t xml:space="preserve">submitted and the above </w:t>
      </w:r>
      <w:r w:rsidR="005E0D22">
        <w:t xml:space="preserve">outlined </w:t>
      </w:r>
      <w:r>
        <w:t>procedure repeated.</w:t>
      </w:r>
      <w:r w:rsidRPr="004F46DB">
        <w:t xml:space="preserve"> </w:t>
      </w:r>
      <w:r>
        <w:t xml:space="preserve">Should the RPBD be disconnected during the duration of the hydrants use, the procedure for backflow testing shall be re-scheduled. </w:t>
      </w:r>
    </w:p>
    <w:p w14:paraId="21185185" w14:textId="77777777" w:rsidR="00B16CD0" w:rsidRDefault="00B16CD0" w:rsidP="00B16CD0">
      <w:pPr>
        <w:pStyle w:val="NumberedMaterial"/>
        <w:numPr>
          <w:ilvl w:val="3"/>
          <w:numId w:val="1"/>
        </w:numPr>
      </w:pPr>
      <w:r w:rsidRPr="006B633A">
        <w:t>Provide temporary pipe insulation to prevent freezing for any piping exposed.</w:t>
      </w:r>
      <w:r>
        <w:t xml:space="preserve">  </w:t>
      </w:r>
      <w:r w:rsidRPr="006B633A">
        <w:t xml:space="preserve">The Contractor shall be fully responsible for the security of the temporary water connection, including freeze protection.  No Contractor shall use water from another Contractor’s temporary water connection unless </w:t>
      </w:r>
      <w:r>
        <w:t>accepted</w:t>
      </w:r>
      <w:r w:rsidRPr="006B633A">
        <w:t xml:space="preserve"> in writing by the Port.</w:t>
      </w:r>
    </w:p>
    <w:p w14:paraId="3CFC0D38" w14:textId="77777777" w:rsidR="00C46F6A" w:rsidRDefault="00C46F6A" w:rsidP="00C46F6A">
      <w:pPr>
        <w:pStyle w:val="NumberedMaterial"/>
        <w:numPr>
          <w:ilvl w:val="2"/>
          <w:numId w:val="1"/>
        </w:numPr>
      </w:pPr>
      <w:r>
        <w:t xml:space="preserve">The Port of Seattle shall </w:t>
      </w:r>
      <w:r w:rsidRPr="00276456">
        <w:t xml:space="preserve">receive a minimum </w:t>
      </w:r>
      <w:r>
        <w:t>7-</w:t>
      </w:r>
      <w:r w:rsidRPr="00F01E5B">
        <w:t>day</w:t>
      </w:r>
      <w:r w:rsidRPr="00276456">
        <w:t xml:space="preserve"> notification prior to planned temporary water connection</w:t>
      </w:r>
      <w:r>
        <w:t xml:space="preserve">, and no later than Thursday at 8:00 AM for work the </w:t>
      </w:r>
      <w:r>
        <w:lastRenderedPageBreak/>
        <w:t>following week</w:t>
      </w:r>
      <w:r w:rsidRPr="00276456">
        <w:t>. The Contractor</w:t>
      </w:r>
      <w:r w:rsidRPr="006B633A">
        <w:t xml:space="preserve"> shall</w:t>
      </w:r>
      <w:r>
        <w:t xml:space="preserve"> also</w:t>
      </w:r>
      <w:r w:rsidRPr="006B633A">
        <w:t xml:space="preserve"> notify the Engineer a minimum of 7 days in advance of disconnection of a temporary water connection.</w:t>
      </w:r>
      <w:r>
        <w:t xml:space="preserve"> </w:t>
      </w:r>
    </w:p>
    <w:p w14:paraId="2C93F623" w14:textId="77777777" w:rsidR="00C46F6A" w:rsidRPr="006B633A" w:rsidRDefault="00C46F6A" w:rsidP="00C46F6A">
      <w:pPr>
        <w:pStyle w:val="Note"/>
      </w:pPr>
      <w:r>
        <w:t>Include Specification Section 22 11 16 in paragraph F, and Specification Section 01 57 13 in paragraph G, only if those sections are included in the technical specifications.</w:t>
      </w:r>
    </w:p>
    <w:p w14:paraId="4356598F" w14:textId="77777777" w:rsidR="00C46F6A" w:rsidRPr="006B633A" w:rsidRDefault="00C46F6A" w:rsidP="00C46F6A">
      <w:pPr>
        <w:pStyle w:val="NumberedMaterial"/>
        <w:numPr>
          <w:ilvl w:val="2"/>
          <w:numId w:val="1"/>
        </w:numPr>
      </w:pPr>
      <w:r w:rsidRPr="006B633A">
        <w:t xml:space="preserve">Connections to potable Water Systems shall be made in accordance with </w:t>
      </w:r>
      <w:r>
        <w:t xml:space="preserve">the Port’s </w:t>
      </w:r>
      <w:r w:rsidR="004126AB">
        <w:t>disinfection</w:t>
      </w:r>
      <w:r w:rsidR="00246A5B">
        <w:t xml:space="preserve"> </w:t>
      </w:r>
      <w:r w:rsidRPr="006B633A">
        <w:t xml:space="preserve">requirements </w:t>
      </w:r>
      <w:r>
        <w:t xml:space="preserve">in accordance with </w:t>
      </w:r>
      <w:r w:rsidRPr="006B633A">
        <w:t xml:space="preserve">Specification Section </w:t>
      </w:r>
      <w:r>
        <w:t>22 11 16 Domestic Water Piping</w:t>
      </w:r>
      <w:r w:rsidRPr="006B633A">
        <w:t>.</w:t>
      </w:r>
    </w:p>
    <w:p w14:paraId="62B6894E" w14:textId="77777777" w:rsidR="00C46F6A" w:rsidRPr="00276456" w:rsidRDefault="00C46F6A" w:rsidP="00C46F6A">
      <w:pPr>
        <w:pStyle w:val="NumberedMaterial"/>
        <w:numPr>
          <w:ilvl w:val="2"/>
          <w:numId w:val="1"/>
        </w:numPr>
      </w:pPr>
      <w:r w:rsidRPr="00276456">
        <w:t>Construction water shall be disposed of in accordance with Specification Section 01 57 13</w:t>
      </w:r>
      <w:r w:rsidR="005E0D22">
        <w:t>,</w:t>
      </w:r>
      <w:r w:rsidRPr="00276456">
        <w:t xml:space="preserve"> Temporary Erosion and Sediment Control Planning and Execution.</w:t>
      </w:r>
    </w:p>
    <w:p w14:paraId="16293DE8" w14:textId="77777777" w:rsidR="009E07D0" w:rsidRDefault="009E07D0" w:rsidP="009E07D0">
      <w:pPr>
        <w:pStyle w:val="NumberedMaterial"/>
        <w:numPr>
          <w:ilvl w:val="1"/>
          <w:numId w:val="1"/>
        </w:numPr>
      </w:pPr>
      <w:r w:rsidRPr="00902BDD">
        <w:t>TEMPORARY SANITARY FACILITIES</w:t>
      </w:r>
    </w:p>
    <w:p w14:paraId="4738A6D3" w14:textId="77777777" w:rsidR="009E07D0" w:rsidRDefault="009E07D0" w:rsidP="009E07D0">
      <w:pPr>
        <w:pStyle w:val="NumberedMaterial"/>
        <w:numPr>
          <w:ilvl w:val="2"/>
          <w:numId w:val="1"/>
        </w:numPr>
      </w:pPr>
      <w:r w:rsidRPr="00902BDD">
        <w:t>Contractor personnel may use public restrooms throughout the Airport Terminal.</w:t>
      </w:r>
    </w:p>
    <w:p w14:paraId="6364D9AC" w14:textId="77777777" w:rsidR="00F75D78" w:rsidRDefault="00F75D78" w:rsidP="009E07D0">
      <w:pPr>
        <w:pStyle w:val="NumberedMaterial"/>
        <w:numPr>
          <w:ilvl w:val="2"/>
          <w:numId w:val="1"/>
        </w:numPr>
      </w:pPr>
      <w:r>
        <w:t xml:space="preserve">When Airport Terminal restrooms are not available the Contractor must provide Temporary Sanitary Facilities </w:t>
      </w:r>
      <w:r w:rsidR="00C91819">
        <w:t>as required by Washington State Labor and Industries</w:t>
      </w:r>
      <w:r>
        <w:t xml:space="preserve">. </w:t>
      </w:r>
    </w:p>
    <w:p w14:paraId="2EFF8057" w14:textId="77777777" w:rsidR="00392E2A" w:rsidRDefault="00392E2A" w:rsidP="006A3A06">
      <w:pPr>
        <w:pStyle w:val="NumberedMaterial"/>
        <w:numPr>
          <w:ilvl w:val="2"/>
          <w:numId w:val="1"/>
        </w:numPr>
      </w:pPr>
      <w:r>
        <w:t xml:space="preserve">Concrete, grout, debris, or other related construction activities shall not be washed down the </w:t>
      </w:r>
      <w:r w:rsidR="00C91819">
        <w:t>Port</w:t>
      </w:r>
      <w:r w:rsidR="0077681F">
        <w:t>’</w:t>
      </w:r>
      <w:r w:rsidR="00C91819">
        <w:t xml:space="preserve">s </w:t>
      </w:r>
      <w:r>
        <w:t>sanitary system.</w:t>
      </w:r>
    </w:p>
    <w:p w14:paraId="5061BFF8" w14:textId="77777777" w:rsidR="006B538E" w:rsidRDefault="009E07D0" w:rsidP="006B538E">
      <w:pPr>
        <w:pStyle w:val="NumberedMaterial"/>
        <w:numPr>
          <w:ilvl w:val="1"/>
          <w:numId w:val="1"/>
        </w:numPr>
      </w:pPr>
      <w:r w:rsidRPr="00902BDD">
        <w:t>BARRIERS AND ENCLOSURES</w:t>
      </w:r>
    </w:p>
    <w:p w14:paraId="510E6C07" w14:textId="77777777" w:rsidR="006B538E" w:rsidRPr="006B538E" w:rsidRDefault="006B538E" w:rsidP="006B538E">
      <w:pPr>
        <w:pStyle w:val="Note"/>
      </w:pPr>
      <w:bookmarkStart w:id="1" w:name="_Hlk56428293"/>
      <w:r w:rsidRPr="006B538E">
        <w:t xml:space="preserve">NOTE TO DESIGNER:  The following requirements apply to areas of high </w:t>
      </w:r>
      <w:r w:rsidR="00A5021F">
        <w:t>p</w:t>
      </w:r>
      <w:r w:rsidRPr="006B538E">
        <w:t>ublic use and visibility, such as the Main Terminal Ticketing and Baggage Levels, Concourses, and Satellites</w:t>
      </w:r>
      <w:r w:rsidR="00A5021F">
        <w:t xml:space="preserve"> </w:t>
      </w:r>
      <w:r w:rsidR="00A5021F" w:rsidRPr="0077681F">
        <w:rPr>
          <w:b/>
        </w:rPr>
        <w:t>when the Port is supplying Bost</w:t>
      </w:r>
      <w:r w:rsidR="00506540">
        <w:rPr>
          <w:b/>
        </w:rPr>
        <w:t>o</w:t>
      </w:r>
      <w:r w:rsidR="00A5021F" w:rsidRPr="0077681F">
        <w:rPr>
          <w:b/>
        </w:rPr>
        <w:t>n Barricades</w:t>
      </w:r>
      <w:r w:rsidR="00A5021F">
        <w:t xml:space="preserve"> (typically Airport)</w:t>
      </w:r>
      <w:r w:rsidRPr="006B538E">
        <w:t xml:space="preserve">. </w:t>
      </w:r>
      <w:r w:rsidR="00A5021F">
        <w:t>Delete if Port is not providing the barricades</w:t>
      </w:r>
      <w:r w:rsidR="0091202A">
        <w:t xml:space="preserve"> and use second set of General Requirements below</w:t>
      </w:r>
      <w:r w:rsidR="00A5021F">
        <w:t xml:space="preserve">.  </w:t>
      </w:r>
    </w:p>
    <w:bookmarkEnd w:id="1"/>
    <w:p w14:paraId="315327B4" w14:textId="77777777" w:rsidR="00A5021F" w:rsidRPr="00A5021F" w:rsidRDefault="00A5021F" w:rsidP="00A5021F">
      <w:pPr>
        <w:numPr>
          <w:ilvl w:val="2"/>
          <w:numId w:val="1"/>
        </w:numPr>
        <w:spacing w:after="120" w:line="252" w:lineRule="auto"/>
        <w:rPr>
          <w:rFonts w:ascii="Arial" w:hAnsi="Arial" w:cs="Arial"/>
        </w:rPr>
      </w:pPr>
      <w:r>
        <w:rPr>
          <w:rFonts w:ascii="Arial" w:hAnsi="Arial" w:cs="Arial"/>
        </w:rPr>
        <w:t>General Requirements</w:t>
      </w:r>
      <w:r w:rsidR="00DC6F98">
        <w:rPr>
          <w:rFonts w:ascii="Arial" w:hAnsi="Arial" w:cs="Arial"/>
        </w:rPr>
        <w:t xml:space="preserve"> – Public Facing</w:t>
      </w:r>
    </w:p>
    <w:p w14:paraId="5E26F217" w14:textId="77777777" w:rsidR="00A5021F" w:rsidRDefault="00A5021F" w:rsidP="00A5021F">
      <w:pPr>
        <w:numPr>
          <w:ilvl w:val="3"/>
          <w:numId w:val="1"/>
        </w:numPr>
        <w:spacing w:after="120" w:line="252" w:lineRule="auto"/>
        <w:rPr>
          <w:rFonts w:ascii="Arial" w:hAnsi="Arial" w:cs="Arial"/>
        </w:rPr>
      </w:pPr>
      <w:r>
        <w:rPr>
          <w:rFonts w:ascii="Arial" w:hAnsi="Arial" w:cs="Arial"/>
        </w:rPr>
        <w:t xml:space="preserve">The Port will provide Barricades and Enclosures where shown in public facing areas on the Contract Drawings. </w:t>
      </w:r>
    </w:p>
    <w:p w14:paraId="1722440F" w14:textId="77777777" w:rsidR="00A5021F" w:rsidRDefault="00A5021F" w:rsidP="00A5021F">
      <w:pPr>
        <w:numPr>
          <w:ilvl w:val="3"/>
          <w:numId w:val="1"/>
        </w:numPr>
        <w:spacing w:after="120" w:line="252" w:lineRule="auto"/>
        <w:rPr>
          <w:rFonts w:ascii="Arial" w:hAnsi="Arial" w:cs="Arial"/>
        </w:rPr>
      </w:pPr>
      <w:r>
        <w:rPr>
          <w:rFonts w:ascii="Arial" w:hAnsi="Arial" w:cs="Arial"/>
        </w:rPr>
        <w:t xml:space="preserve">The Contractor shall submit a Construction Advisory to the Engineer two (2) weeks prior to the date barricades need to be erected or removed from </w:t>
      </w:r>
      <w:r w:rsidR="002A3624">
        <w:rPr>
          <w:rFonts w:ascii="Arial" w:hAnsi="Arial" w:cs="Arial"/>
        </w:rPr>
        <w:t xml:space="preserve">the project </w:t>
      </w:r>
      <w:r>
        <w:rPr>
          <w:rFonts w:ascii="Arial" w:hAnsi="Arial" w:cs="Arial"/>
        </w:rPr>
        <w:t xml:space="preserve">site. </w:t>
      </w:r>
    </w:p>
    <w:p w14:paraId="1899B5EA" w14:textId="77777777" w:rsidR="00A5021F" w:rsidRDefault="00A5021F" w:rsidP="00A5021F">
      <w:pPr>
        <w:numPr>
          <w:ilvl w:val="3"/>
          <w:numId w:val="1"/>
        </w:numPr>
        <w:spacing w:after="120" w:line="252" w:lineRule="auto"/>
        <w:rPr>
          <w:rFonts w:ascii="Arial" w:hAnsi="Arial" w:cs="Arial"/>
        </w:rPr>
      </w:pPr>
      <w:r>
        <w:rPr>
          <w:rFonts w:ascii="Arial" w:hAnsi="Arial" w:cs="Arial"/>
        </w:rPr>
        <w:t>The Contractor may not modify or move Port provided barricades</w:t>
      </w:r>
      <w:r w:rsidR="00DC6F98">
        <w:rPr>
          <w:rFonts w:ascii="Arial" w:hAnsi="Arial" w:cs="Arial"/>
        </w:rPr>
        <w:t xml:space="preserve">. </w:t>
      </w:r>
      <w:r>
        <w:rPr>
          <w:rFonts w:ascii="Arial" w:hAnsi="Arial" w:cs="Arial"/>
        </w:rPr>
        <w:t xml:space="preserve"> </w:t>
      </w:r>
      <w:r w:rsidR="002A3624">
        <w:rPr>
          <w:rFonts w:ascii="Arial" w:hAnsi="Arial" w:cs="Arial"/>
        </w:rPr>
        <w:t>To allow for coordination, n</w:t>
      </w:r>
      <w:r>
        <w:rPr>
          <w:rFonts w:ascii="Arial" w:hAnsi="Arial" w:cs="Arial"/>
        </w:rPr>
        <w:t xml:space="preserve">otify the Engineer forty-eight (48) hours in advance of </w:t>
      </w:r>
      <w:r w:rsidR="00506540">
        <w:rPr>
          <w:rFonts w:ascii="Arial" w:hAnsi="Arial" w:cs="Arial"/>
        </w:rPr>
        <w:t>any</w:t>
      </w:r>
      <w:r>
        <w:rPr>
          <w:rFonts w:ascii="Arial" w:hAnsi="Arial" w:cs="Arial"/>
        </w:rPr>
        <w:t xml:space="preserve"> barricades </w:t>
      </w:r>
      <w:r w:rsidR="00506540">
        <w:rPr>
          <w:rFonts w:ascii="Arial" w:hAnsi="Arial" w:cs="Arial"/>
        </w:rPr>
        <w:t xml:space="preserve">that </w:t>
      </w:r>
      <w:r>
        <w:rPr>
          <w:rFonts w:ascii="Arial" w:hAnsi="Arial" w:cs="Arial"/>
        </w:rPr>
        <w:t xml:space="preserve">need to be </w:t>
      </w:r>
      <w:r w:rsidR="002A3624">
        <w:rPr>
          <w:rFonts w:ascii="Arial" w:hAnsi="Arial" w:cs="Arial"/>
        </w:rPr>
        <w:t xml:space="preserve">modified or </w:t>
      </w:r>
      <w:r>
        <w:rPr>
          <w:rFonts w:ascii="Arial" w:hAnsi="Arial" w:cs="Arial"/>
        </w:rPr>
        <w:t xml:space="preserve">moved. </w:t>
      </w:r>
    </w:p>
    <w:p w14:paraId="5BE489E7" w14:textId="77777777" w:rsidR="00A5021F" w:rsidRDefault="00A5021F" w:rsidP="00A5021F">
      <w:pPr>
        <w:numPr>
          <w:ilvl w:val="3"/>
          <w:numId w:val="1"/>
        </w:numPr>
        <w:spacing w:after="120" w:line="252" w:lineRule="auto"/>
        <w:rPr>
          <w:rFonts w:ascii="Arial" w:hAnsi="Arial" w:cs="Arial"/>
        </w:rPr>
      </w:pPr>
      <w:r>
        <w:rPr>
          <w:rFonts w:ascii="Arial" w:hAnsi="Arial" w:cs="Arial"/>
        </w:rPr>
        <w:t xml:space="preserve">The Contractor </w:t>
      </w:r>
      <w:r w:rsidR="00506540">
        <w:rPr>
          <w:rFonts w:ascii="Arial" w:hAnsi="Arial" w:cs="Arial"/>
        </w:rPr>
        <w:t>will</w:t>
      </w:r>
      <w:r>
        <w:rPr>
          <w:rFonts w:ascii="Arial" w:hAnsi="Arial" w:cs="Arial"/>
        </w:rPr>
        <w:t xml:space="preserve"> </w:t>
      </w:r>
      <w:r w:rsidR="00506540">
        <w:rPr>
          <w:rFonts w:ascii="Arial" w:hAnsi="Arial" w:cs="Arial"/>
        </w:rPr>
        <w:t>maintain</w:t>
      </w:r>
      <w:r>
        <w:rPr>
          <w:rFonts w:ascii="Arial" w:hAnsi="Arial" w:cs="Arial"/>
        </w:rPr>
        <w:t xml:space="preserve"> a like-new appearance of the public side of the barricade.</w:t>
      </w:r>
    </w:p>
    <w:p w14:paraId="698B5016" w14:textId="77777777" w:rsidR="00A5021F" w:rsidRDefault="00A5021F" w:rsidP="00A5021F">
      <w:pPr>
        <w:numPr>
          <w:ilvl w:val="3"/>
          <w:numId w:val="1"/>
        </w:numPr>
        <w:spacing w:after="120" w:line="252" w:lineRule="auto"/>
        <w:rPr>
          <w:rFonts w:ascii="Arial" w:hAnsi="Arial" w:cs="Arial"/>
        </w:rPr>
      </w:pPr>
      <w:r>
        <w:rPr>
          <w:rFonts w:ascii="Arial" w:hAnsi="Arial" w:cs="Arial"/>
        </w:rPr>
        <w:t>The Contractor shall provide visual barriers beyond Barricades and Enclosures for Work that will remain in place outside of normal working hours and is exposed to concourse level.  Visual barrier shall be aesthetically pleasing from the concourse level.</w:t>
      </w:r>
    </w:p>
    <w:p w14:paraId="208C4EC9" w14:textId="77777777" w:rsidR="00A5021F" w:rsidRDefault="00A5021F" w:rsidP="00A5021F">
      <w:pPr>
        <w:pStyle w:val="Note"/>
      </w:pPr>
      <w:r w:rsidRPr="006B538E">
        <w:lastRenderedPageBreak/>
        <w:t>NOTE TO DESIGNER:  The following requirements apply to areas of high Public use and visibility</w:t>
      </w:r>
      <w:r>
        <w:t xml:space="preserve"> </w:t>
      </w:r>
      <w:r w:rsidRPr="008C1378">
        <w:rPr>
          <w:b/>
        </w:rPr>
        <w:t>when the Port is not supplying Bost</w:t>
      </w:r>
      <w:r w:rsidR="00DC6F98" w:rsidRPr="008C1378">
        <w:rPr>
          <w:b/>
        </w:rPr>
        <w:t>o</w:t>
      </w:r>
      <w:r w:rsidRPr="008C1378">
        <w:rPr>
          <w:b/>
        </w:rPr>
        <w:t xml:space="preserve">n Barricades </w:t>
      </w:r>
      <w:r>
        <w:t>(typically non-Airport projects)</w:t>
      </w:r>
      <w:r w:rsidR="0091202A" w:rsidRPr="008C1378">
        <w:rPr>
          <w:b/>
        </w:rPr>
        <w:t xml:space="preserve"> and for non-public facing barricades</w:t>
      </w:r>
      <w:r>
        <w:t>.</w:t>
      </w:r>
    </w:p>
    <w:p w14:paraId="41B732FC" w14:textId="77777777" w:rsidR="00A5021F" w:rsidRPr="006B538E" w:rsidRDefault="00A5021F" w:rsidP="00A5021F">
      <w:pPr>
        <w:pStyle w:val="Note"/>
      </w:pPr>
      <w:r w:rsidRPr="006B538E">
        <w:t>Enclosures not in Public view, such as baggage make-up</w:t>
      </w:r>
      <w:r>
        <w:t xml:space="preserve"> (</w:t>
      </w:r>
      <w:proofErr w:type="spellStart"/>
      <w:r>
        <w:t>bagwell</w:t>
      </w:r>
      <w:proofErr w:type="spellEnd"/>
      <w:r>
        <w:t>)</w:t>
      </w:r>
      <w:r w:rsidRPr="006B538E">
        <w:t xml:space="preserve"> area</w:t>
      </w:r>
      <w:r>
        <w:t xml:space="preserve"> </w:t>
      </w:r>
      <w:r w:rsidRPr="006B538E">
        <w:t>or Ramp Level, do not need to meet such stringent appearance requirements.  Generally, no painting is required for non-Public view partitions.  Safety requirements shall be met for all barriers and enclosures.</w:t>
      </w:r>
      <w:r>
        <w:t xml:space="preserve">  Edit </w:t>
      </w:r>
      <w:r w:rsidR="00DC6F98">
        <w:t>to align with project-specific requirements</w:t>
      </w:r>
      <w:r w:rsidR="0091202A">
        <w:t xml:space="preserve"> or delete if not needed</w:t>
      </w:r>
      <w:r>
        <w:t>.</w:t>
      </w:r>
    </w:p>
    <w:p w14:paraId="2C2BCFB4" w14:textId="77777777" w:rsidR="009E07D0" w:rsidRPr="00902BDD" w:rsidRDefault="009E07D0" w:rsidP="008C1378">
      <w:pPr>
        <w:pStyle w:val="NumberedMaterial"/>
        <w:numPr>
          <w:ilvl w:val="2"/>
          <w:numId w:val="10"/>
        </w:numPr>
      </w:pPr>
      <w:r w:rsidRPr="00902BDD">
        <w:t>General Requirements</w:t>
      </w:r>
      <w:r w:rsidR="00DC6F98">
        <w:t xml:space="preserve"> – [Public Facing</w:t>
      </w:r>
      <w:r w:rsidR="0091202A">
        <w:t>] [Non-Public Facing]</w:t>
      </w:r>
    </w:p>
    <w:p w14:paraId="27CC0449" w14:textId="77777777" w:rsidR="009E07D0" w:rsidRPr="00902BDD" w:rsidRDefault="009E07D0" w:rsidP="009E07D0">
      <w:pPr>
        <w:pStyle w:val="NumberedMaterial"/>
        <w:numPr>
          <w:ilvl w:val="3"/>
          <w:numId w:val="1"/>
        </w:numPr>
      </w:pPr>
      <w:r w:rsidRPr="00902BDD">
        <w:t xml:space="preserve">Provide temporary Pedestrian Barriers, Partition Enclosures, and Polyethylene Enclosures as required to separate </w:t>
      </w:r>
      <w:r w:rsidR="008A06A4">
        <w:t>w</w:t>
      </w:r>
      <w:r w:rsidRPr="00902BDD">
        <w:t>ork areas from Owner/Public occupied areas, to prevent penetration of dust and moisture into Owner/Public occupied areas, and to prevent damage to existing materials, equipment, structures and other facilities. Constantly secure barriers and enclosures in a manner to prevent unauthorized entry into construction areas. Shield security and other stationary cameras from welding arc flash with visual barriers at the welding location. Do not obstruct the camera view unnecessarily. Notify the Engineer prior to shielding any cameras in order to obtain clearance from the Security Department.</w:t>
      </w:r>
    </w:p>
    <w:p w14:paraId="58CD1A77" w14:textId="77777777" w:rsidR="009E07D0" w:rsidRPr="00902BDD" w:rsidRDefault="009E07D0" w:rsidP="009E07D0">
      <w:pPr>
        <w:pStyle w:val="NumberedMaterial"/>
        <w:numPr>
          <w:ilvl w:val="3"/>
          <w:numId w:val="1"/>
        </w:numPr>
      </w:pPr>
      <w:r w:rsidRPr="00902BDD">
        <w:t xml:space="preserve">All Barriers and Enclosures shall be fully installed and complete within 24 hours of initiating the installation. One week prior to installation, the floor area to be enclosed by a barrier or partition shall be clearly marked to indicate location and alignment. If more than 24 hours is required for large areas, provide a plan for phasing of the installation. Obtain </w:t>
      </w:r>
      <w:r w:rsidR="00421A25">
        <w:t>acceptance</w:t>
      </w:r>
      <w:r w:rsidRPr="00902BDD">
        <w:t xml:space="preserve"> from the Engineer prior to installation of any enclosure or barrier.</w:t>
      </w:r>
    </w:p>
    <w:p w14:paraId="4F7D3F0A" w14:textId="77777777" w:rsidR="009E07D0" w:rsidRPr="00902BDD" w:rsidRDefault="009E07D0" w:rsidP="009E07D0">
      <w:pPr>
        <w:pStyle w:val="NumberedMaterial"/>
        <w:numPr>
          <w:ilvl w:val="3"/>
          <w:numId w:val="1"/>
        </w:numPr>
      </w:pPr>
      <w:r w:rsidRPr="00902BDD">
        <w:t>Barriers and Enclosures shall be installed and maintained in straight lines and with 90-degree corners typically. In high traffic areas for improved visibility, the use of 45</w:t>
      </w:r>
      <w:r w:rsidR="00E2589F">
        <w:t>-</w:t>
      </w:r>
      <w:r w:rsidRPr="00902BDD">
        <w:t>degree corners may be required as directed by the Engineer. Partition panels shall neatly adjoin existing walls where necessary. Existing finishes shall be protected prior to installation of partitions. Gaps between existing walls and enclosures shall be 1-1/2” maximum. Provide braces as necessary to support enclosure. Cut bracing flush with exposed painted surface of panels. All wood surfaces that are exposed to Public view shall be painted.</w:t>
      </w:r>
    </w:p>
    <w:p w14:paraId="12E84D7C" w14:textId="77777777" w:rsidR="00816B22" w:rsidRDefault="009E07D0" w:rsidP="00816B22">
      <w:pPr>
        <w:pStyle w:val="NumberedMaterial"/>
        <w:numPr>
          <w:ilvl w:val="3"/>
          <w:numId w:val="1"/>
        </w:numPr>
      </w:pPr>
      <w:r w:rsidRPr="00902BDD">
        <w:t xml:space="preserve">Existing floor and carpet areas beneath panels and within barrier and enclosure areas shall be protected with polyethylene sheeting, cardboard, carpet or other suitable material. </w:t>
      </w:r>
    </w:p>
    <w:p w14:paraId="74F14245" w14:textId="77777777" w:rsidR="009E07D0" w:rsidRPr="00902BDD" w:rsidRDefault="009E07D0" w:rsidP="00816B22">
      <w:pPr>
        <w:pStyle w:val="NumberedMaterial"/>
        <w:numPr>
          <w:ilvl w:val="3"/>
          <w:numId w:val="1"/>
        </w:numPr>
      </w:pPr>
      <w:r w:rsidRPr="00902BDD">
        <w:t>Panels shall be pre-painted prior to installation or painting shall occur immediately after installation between the hours of 2300 and 0400. Nails, screws and other fasteners shall be installed flush with the face of the partition. All wood, fasteners, hinges and other hardware exposed to Public view shall be painted.</w:t>
      </w:r>
    </w:p>
    <w:p w14:paraId="6688420E" w14:textId="77777777" w:rsidR="00180FB0" w:rsidRPr="00902BDD" w:rsidRDefault="00180FB0" w:rsidP="00180FB0">
      <w:pPr>
        <w:pStyle w:val="NumberedMaterial"/>
        <w:numPr>
          <w:ilvl w:val="3"/>
          <w:numId w:val="1"/>
        </w:numPr>
      </w:pPr>
      <w:r w:rsidRPr="00902BDD">
        <w:t>Project information and directional signage attached to the Public side of enclosures shall be supplied and installed by the Port.</w:t>
      </w:r>
      <w:r>
        <w:t xml:space="preserve">  If additional directional signage is needed the contractor shall bring it to the attention of the engineer.</w:t>
      </w:r>
    </w:p>
    <w:p w14:paraId="145B0FFF" w14:textId="77777777" w:rsidR="00180FB0" w:rsidRPr="00902BDD" w:rsidRDefault="00180FB0" w:rsidP="00180FB0">
      <w:pPr>
        <w:pStyle w:val="NumberedMaterial"/>
        <w:numPr>
          <w:ilvl w:val="3"/>
          <w:numId w:val="1"/>
        </w:numPr>
      </w:pPr>
      <w:r>
        <w:lastRenderedPageBreak/>
        <w:t>No signage of any kind shall be affixed to the public side of the barrier or partition without prior approval from the Engineer.  Unapproved signage may be removed and disposed of by the Port without notification to the Contractor.</w:t>
      </w:r>
    </w:p>
    <w:p w14:paraId="04815540" w14:textId="77777777" w:rsidR="009E07D0" w:rsidRPr="00902BDD" w:rsidRDefault="009E07D0" w:rsidP="009E07D0">
      <w:pPr>
        <w:pStyle w:val="NumberedMaterial"/>
        <w:numPr>
          <w:ilvl w:val="3"/>
          <w:numId w:val="1"/>
        </w:numPr>
      </w:pPr>
      <w:r w:rsidRPr="00902BDD">
        <w:t>A neat, clean, uniform appearance of all Barriers and Enclosures shall be maintained at all times. Scuffed, dirty or discolored panels shall be cleaned or repainted as directed by the Engineer at no cost to the Port.</w:t>
      </w:r>
    </w:p>
    <w:p w14:paraId="70B020C9" w14:textId="77777777" w:rsidR="007139FC" w:rsidRPr="007B6EAE" w:rsidRDefault="009E07D0" w:rsidP="007139FC">
      <w:pPr>
        <w:pStyle w:val="NumberedMaterial"/>
        <w:numPr>
          <w:ilvl w:val="3"/>
          <w:numId w:val="1"/>
        </w:numPr>
      </w:pPr>
      <w:r w:rsidRPr="007B6EAE">
        <w:t>Barriers and Enclosures may be reused for subsequent phases of work at different locations if they are in acceptable condition as determined by the Engineer. Panels shall not be reused if visible damage to exterior surfaces includes holes, dents or splintering. Contractor shall repaint panels as directed by the Engineer at each</w:t>
      </w:r>
      <w:r w:rsidR="007139FC" w:rsidRPr="007B6EAE">
        <w:t xml:space="preserve"> </w:t>
      </w:r>
      <w:r w:rsidRPr="007B6EAE">
        <w:t>location.</w:t>
      </w:r>
      <w:r w:rsidR="007139FC" w:rsidRPr="007B6EAE">
        <w:t xml:space="preserve"> </w:t>
      </w:r>
      <w:r w:rsidR="00204CDE" w:rsidRPr="007B6EAE">
        <w:t xml:space="preserve"> </w:t>
      </w:r>
      <w:r w:rsidR="007139FC" w:rsidRPr="007B6EAE">
        <w:t xml:space="preserve">(Based on the phasing plans and the number of relocations expected, the Contractor shall be required to repaint barriers or partition enclosures </w:t>
      </w:r>
      <w:r w:rsidR="00204CDE" w:rsidRPr="00D47CC0">
        <w:t>[</w:t>
      </w:r>
      <w:r w:rsidR="007139FC" w:rsidRPr="00D47CC0">
        <w:rPr>
          <w:shd w:val="clear" w:color="auto" w:fill="FBD4B4"/>
        </w:rPr>
        <w:t>_____</w:t>
      </w:r>
      <w:r w:rsidR="00204CDE" w:rsidRPr="00D47CC0">
        <w:t>]</w:t>
      </w:r>
      <w:r w:rsidR="007139FC" w:rsidRPr="007B6EAE">
        <w:t xml:space="preserve"> times during the course of the project.)</w:t>
      </w:r>
    </w:p>
    <w:p w14:paraId="2FE6A320" w14:textId="77777777" w:rsidR="0010629F" w:rsidRPr="00902BDD" w:rsidRDefault="009E07D0" w:rsidP="0010629F">
      <w:pPr>
        <w:pStyle w:val="NumberedMaterial"/>
        <w:numPr>
          <w:ilvl w:val="3"/>
          <w:numId w:val="1"/>
        </w:numPr>
      </w:pPr>
      <w:r w:rsidRPr="00902BDD">
        <w:t xml:space="preserve">Paint for all Barriers and Enclosures, including exposed fasteners, hinges and other hardware, shall be Sherwin Williams </w:t>
      </w:r>
      <w:r w:rsidR="0010629F">
        <w:t>Harmony Interior Acrylic Latex; or Kelly Moore with type and color to match</w:t>
      </w:r>
      <w:r w:rsidR="003229F4">
        <w:t xml:space="preserve"> or equal</w:t>
      </w:r>
      <w:r w:rsidR="0010629F">
        <w:t xml:space="preserve">.  </w:t>
      </w:r>
    </w:p>
    <w:p w14:paraId="3E0CCFE0" w14:textId="77777777" w:rsidR="009E07D0" w:rsidRPr="00902BDD" w:rsidRDefault="009E07D0" w:rsidP="009E07D0">
      <w:pPr>
        <w:pStyle w:val="NumberedMaterial"/>
        <w:numPr>
          <w:ilvl w:val="3"/>
          <w:numId w:val="1"/>
        </w:numPr>
      </w:pPr>
      <w:r w:rsidRPr="00902BDD">
        <w:t xml:space="preserve">Provide electrical power outlets for any advertising, safety or exit signs to be relocated from their existing locations in or on walls to the surface of the construction barricades that would cover or otherwise block them. </w:t>
      </w:r>
    </w:p>
    <w:p w14:paraId="0C8FA8A2" w14:textId="77777777" w:rsidR="009E07D0" w:rsidRPr="00902BDD" w:rsidRDefault="009E07D0" w:rsidP="009E07D0">
      <w:pPr>
        <w:pStyle w:val="NumberedMaterial"/>
        <w:numPr>
          <w:ilvl w:val="2"/>
          <w:numId w:val="1"/>
        </w:numPr>
      </w:pPr>
      <w:r w:rsidRPr="00902BDD">
        <w:t>Pedestrian Barriers</w:t>
      </w:r>
    </w:p>
    <w:p w14:paraId="7E4503AC" w14:textId="77777777" w:rsidR="009E07D0" w:rsidRPr="00902BDD" w:rsidRDefault="009E07D0" w:rsidP="009E07D0">
      <w:pPr>
        <w:pStyle w:val="NumberedMaterial"/>
        <w:numPr>
          <w:ilvl w:val="3"/>
          <w:numId w:val="1"/>
        </w:numPr>
      </w:pPr>
      <w:r w:rsidRPr="00902BDD">
        <w:t>Pedestrian Barriers shall be constructed with integral base or other devices to resist an overturning moment created by the force of 50 pounds per lineal foot applied horizontally at the height of 3 feet 6 inches perpendicular to the partition for the full length of the partition.</w:t>
      </w:r>
    </w:p>
    <w:p w14:paraId="38AADFDC" w14:textId="77777777" w:rsidR="00816B22" w:rsidRDefault="009E07D0" w:rsidP="00816B22">
      <w:pPr>
        <w:pStyle w:val="NumberedMaterial"/>
        <w:numPr>
          <w:ilvl w:val="3"/>
          <w:numId w:val="1"/>
        </w:numPr>
      </w:pPr>
      <w:r w:rsidRPr="00902BDD">
        <w:t>Pedestrian Barriers shall be 3’-feet-6-inch minimum height constructed of 1/2-inch ACX fire retardant treated plywood fastened to either 3</w:t>
      </w:r>
      <w:r w:rsidR="00C522A3" w:rsidRPr="00902BDD">
        <w:t>-</w:t>
      </w:r>
      <w:r w:rsidRPr="00902BDD">
        <w:t>5/8-inch -18 GA light gage steel or 2”x4” fire retardant treated timber studs with continuous framing at top and bottom. Face of Barrier exposed to the Public shall be smooth (A side) and free from protrusions with edges</w:t>
      </w:r>
      <w:r w:rsidR="00816B22">
        <w:t xml:space="preserve">. </w:t>
      </w:r>
    </w:p>
    <w:p w14:paraId="0E5AD6DD" w14:textId="77777777" w:rsidR="009E07D0" w:rsidRPr="00902BDD" w:rsidRDefault="009E07D0" w:rsidP="00816B22">
      <w:pPr>
        <w:pStyle w:val="NumberedMaterial"/>
        <w:numPr>
          <w:ilvl w:val="3"/>
          <w:numId w:val="1"/>
        </w:numPr>
      </w:pPr>
      <w:r w:rsidRPr="00902BDD">
        <w:t>Batten strips shall be securely fastened to the exterior face of barrier along the top edge and to neatly conceal all vertical joints and corners as shown in the sketches provided at the end of this section. Batten strips shall be 1/2-inch x 4-inches wide with exposed corners rounded or beveled at 45 degrees and shall be painted to match exposed face of barrier.</w:t>
      </w:r>
    </w:p>
    <w:p w14:paraId="4DF18AE4" w14:textId="77777777" w:rsidR="009E07D0" w:rsidRPr="00902BDD" w:rsidRDefault="009E07D0" w:rsidP="009E07D0">
      <w:pPr>
        <w:pStyle w:val="NumberedMaterial"/>
        <w:numPr>
          <w:ilvl w:val="3"/>
          <w:numId w:val="1"/>
        </w:numPr>
      </w:pPr>
      <w:r w:rsidRPr="00902BDD">
        <w:t xml:space="preserve">For Barriers with height of less than 6-feet-0 inch which enclose a vacant space such as the lower portion of a scaffold, provide fire retardant debris screen stretched horizontally over the enclosed space or as directed by the Engineer when no </w:t>
      </w:r>
      <w:r w:rsidR="008A06A4">
        <w:t>w</w:t>
      </w:r>
      <w:r w:rsidRPr="00902BDD">
        <w:t xml:space="preserve">ork is being performed within the space. Submit debris screen product and color for </w:t>
      </w:r>
      <w:r w:rsidR="00421A25">
        <w:t>acceptance</w:t>
      </w:r>
      <w:r w:rsidRPr="00902BDD">
        <w:t xml:space="preserve"> prior to installation.</w:t>
      </w:r>
    </w:p>
    <w:p w14:paraId="466A25EB" w14:textId="77777777" w:rsidR="009E07D0" w:rsidRPr="00902BDD" w:rsidRDefault="009E07D0" w:rsidP="009E07D0">
      <w:pPr>
        <w:pStyle w:val="NumberedMaterial"/>
        <w:numPr>
          <w:ilvl w:val="3"/>
          <w:numId w:val="1"/>
        </w:numPr>
      </w:pPr>
      <w:r w:rsidRPr="00902BDD">
        <w:t xml:space="preserve">When </w:t>
      </w:r>
      <w:r w:rsidR="00421A25">
        <w:t>accepted</w:t>
      </w:r>
      <w:r w:rsidRPr="00902BDD">
        <w:t xml:space="preserve"> by the Engineer, orange cones, stanchions, warning barrier fence or marker tape may be used as a temporary Pedestrian Barrier around the construction area where hazard exists to the public, airport facilities and staff, or Contractor personnel.</w:t>
      </w:r>
    </w:p>
    <w:p w14:paraId="713D8115" w14:textId="77777777" w:rsidR="009E07D0" w:rsidRPr="00902BDD" w:rsidRDefault="009E07D0" w:rsidP="009E07D0">
      <w:pPr>
        <w:pStyle w:val="NumberedMaterial"/>
        <w:numPr>
          <w:ilvl w:val="2"/>
          <w:numId w:val="1"/>
        </w:numPr>
      </w:pPr>
      <w:r w:rsidRPr="00902BDD">
        <w:t>Partition Enclosures</w:t>
      </w:r>
    </w:p>
    <w:p w14:paraId="5F8E053A" w14:textId="77777777" w:rsidR="009E07D0" w:rsidRDefault="009E07D0" w:rsidP="009E07D0">
      <w:pPr>
        <w:pStyle w:val="NumberedMaterial"/>
        <w:numPr>
          <w:ilvl w:val="3"/>
          <w:numId w:val="1"/>
        </w:numPr>
      </w:pPr>
      <w:r w:rsidRPr="00902BDD">
        <w:lastRenderedPageBreak/>
        <w:t xml:space="preserve">Partition Enclosures shall be capable of resisting 5 </w:t>
      </w:r>
      <w:proofErr w:type="spellStart"/>
      <w:r w:rsidRPr="00902BDD">
        <w:t>psf</w:t>
      </w:r>
      <w:proofErr w:type="spellEnd"/>
      <w:r w:rsidRPr="00902BDD">
        <w:t xml:space="preserve"> applied over the entire surface of each side, separately. Where required or as shown on the plans, partitions shall be constructed to safely support dislocated or relocated functioning appurtenances such as telephones, advertising signs, fire extinguishers, and other similar items. The Contractor shall be responsible for the structural integrity and capacity of the partitions carrying the additional weight of these items.</w:t>
      </w:r>
    </w:p>
    <w:p w14:paraId="666B72FC" w14:textId="77777777" w:rsidR="00C426B7" w:rsidRPr="00C426B7" w:rsidRDefault="00C426B7" w:rsidP="00C426B7">
      <w:pPr>
        <w:pStyle w:val="Note"/>
        <w:ind w:left="2880"/>
      </w:pPr>
      <w:r w:rsidRPr="00C426B7">
        <w:t xml:space="preserve">NOTE TO DESIGNER: Estimated weight of back-lit advertising signs is from 150 to 300 </w:t>
      </w:r>
      <w:proofErr w:type="spellStart"/>
      <w:r w:rsidRPr="00C426B7">
        <w:t>lbs</w:t>
      </w:r>
      <w:proofErr w:type="spellEnd"/>
      <w:r w:rsidRPr="00C426B7">
        <w:t xml:space="preserve"> depending on the size.  Project specific sign information to be included here</w:t>
      </w:r>
      <w:r w:rsidRPr="00C426B7">
        <w:rPr>
          <w:b/>
        </w:rPr>
        <w:t>, including provisions for required electrical service</w:t>
      </w:r>
      <w:r w:rsidRPr="00C426B7">
        <w:t>.</w:t>
      </w:r>
    </w:p>
    <w:p w14:paraId="4327237C" w14:textId="77777777" w:rsidR="008B0F84" w:rsidRDefault="00F023DD" w:rsidP="008B0F84">
      <w:pPr>
        <w:pStyle w:val="NumberedMaterial"/>
        <w:numPr>
          <w:ilvl w:val="3"/>
          <w:numId w:val="1"/>
        </w:numPr>
      </w:pPr>
      <w:r>
        <w:t xml:space="preserve">Reference attachment </w:t>
      </w:r>
      <w:r w:rsidR="008B0F84" w:rsidRPr="00A97237">
        <w:t xml:space="preserve">01 50 00 </w:t>
      </w:r>
      <w:r w:rsidR="00BB2B86">
        <w:t>B</w:t>
      </w:r>
      <w:r w:rsidR="008B0F84" w:rsidRPr="00A97237">
        <w:t xml:space="preserve"> Elevation</w:t>
      </w:r>
      <w:r w:rsidR="008B0F84">
        <w:t xml:space="preserve"> and </w:t>
      </w:r>
      <w:r w:rsidR="008B0F84" w:rsidRPr="00A97237">
        <w:t xml:space="preserve">01 50 00 </w:t>
      </w:r>
      <w:r w:rsidR="00BB2B86">
        <w:t>C</w:t>
      </w:r>
      <w:r w:rsidR="008B0F84" w:rsidRPr="00A97237">
        <w:t xml:space="preserve"> Section Model</w:t>
      </w:r>
      <w:r w:rsidR="008B0F84">
        <w:t xml:space="preserve"> for construction of Partition Enclosures.</w:t>
      </w:r>
    </w:p>
    <w:p w14:paraId="4F892224" w14:textId="77777777" w:rsidR="009E07D0" w:rsidRPr="00902BDD" w:rsidRDefault="009E07D0" w:rsidP="009E07D0">
      <w:pPr>
        <w:pStyle w:val="NumberedMaterial"/>
        <w:numPr>
          <w:ilvl w:val="3"/>
          <w:numId w:val="1"/>
        </w:numPr>
      </w:pPr>
      <w:r w:rsidRPr="00902BDD">
        <w:t>Partition Enclosures shall be 8-feet-0-inch minimum height, constructed of 1/2-inch ACX fire retardant treated plywood fastened to either 3</w:t>
      </w:r>
      <w:r w:rsidR="00C522A3" w:rsidRPr="00902BDD">
        <w:t>-</w:t>
      </w:r>
      <w:r w:rsidRPr="00902BDD">
        <w:t>5/8-inch -18 GA light gage steel or 2”x4” fire retardant treated timber studs with continuous framing at top and bottom. Face of Enclosure exposed to the Public shall be smooth (A side) and free from protrusions with edges and corners eased and painted per</w:t>
      </w:r>
      <w:r w:rsidR="00A97237">
        <w:t xml:space="preserve"> the</w:t>
      </w:r>
      <w:r w:rsidRPr="00902BDD">
        <w:t xml:space="preserve"> General Requirements</w:t>
      </w:r>
      <w:r w:rsidR="00A97237">
        <w:t xml:space="preserve"> of this section</w:t>
      </w:r>
      <w:r w:rsidRPr="00902BDD">
        <w:t>.</w:t>
      </w:r>
      <w:r w:rsidR="00A97237">
        <w:t xml:space="preserve"> </w:t>
      </w:r>
    </w:p>
    <w:p w14:paraId="5AEF8D9A" w14:textId="77777777" w:rsidR="009E07D0" w:rsidRPr="00902BDD" w:rsidRDefault="009E07D0" w:rsidP="009E07D0">
      <w:pPr>
        <w:pStyle w:val="NumberedMaterial"/>
        <w:numPr>
          <w:ilvl w:val="3"/>
          <w:numId w:val="1"/>
        </w:numPr>
      </w:pPr>
      <w:r w:rsidRPr="00902BDD">
        <w:t>Batten strips shall be securely fastened to the exterior face of barrier along the top edge and to neatly conceal all vertical joints and corners as shown in the sketches provided at the end of this section. Batten strips shall be 1/2-inch x 4-inches wide with exposed corners rounded or beveled at 45 degrees and shall be painted to match exposed face of partition.</w:t>
      </w:r>
    </w:p>
    <w:p w14:paraId="33183492" w14:textId="77777777" w:rsidR="001508D1" w:rsidRPr="00902BDD" w:rsidRDefault="001508D1" w:rsidP="001508D1">
      <w:pPr>
        <w:pStyle w:val="NumberedMaterial"/>
        <w:numPr>
          <w:ilvl w:val="3"/>
          <w:numId w:val="1"/>
        </w:numPr>
      </w:pPr>
      <w:r>
        <w:t>Double wide delivery d</w:t>
      </w:r>
      <w:r w:rsidR="009E07D0" w:rsidRPr="00902BDD">
        <w:t>oors shall be constructed of similar fire</w:t>
      </w:r>
      <w:r w:rsidR="00E2589F">
        <w:t>-</w:t>
      </w:r>
      <w:r w:rsidR="009E07D0" w:rsidRPr="00902BDD">
        <w:t xml:space="preserve">retardant materials and exposed finish used for partitions and shall be fully framed to eliminate warping. Doors shall remain flush with exposed partition face when closed. Rollers may be used to support </w:t>
      </w:r>
      <w:r w:rsidR="0030609D">
        <w:t>d</w:t>
      </w:r>
      <w:r w:rsidR="0030609D" w:rsidRPr="00902BDD">
        <w:t>oors</w:t>
      </w:r>
      <w:r w:rsidR="00551CA5">
        <w:t>,</w:t>
      </w:r>
      <w:r w:rsidR="0030609D" w:rsidRPr="00902BDD">
        <w:t xml:space="preserve"> </w:t>
      </w:r>
      <w:r w:rsidR="009E07D0" w:rsidRPr="00902BDD">
        <w:t>if necessary</w:t>
      </w:r>
      <w:r w:rsidR="00551CA5">
        <w:t>,</w:t>
      </w:r>
      <w:r w:rsidR="009E07D0" w:rsidRPr="00902BDD">
        <w:t xml:space="preserve"> to prevent damage to flooring. All exposed hinges and hardware for doors shall be clean and painted to match exposed face of partition. Holes in doors for locks and chains shall be drilled or machine cut with edges eased and no larger than 5 inches in diameter. For adjacent </w:t>
      </w:r>
      <w:r w:rsidR="0030609D">
        <w:t>d</w:t>
      </w:r>
      <w:r w:rsidR="0030609D" w:rsidRPr="00902BDD">
        <w:t>oors</w:t>
      </w:r>
      <w:r w:rsidR="009E07D0" w:rsidRPr="00902BDD">
        <w:t>, holes shall be the same diameter and occur at the same height.</w:t>
      </w:r>
      <w:r>
        <w:t xml:space="preserve">  </w:t>
      </w:r>
    </w:p>
    <w:p w14:paraId="42A5A6E5" w14:textId="77777777" w:rsidR="009E07D0" w:rsidRDefault="009E07D0" w:rsidP="009E07D0">
      <w:pPr>
        <w:pStyle w:val="NumberedMaterial"/>
        <w:numPr>
          <w:ilvl w:val="3"/>
          <w:numId w:val="1"/>
        </w:numPr>
      </w:pPr>
      <w:r w:rsidRPr="00902BDD">
        <w:t xml:space="preserve">All chains and locks used at </w:t>
      </w:r>
      <w:r w:rsidR="001508D1">
        <w:t>delivery d</w:t>
      </w:r>
      <w:r w:rsidRPr="00902BDD">
        <w:t>oors visible to the Public shall be clean and free from rust. Verify chain and lock arrangement with the Engineer to allow 24</w:t>
      </w:r>
      <w:r w:rsidR="0077681F">
        <w:t>-</w:t>
      </w:r>
      <w:r w:rsidRPr="00902BDD">
        <w:t>hour access to enclosure areas for Contractor and authorized Port personnel.</w:t>
      </w:r>
      <w:r w:rsidR="001508D1">
        <w:t xml:space="preserve">  Delivery doors shall be </w:t>
      </w:r>
      <w:r w:rsidR="00317491">
        <w:t>secured</w:t>
      </w:r>
      <w:r w:rsidR="001508D1">
        <w:t xml:space="preserve"> when not in use.</w:t>
      </w:r>
    </w:p>
    <w:p w14:paraId="68008192" w14:textId="77777777" w:rsidR="001508D1" w:rsidRDefault="001508D1" w:rsidP="009E07D0">
      <w:pPr>
        <w:pStyle w:val="NumberedMaterial"/>
        <w:numPr>
          <w:ilvl w:val="3"/>
          <w:numId w:val="1"/>
        </w:numPr>
      </w:pPr>
      <w:r>
        <w:t xml:space="preserve">Provide </w:t>
      </w:r>
      <w:r w:rsidR="007C117E">
        <w:t xml:space="preserve">a </w:t>
      </w:r>
      <w:r>
        <w:t xml:space="preserve">3-0 X 7-0 hollow metal door for </w:t>
      </w:r>
      <w:r w:rsidR="00317491">
        <w:t>general</w:t>
      </w:r>
      <w:r>
        <w:t xml:space="preserve"> person</w:t>
      </w:r>
      <w:r w:rsidR="00317491">
        <w:t>ne</w:t>
      </w:r>
      <w:r>
        <w:t xml:space="preserve">l access into the </w:t>
      </w:r>
      <w:r w:rsidR="008A06A4">
        <w:t>w</w:t>
      </w:r>
      <w:r>
        <w:t xml:space="preserve">ork space.  The door shall be provided with a closure </w:t>
      </w:r>
      <w:r w:rsidR="00317491">
        <w:t xml:space="preserve">and lockset </w:t>
      </w:r>
      <w:r>
        <w:t xml:space="preserve">to keep the </w:t>
      </w:r>
      <w:r w:rsidR="00317491">
        <w:t>site secure during construction.</w:t>
      </w:r>
      <w:r w:rsidR="00BA509E">
        <w:t xml:space="preserve"> </w:t>
      </w:r>
      <w:r w:rsidR="00440AD1">
        <w:t>Coordinate with the Engineer to have a Port of Seattle core installed in the lockset.</w:t>
      </w:r>
    </w:p>
    <w:p w14:paraId="7677AAD5" w14:textId="77777777" w:rsidR="009E07D0" w:rsidRPr="00902BDD" w:rsidRDefault="009E07D0" w:rsidP="009E07D0">
      <w:pPr>
        <w:pStyle w:val="NumberedMaterial"/>
        <w:numPr>
          <w:ilvl w:val="2"/>
          <w:numId w:val="1"/>
        </w:numPr>
      </w:pPr>
      <w:r w:rsidRPr="00902BDD">
        <w:t>Polyethylene Enclosures</w:t>
      </w:r>
    </w:p>
    <w:p w14:paraId="67E1A3B0" w14:textId="77777777" w:rsidR="009E07D0" w:rsidRPr="00902BDD" w:rsidRDefault="009E07D0" w:rsidP="009E07D0">
      <w:pPr>
        <w:pStyle w:val="NumberedMaterial"/>
        <w:numPr>
          <w:ilvl w:val="3"/>
          <w:numId w:val="1"/>
        </w:numPr>
      </w:pPr>
      <w:r w:rsidRPr="00902BDD">
        <w:t xml:space="preserve">Polyethylene Enclosures: Enclosures constructed with polyethylene as described in </w:t>
      </w:r>
      <w:r w:rsidR="00016DC4">
        <w:t>the</w:t>
      </w:r>
      <w:r w:rsidRPr="00902BDD">
        <w:t xml:space="preserve"> General Requirements that completely enclose the </w:t>
      </w:r>
      <w:r w:rsidR="008A06A4">
        <w:t>w</w:t>
      </w:r>
      <w:r w:rsidRPr="00902BDD">
        <w:t xml:space="preserve">ork area above the 8-foot-0-inch height enclosed by Partition Enclosures as </w:t>
      </w:r>
      <w:r w:rsidRPr="00902BDD">
        <w:lastRenderedPageBreak/>
        <w:t xml:space="preserve">shown in the sketch provided at the end of this section. Polyethylene Enclosure support framework shall be capable of supporting 1 </w:t>
      </w:r>
      <w:proofErr w:type="spellStart"/>
      <w:r w:rsidRPr="00902BDD">
        <w:t>psf</w:t>
      </w:r>
      <w:proofErr w:type="spellEnd"/>
      <w:r w:rsidRPr="00902BDD">
        <w:t xml:space="preserve"> applied over the entire surface of each side, separately.</w:t>
      </w:r>
    </w:p>
    <w:p w14:paraId="56518FF2" w14:textId="77777777" w:rsidR="009E07D0" w:rsidRPr="00902BDD" w:rsidRDefault="009E07D0" w:rsidP="009E07D0">
      <w:pPr>
        <w:pStyle w:val="NumberedMaterial"/>
        <w:numPr>
          <w:ilvl w:val="3"/>
          <w:numId w:val="1"/>
        </w:numPr>
      </w:pPr>
      <w:r w:rsidRPr="00902BDD">
        <w:t xml:space="preserve">Polyethylene sheeting for </w:t>
      </w:r>
      <w:r w:rsidR="0030609D">
        <w:t>e</w:t>
      </w:r>
      <w:r w:rsidR="0030609D" w:rsidRPr="00902BDD">
        <w:t>nclosures</w:t>
      </w:r>
      <w:r w:rsidRPr="00902BDD">
        <w:t>, wall, stationary objects, floors, ceilings and all other uses shall be white in color and at least 6-mil thickness. Exterior sheeting exposed to Public view shall be installed on the outside of the support framework to cover the framework. Sheeting shall be used in widths selected to minimize the frequency of joints. All polyethylene sheeting used shall be fire retardant and meet Port Fire Department requirements.</w:t>
      </w:r>
    </w:p>
    <w:p w14:paraId="120C1E2B" w14:textId="77777777" w:rsidR="009E07D0" w:rsidRPr="00902BDD" w:rsidRDefault="009E07D0" w:rsidP="009E07D0">
      <w:pPr>
        <w:pStyle w:val="NumberedMaterial"/>
        <w:numPr>
          <w:ilvl w:val="3"/>
          <w:numId w:val="1"/>
        </w:numPr>
      </w:pPr>
      <w:r w:rsidRPr="00902BDD">
        <w:t xml:space="preserve">Joints between polyethylene sheets shall be securely taped. Tape shall be white in color and one type of tape shall be used for all enclosures. Sheeting and tape samples shall be submitted for </w:t>
      </w:r>
      <w:r w:rsidR="00421A25">
        <w:t>acceptance</w:t>
      </w:r>
      <w:r w:rsidRPr="00902BDD">
        <w:t xml:space="preserve"> by the Engineer prior to installation.</w:t>
      </w:r>
    </w:p>
    <w:p w14:paraId="75EE16A2" w14:textId="77777777" w:rsidR="009E07D0" w:rsidRPr="00902BDD" w:rsidRDefault="009E07D0" w:rsidP="009E07D0">
      <w:pPr>
        <w:pStyle w:val="NumberedMaterial"/>
        <w:numPr>
          <w:ilvl w:val="3"/>
          <w:numId w:val="1"/>
        </w:numPr>
      </w:pPr>
      <w:r w:rsidRPr="00902BDD">
        <w:t>Polyethylene enclosures shall be neatly secured when not in use and care shall be taken to avoid loose sheeting and tape.</w:t>
      </w:r>
    </w:p>
    <w:p w14:paraId="49E73BD6" w14:textId="77777777" w:rsidR="009E07D0" w:rsidRPr="00902BDD" w:rsidRDefault="009E07D0" w:rsidP="009E07D0">
      <w:pPr>
        <w:pStyle w:val="NumberedMaterial"/>
        <w:numPr>
          <w:ilvl w:val="3"/>
          <w:numId w:val="1"/>
        </w:numPr>
      </w:pPr>
      <w:r w:rsidRPr="00902BDD">
        <w:t xml:space="preserve">The use of </w:t>
      </w:r>
      <w:r w:rsidR="0030609D">
        <w:t>p</w:t>
      </w:r>
      <w:r w:rsidR="0030609D" w:rsidRPr="00902BDD">
        <w:t xml:space="preserve">olyethylene </w:t>
      </w:r>
      <w:r w:rsidR="0030609D">
        <w:t>e</w:t>
      </w:r>
      <w:r w:rsidR="0030609D" w:rsidRPr="00902BDD">
        <w:t xml:space="preserve">nclosures </w:t>
      </w:r>
      <w:r w:rsidRPr="00902BDD">
        <w:t xml:space="preserve">shall be minimized except as required in </w:t>
      </w:r>
      <w:r w:rsidR="00A97237">
        <w:t>the</w:t>
      </w:r>
      <w:r w:rsidRPr="00902BDD">
        <w:t xml:space="preserve"> General Requirements</w:t>
      </w:r>
      <w:r w:rsidR="00A97237">
        <w:t xml:space="preserve"> of this section</w:t>
      </w:r>
      <w:r w:rsidRPr="00902BDD">
        <w:t xml:space="preserve"> or as directed by the Engineer.</w:t>
      </w:r>
    </w:p>
    <w:p w14:paraId="46EF6BAA" w14:textId="77777777" w:rsidR="009E07D0" w:rsidRPr="00902BDD" w:rsidRDefault="009E07D0" w:rsidP="009E07D0">
      <w:pPr>
        <w:pStyle w:val="NumberedMaterial"/>
        <w:numPr>
          <w:ilvl w:val="1"/>
          <w:numId w:val="1"/>
        </w:numPr>
      </w:pPr>
      <w:r w:rsidRPr="00902BDD">
        <w:t>FENCES</w:t>
      </w:r>
    </w:p>
    <w:p w14:paraId="6A023A50" w14:textId="77777777" w:rsidR="009E07D0" w:rsidRDefault="009E07D0" w:rsidP="009E07D0">
      <w:pPr>
        <w:pStyle w:val="NumberedMaterial"/>
        <w:numPr>
          <w:ilvl w:val="2"/>
          <w:numId w:val="1"/>
        </w:numPr>
      </w:pPr>
      <w:r w:rsidRPr="00902BDD">
        <w:t xml:space="preserve">Provide a 6-foot-high chain link fence with gates around the perimeter of the site for security during the entire length of construction or unless </w:t>
      </w:r>
      <w:r w:rsidR="00421A25">
        <w:t>accepted</w:t>
      </w:r>
      <w:r w:rsidRPr="00902BDD">
        <w:t xml:space="preserve"> otherwise by the </w:t>
      </w:r>
      <w:r w:rsidR="00D47CC0">
        <w:t>Engineer</w:t>
      </w:r>
      <w:r w:rsidRPr="00902BDD">
        <w:t>.</w:t>
      </w:r>
    </w:p>
    <w:p w14:paraId="7283FBEE" w14:textId="77777777" w:rsidR="00C426B7" w:rsidRPr="00C426B7" w:rsidRDefault="00C426B7" w:rsidP="00C426B7">
      <w:pPr>
        <w:pStyle w:val="Note"/>
        <w:ind w:left="2160"/>
      </w:pPr>
      <w:r w:rsidRPr="00C426B7">
        <w:t>NOTE TO DESIGNER:  If temporary AOA fencing is required, see FAA requirements.</w:t>
      </w:r>
    </w:p>
    <w:p w14:paraId="4C64D6BE" w14:textId="77777777" w:rsidR="009E07D0" w:rsidRPr="00902BDD" w:rsidRDefault="009E07D0" w:rsidP="009E07D0">
      <w:pPr>
        <w:pStyle w:val="NumberedMaterial"/>
        <w:numPr>
          <w:ilvl w:val="1"/>
          <w:numId w:val="1"/>
        </w:numPr>
      </w:pPr>
      <w:r w:rsidRPr="00902BDD">
        <w:t>EXTERIOR ENCLOSURES</w:t>
      </w:r>
    </w:p>
    <w:p w14:paraId="538F0579" w14:textId="77777777" w:rsidR="009E07D0" w:rsidRDefault="009E07D0" w:rsidP="009E07D0">
      <w:pPr>
        <w:pStyle w:val="NumberedMaterial"/>
        <w:numPr>
          <w:ilvl w:val="2"/>
          <w:numId w:val="1"/>
        </w:numPr>
      </w:pPr>
      <w:r w:rsidRPr="00902BDD">
        <w:t>Provide temporary weather tight closure of exterior openings to outside of the building to accommodate acceptable working conditions and protection for Products, to allow for temporary heating and maintenance of required ambient temperatures identified in individual specification sections, and to prevent entry of unauthorized persons. Exterior enclosures shall be constructed with full height, insulated partitions having a minimum R Value of 12. Provide access doors with self-closing hardware and locks.</w:t>
      </w:r>
    </w:p>
    <w:p w14:paraId="30D1D39E" w14:textId="77777777" w:rsidR="009E07D0" w:rsidRPr="00902BDD" w:rsidRDefault="009E07D0" w:rsidP="009E07D0">
      <w:pPr>
        <w:pStyle w:val="NumberedMaterial"/>
        <w:numPr>
          <w:ilvl w:val="1"/>
          <w:numId w:val="1"/>
        </w:numPr>
      </w:pPr>
      <w:r w:rsidRPr="00902BDD">
        <w:t>PROTECTION OF INSTALLED WORK</w:t>
      </w:r>
    </w:p>
    <w:p w14:paraId="7CB01402" w14:textId="77777777" w:rsidR="009E07D0" w:rsidRPr="00902BDD" w:rsidRDefault="009E07D0" w:rsidP="009E07D0">
      <w:pPr>
        <w:pStyle w:val="NumberedMaterial"/>
        <w:numPr>
          <w:ilvl w:val="2"/>
          <w:numId w:val="1"/>
        </w:numPr>
      </w:pPr>
      <w:r w:rsidRPr="00902BDD">
        <w:t xml:space="preserve">Protect installed </w:t>
      </w:r>
      <w:r w:rsidR="008A06A4">
        <w:t>w</w:t>
      </w:r>
      <w:r w:rsidRPr="00902BDD">
        <w:t>ork and provide special protection where specified in individual specification sections.</w:t>
      </w:r>
    </w:p>
    <w:p w14:paraId="09FC991A" w14:textId="77777777" w:rsidR="009E07D0" w:rsidRPr="00902BDD" w:rsidRDefault="009E07D0" w:rsidP="009E07D0">
      <w:pPr>
        <w:pStyle w:val="NumberedMaterial"/>
        <w:numPr>
          <w:ilvl w:val="2"/>
          <w:numId w:val="1"/>
        </w:numPr>
      </w:pPr>
      <w:r w:rsidRPr="00902BDD">
        <w:t xml:space="preserve">Provide temporary and removable protection for installed </w:t>
      </w:r>
      <w:r w:rsidR="0030609D">
        <w:t>p</w:t>
      </w:r>
      <w:r w:rsidR="0030609D" w:rsidRPr="00902BDD">
        <w:t>roducts</w:t>
      </w:r>
      <w:r w:rsidRPr="00902BDD">
        <w:t xml:space="preserve">. Control activity in immediate </w:t>
      </w:r>
      <w:r w:rsidR="008A06A4">
        <w:t>w</w:t>
      </w:r>
      <w:r w:rsidRPr="00902BDD">
        <w:t>ork area to prevent damage.</w:t>
      </w:r>
    </w:p>
    <w:p w14:paraId="3A8A1E09" w14:textId="77777777" w:rsidR="009E07D0" w:rsidRPr="00902BDD" w:rsidRDefault="009E07D0" w:rsidP="009E07D0">
      <w:pPr>
        <w:pStyle w:val="NumberedMaterial"/>
        <w:numPr>
          <w:ilvl w:val="2"/>
          <w:numId w:val="1"/>
        </w:numPr>
      </w:pPr>
      <w:r w:rsidRPr="00902BDD">
        <w:t>Provide protective coverings at walls, projections, jambs, sills, and soffits of openings.</w:t>
      </w:r>
    </w:p>
    <w:p w14:paraId="5FAF23D2" w14:textId="77777777" w:rsidR="009E07D0" w:rsidRPr="00902BDD" w:rsidRDefault="009E07D0" w:rsidP="009E07D0">
      <w:pPr>
        <w:pStyle w:val="NumberedMaterial"/>
        <w:numPr>
          <w:ilvl w:val="2"/>
          <w:numId w:val="1"/>
        </w:numPr>
      </w:pPr>
      <w:r w:rsidRPr="00902BDD">
        <w:t>Protect finished floors, stairs, and other surfaces from traffic, dirt, wear, damage, or movement of heavy objects, by protecting with durable sheet materials.</w:t>
      </w:r>
    </w:p>
    <w:p w14:paraId="5CFE2659" w14:textId="77777777" w:rsidR="009E07D0" w:rsidRPr="00902BDD" w:rsidRDefault="009E07D0" w:rsidP="009E07D0">
      <w:pPr>
        <w:pStyle w:val="NumberedMaterial"/>
        <w:numPr>
          <w:ilvl w:val="2"/>
          <w:numId w:val="1"/>
        </w:numPr>
      </w:pPr>
      <w:r w:rsidRPr="00902BDD">
        <w:lastRenderedPageBreak/>
        <w:t>Prohibit traffic or storage upon waterproofed or roofed surfaces. If traffic or activity is necessary, obtain recommendations for protection from waterproofing or roofing material manufacturer.</w:t>
      </w:r>
    </w:p>
    <w:p w14:paraId="1D12163A" w14:textId="77777777" w:rsidR="009E07D0" w:rsidRPr="00902BDD" w:rsidRDefault="009E07D0" w:rsidP="009E07D0">
      <w:pPr>
        <w:pStyle w:val="NumberedMaterial"/>
        <w:numPr>
          <w:ilvl w:val="2"/>
          <w:numId w:val="1"/>
        </w:numPr>
      </w:pPr>
      <w:r w:rsidRPr="00902BDD">
        <w:t>Prohibit traffic across landscaped areas.</w:t>
      </w:r>
    </w:p>
    <w:p w14:paraId="59EB6624" w14:textId="77777777" w:rsidR="009E07D0" w:rsidRDefault="009E07D0" w:rsidP="009E07D0">
      <w:pPr>
        <w:pStyle w:val="NumberedMaterial"/>
        <w:numPr>
          <w:ilvl w:val="1"/>
          <w:numId w:val="1"/>
        </w:numPr>
      </w:pPr>
      <w:r w:rsidRPr="00902BDD">
        <w:t>SECURITY</w:t>
      </w:r>
    </w:p>
    <w:p w14:paraId="36BA6053" w14:textId="04C6930E" w:rsidR="00C426B7" w:rsidRDefault="00C426B7" w:rsidP="00C426B7">
      <w:pPr>
        <w:pStyle w:val="Note"/>
      </w:pPr>
      <w:r>
        <w:t>NOTE TO DESIGNER:  Check with P</w:t>
      </w:r>
      <w:r w:rsidR="00F55DE3">
        <w:t>ort</w:t>
      </w:r>
      <w:r>
        <w:t xml:space="preserve"> Police and Fire Department to determine project-specific fire or security requirements</w:t>
      </w:r>
    </w:p>
    <w:p w14:paraId="270E238D" w14:textId="77777777" w:rsidR="00C426B7" w:rsidRPr="00902BDD" w:rsidRDefault="00C426B7" w:rsidP="00C426B7">
      <w:pPr>
        <w:pStyle w:val="NumberedMaterial"/>
        <w:numPr>
          <w:ilvl w:val="0"/>
          <w:numId w:val="0"/>
        </w:numPr>
        <w:ind w:left="720"/>
      </w:pPr>
    </w:p>
    <w:p w14:paraId="64769211" w14:textId="77777777" w:rsidR="009E07D0" w:rsidRPr="00902BDD" w:rsidRDefault="009E07D0" w:rsidP="009E07D0">
      <w:pPr>
        <w:pStyle w:val="NumberedMaterial"/>
        <w:numPr>
          <w:ilvl w:val="2"/>
          <w:numId w:val="1"/>
        </w:numPr>
      </w:pPr>
      <w:r w:rsidRPr="00902BDD">
        <w:t xml:space="preserve">Provide security and facilities to protect the </w:t>
      </w:r>
      <w:r w:rsidR="008A06A4">
        <w:t>W</w:t>
      </w:r>
      <w:r w:rsidRPr="00902BDD">
        <w:t>ork and Port’s operations from unauthorized entry, vandalism, or theft.</w:t>
      </w:r>
    </w:p>
    <w:p w14:paraId="33CE78B5" w14:textId="77777777" w:rsidR="009E07D0" w:rsidRPr="00902BDD" w:rsidRDefault="009E07D0" w:rsidP="009E07D0">
      <w:pPr>
        <w:pStyle w:val="NumberedMaterial"/>
        <w:numPr>
          <w:ilvl w:val="2"/>
          <w:numId w:val="1"/>
        </w:numPr>
      </w:pPr>
      <w:r w:rsidRPr="00902BDD">
        <w:t xml:space="preserve">The construction site shall be closed to the public at all times. Construction site is defined as the temporary facilities and </w:t>
      </w:r>
      <w:r w:rsidR="008A06A4">
        <w:t>w</w:t>
      </w:r>
      <w:r w:rsidRPr="00902BDD">
        <w:t>ork areas inside partitions, enclosures, and cones and tape.</w:t>
      </w:r>
    </w:p>
    <w:p w14:paraId="12F98C20" w14:textId="77777777" w:rsidR="009E07D0" w:rsidRPr="00902BDD" w:rsidRDefault="009E07D0" w:rsidP="009E07D0">
      <w:pPr>
        <w:pStyle w:val="NumberedMaterial"/>
        <w:numPr>
          <w:ilvl w:val="2"/>
          <w:numId w:val="1"/>
        </w:numPr>
      </w:pPr>
      <w:r w:rsidRPr="00902BDD">
        <w:t>Ensure the security of tenant facilities in the event construction activities endanger those facilities or commodities.</w:t>
      </w:r>
    </w:p>
    <w:p w14:paraId="0A816F56" w14:textId="77777777" w:rsidR="009E07D0" w:rsidRPr="00902BDD" w:rsidRDefault="009E07D0" w:rsidP="009E07D0">
      <w:pPr>
        <w:pStyle w:val="NumberedMaterial"/>
        <w:numPr>
          <w:ilvl w:val="2"/>
          <w:numId w:val="1"/>
        </w:numPr>
      </w:pPr>
      <w:r w:rsidRPr="00902BDD">
        <w:t>Abide by special requests of security personnel, Port of Seattle Police and Fire Departments.</w:t>
      </w:r>
    </w:p>
    <w:p w14:paraId="2298E334" w14:textId="77777777" w:rsidR="009E07D0" w:rsidRPr="00902BDD" w:rsidRDefault="009E07D0" w:rsidP="009E07D0">
      <w:pPr>
        <w:pStyle w:val="NumberedMaterial"/>
        <w:numPr>
          <w:ilvl w:val="2"/>
          <w:numId w:val="1"/>
        </w:numPr>
      </w:pPr>
      <w:r w:rsidRPr="00902BDD">
        <w:t>Airport Security: See requirements summarized in paragraph</w:t>
      </w:r>
      <w:r w:rsidR="000F2D83">
        <w:t xml:space="preserve">, </w:t>
      </w:r>
      <w:r w:rsidR="00F023DD">
        <w:t>Airport Rules and Regulations,</w:t>
      </w:r>
      <w:r w:rsidRPr="00902BDD">
        <w:t xml:space="preserve"> Section </w:t>
      </w:r>
      <w:r w:rsidR="0005022B">
        <w:t>01 35 13.13</w:t>
      </w:r>
      <w:r w:rsidR="0005022B" w:rsidRPr="00902BDD">
        <w:t xml:space="preserve"> </w:t>
      </w:r>
      <w:r w:rsidRPr="00902BDD">
        <w:t>- Operational Safety on Airports</w:t>
      </w:r>
      <w:r w:rsidR="00A66C7F">
        <w:t xml:space="preserve"> </w:t>
      </w:r>
      <w:r w:rsidR="00016DC4">
        <w:t>D</w:t>
      </w:r>
      <w:r w:rsidR="00A66C7F" w:rsidRPr="00902BDD">
        <w:t>uring</w:t>
      </w:r>
      <w:r w:rsidRPr="00902BDD">
        <w:t xml:space="preserve"> Construction, and Section </w:t>
      </w:r>
      <w:r w:rsidR="0005022B">
        <w:t>01 14 13</w:t>
      </w:r>
      <w:r w:rsidR="0005022B" w:rsidRPr="00902BDD">
        <w:t xml:space="preserve"> </w:t>
      </w:r>
      <w:r w:rsidRPr="00902BDD">
        <w:t>- Airport Personnel Identification/Access Control</w:t>
      </w:r>
      <w:r w:rsidR="00016DC4">
        <w:t xml:space="preserve"> and Security</w:t>
      </w:r>
      <w:r w:rsidRPr="00902BDD">
        <w:t>, of these specifications.</w:t>
      </w:r>
    </w:p>
    <w:p w14:paraId="5E50F4C4" w14:textId="77777777" w:rsidR="009E07D0" w:rsidRPr="00902BDD" w:rsidRDefault="009E07D0" w:rsidP="009E07D0">
      <w:pPr>
        <w:pStyle w:val="NumberedMaterial"/>
        <w:numPr>
          <w:ilvl w:val="1"/>
          <w:numId w:val="1"/>
        </w:numPr>
      </w:pPr>
      <w:r w:rsidRPr="00902BDD">
        <w:t>PROGRESS CLEANING AND WASTE REMOVAL</w:t>
      </w:r>
    </w:p>
    <w:p w14:paraId="62CAE9DA" w14:textId="77777777" w:rsidR="009E07D0" w:rsidRPr="00902BDD" w:rsidRDefault="009E07D0" w:rsidP="009E07D0">
      <w:pPr>
        <w:pStyle w:val="NumberedMaterial"/>
        <w:numPr>
          <w:ilvl w:val="2"/>
          <w:numId w:val="1"/>
        </w:numPr>
      </w:pPr>
      <w:r w:rsidRPr="00902BDD">
        <w:t>In addition to the requirements of Section 01</w:t>
      </w:r>
      <w:r w:rsidR="0005022B">
        <w:t xml:space="preserve"> </w:t>
      </w:r>
      <w:r w:rsidRPr="00902BDD">
        <w:t>74</w:t>
      </w:r>
      <w:r w:rsidR="0005022B">
        <w:t xml:space="preserve"> 0</w:t>
      </w:r>
      <w:r w:rsidRPr="00902BDD">
        <w:t>0 - Cleaning:</w:t>
      </w:r>
    </w:p>
    <w:p w14:paraId="1D7A4A8E" w14:textId="77777777" w:rsidR="009E07D0" w:rsidRDefault="009E07D0" w:rsidP="009E07D0">
      <w:pPr>
        <w:pStyle w:val="NumberedMaterial"/>
        <w:numPr>
          <w:ilvl w:val="3"/>
          <w:numId w:val="1"/>
        </w:numPr>
      </w:pPr>
      <w:r w:rsidRPr="00902BDD">
        <w:t>Maintain areas free of waste materials, debris, and rubbish. Maintain site in a clean and orderly condition.</w:t>
      </w:r>
    </w:p>
    <w:p w14:paraId="778AF4D0" w14:textId="77777777" w:rsidR="00BB5E04" w:rsidRPr="00902BDD" w:rsidRDefault="00BB5E04" w:rsidP="008C1378">
      <w:pPr>
        <w:pStyle w:val="NumberedMaterial"/>
        <w:numPr>
          <w:ilvl w:val="4"/>
          <w:numId w:val="1"/>
        </w:numPr>
      </w:pPr>
      <w:r>
        <w:t xml:space="preserve">Do not litter in outdoor work or staging areas. Keep outdoor areas free of debris and sediment, including cigarette butts. </w:t>
      </w:r>
    </w:p>
    <w:p w14:paraId="28DEB77D" w14:textId="77777777" w:rsidR="009E07D0" w:rsidRPr="00902BDD" w:rsidRDefault="009E07D0" w:rsidP="009E07D0">
      <w:pPr>
        <w:pStyle w:val="NumberedMaterial"/>
        <w:numPr>
          <w:ilvl w:val="3"/>
          <w:numId w:val="1"/>
        </w:numPr>
      </w:pPr>
      <w:r w:rsidRPr="00902BDD">
        <w:t>Remove debris and rubbish from pipe chases, plenums, attics, crawl spaces, and other closed or remote spaces, prior to enclosing the space.</w:t>
      </w:r>
    </w:p>
    <w:p w14:paraId="03320DDB" w14:textId="77777777" w:rsidR="009E07D0" w:rsidRPr="00902BDD" w:rsidRDefault="009E07D0" w:rsidP="009E07D0">
      <w:pPr>
        <w:pStyle w:val="NumberedMaterial"/>
        <w:numPr>
          <w:ilvl w:val="3"/>
          <w:numId w:val="1"/>
        </w:numPr>
      </w:pPr>
      <w:r w:rsidRPr="00902BDD">
        <w:t>Broom and vacuum clean interior areas prior to start of surface finishing, and continue cleaning to eliminate dust.</w:t>
      </w:r>
    </w:p>
    <w:p w14:paraId="324A3D10" w14:textId="77777777" w:rsidR="009E07D0" w:rsidRPr="00902BDD" w:rsidRDefault="009E07D0" w:rsidP="009E07D0">
      <w:pPr>
        <w:pStyle w:val="NumberedMaterial"/>
        <w:numPr>
          <w:ilvl w:val="3"/>
          <w:numId w:val="1"/>
        </w:numPr>
      </w:pPr>
      <w:r w:rsidRPr="00902BDD">
        <w:t>Collect and remove waste materials, debris, and rubbish from site and dispose off-site in a legal manner.</w:t>
      </w:r>
    </w:p>
    <w:p w14:paraId="6515529F" w14:textId="77777777" w:rsidR="009E07D0" w:rsidRPr="00902BDD" w:rsidRDefault="009E07D0" w:rsidP="009E07D0">
      <w:pPr>
        <w:pStyle w:val="NumberedMaterial"/>
        <w:numPr>
          <w:ilvl w:val="3"/>
          <w:numId w:val="1"/>
        </w:numPr>
      </w:pPr>
      <w:r w:rsidRPr="00902BDD">
        <w:t>Provide trash dumpster(s) for the packaging or waste material of all Port furnished items installed by the Port’s vendors/installers.</w:t>
      </w:r>
    </w:p>
    <w:p w14:paraId="7E0F9D5C" w14:textId="77777777" w:rsidR="009E07D0" w:rsidRPr="00902BDD" w:rsidRDefault="009E07D0" w:rsidP="009E07D0">
      <w:pPr>
        <w:pStyle w:val="NumberedMaterial"/>
        <w:numPr>
          <w:ilvl w:val="1"/>
          <w:numId w:val="1"/>
        </w:numPr>
      </w:pPr>
      <w:r w:rsidRPr="00902BDD">
        <w:t>STREET CLEANING AND DUST CONTROL</w:t>
      </w:r>
    </w:p>
    <w:p w14:paraId="3814DF70" w14:textId="77777777" w:rsidR="009E07D0" w:rsidRPr="00902BDD" w:rsidRDefault="009E07D0" w:rsidP="009E07D0">
      <w:pPr>
        <w:pStyle w:val="NumberedMaterial"/>
        <w:numPr>
          <w:ilvl w:val="2"/>
          <w:numId w:val="1"/>
        </w:numPr>
      </w:pPr>
      <w:r w:rsidRPr="00902BDD">
        <w:t xml:space="preserve">See Specification </w:t>
      </w:r>
      <w:r w:rsidR="00362D96">
        <w:t xml:space="preserve">Section </w:t>
      </w:r>
      <w:r w:rsidR="0005022B">
        <w:t xml:space="preserve">01 57 13 </w:t>
      </w:r>
      <w:r w:rsidR="00362D96">
        <w:t>- Temporary Erosion and Sediment Control Planning and Execution</w:t>
      </w:r>
    </w:p>
    <w:p w14:paraId="13CC9FD6" w14:textId="77777777" w:rsidR="009E07D0" w:rsidRPr="00902BDD" w:rsidRDefault="009E07D0" w:rsidP="009E07D0">
      <w:pPr>
        <w:pStyle w:val="NumberedMaterial"/>
        <w:numPr>
          <w:ilvl w:val="1"/>
          <w:numId w:val="1"/>
        </w:numPr>
      </w:pPr>
      <w:r w:rsidRPr="00902BDD">
        <w:t>REMOVAL OF CONSTRUCTION FACILITIES AND TEMPORARY CONTROLS</w:t>
      </w:r>
    </w:p>
    <w:p w14:paraId="2C1C878C" w14:textId="77777777" w:rsidR="009E07D0" w:rsidRPr="00902BDD" w:rsidRDefault="009E07D0" w:rsidP="009E07D0">
      <w:pPr>
        <w:pStyle w:val="NumberedMaterial"/>
        <w:numPr>
          <w:ilvl w:val="2"/>
          <w:numId w:val="1"/>
        </w:numPr>
      </w:pPr>
      <w:r w:rsidRPr="00902BDD">
        <w:lastRenderedPageBreak/>
        <w:t>Remove temporary utilities, equipment, facilities, and materials, prior to Substantial Completion or as directed by the Engineer.</w:t>
      </w:r>
    </w:p>
    <w:p w14:paraId="5D88BF2E" w14:textId="77777777" w:rsidR="009E07D0" w:rsidRDefault="009E07D0" w:rsidP="009E07D0">
      <w:pPr>
        <w:pStyle w:val="NumberedMaterial"/>
        <w:numPr>
          <w:ilvl w:val="2"/>
          <w:numId w:val="1"/>
        </w:numPr>
      </w:pPr>
      <w:r w:rsidRPr="00902BDD">
        <w:t xml:space="preserve">Clean and repair damage caused by installation or use of temporary </w:t>
      </w:r>
      <w:r w:rsidR="008A06A4">
        <w:t>w</w:t>
      </w:r>
      <w:r w:rsidRPr="00902BDD">
        <w:t>ork.</w:t>
      </w:r>
    </w:p>
    <w:p w14:paraId="621B1FD3" w14:textId="77777777" w:rsidR="00E17B50" w:rsidRPr="00902BDD" w:rsidRDefault="00E17B50" w:rsidP="009E07D0">
      <w:pPr>
        <w:pStyle w:val="NumberedMaterial"/>
        <w:numPr>
          <w:ilvl w:val="2"/>
          <w:numId w:val="1"/>
        </w:numPr>
      </w:pPr>
      <w:r>
        <w:t xml:space="preserve">Removal of temporary facilities and controls, including but not limited to restoration of site and laydown area utilities to preconstruction conditions (capping, safing and incorporation of lockout/tag-out protocols), shall be an element of the final inspection and punchlist.  </w:t>
      </w:r>
    </w:p>
    <w:p w14:paraId="45A0D2DE" w14:textId="77777777" w:rsidR="009E07D0" w:rsidRPr="00902BDD" w:rsidRDefault="009E07D0" w:rsidP="009E07D0">
      <w:pPr>
        <w:pStyle w:val="NumberedMaterial"/>
        <w:numPr>
          <w:ilvl w:val="1"/>
          <w:numId w:val="1"/>
        </w:numPr>
      </w:pPr>
      <w:r w:rsidRPr="00902BDD">
        <w:t>USE AND OCCUPANCY</w:t>
      </w:r>
    </w:p>
    <w:p w14:paraId="45C67A18" w14:textId="77777777" w:rsidR="009E07D0" w:rsidRPr="00902BDD" w:rsidRDefault="009E07D0" w:rsidP="009E07D0">
      <w:pPr>
        <w:pStyle w:val="NumberedMaterial"/>
        <w:numPr>
          <w:ilvl w:val="2"/>
          <w:numId w:val="1"/>
        </w:numPr>
      </w:pPr>
      <w:r w:rsidRPr="00902BDD">
        <w:t>The Airport is an operating facility that must remain in full operation throughout the term of this Contract. Where facility operations conflict with those of the Contractor, the operations of the facility will take precedence over those of the Contractor. It shall be the sole responsibility of the Contractor to schedule and coordinate its activities with those of the facility to assure minimum disruption of facility operations.</w:t>
      </w:r>
    </w:p>
    <w:p w14:paraId="6A46D6B0" w14:textId="77777777" w:rsidR="009E07D0" w:rsidRDefault="009E07D0" w:rsidP="009E07D0">
      <w:pPr>
        <w:pStyle w:val="NumberedMaterial"/>
        <w:numPr>
          <w:ilvl w:val="2"/>
          <w:numId w:val="1"/>
        </w:numPr>
      </w:pPr>
      <w:r w:rsidRPr="00902BDD">
        <w:t xml:space="preserve">Contractor will be allowed space for the storage of materials and the pursuance of Work under this Contract in the areas as directed by the Engineer. The Contractor shall limit storage of materials, tools, and other items necessary to the </w:t>
      </w:r>
      <w:r w:rsidR="008C18E3">
        <w:t>W</w:t>
      </w:r>
      <w:r w:rsidRPr="00902BDD">
        <w:t>ork</w:t>
      </w:r>
      <w:r w:rsidR="00F023DD">
        <w:t>,</w:t>
      </w:r>
      <w:r w:rsidRPr="00902BDD">
        <w:t xml:space="preserve"> to areas within the construction barriers. Items stored outside the designated areas shall be prohibited without prior </w:t>
      </w:r>
      <w:r w:rsidR="00421A25">
        <w:t>acceptance</w:t>
      </w:r>
      <w:r w:rsidRPr="00902BDD">
        <w:t xml:space="preserve"> of the Engineer.</w:t>
      </w:r>
    </w:p>
    <w:p w14:paraId="3AA71453" w14:textId="77777777" w:rsidR="00BF7501" w:rsidRDefault="00710D8E" w:rsidP="00BF7501">
      <w:pPr>
        <w:pStyle w:val="NumberedMaterial"/>
        <w:numPr>
          <w:ilvl w:val="3"/>
          <w:numId w:val="1"/>
        </w:numPr>
      </w:pPr>
      <w:bookmarkStart w:id="2" w:name="_Hlk62030847"/>
      <w:r>
        <w:t>Contractor storage shall not exceed design load limits of existing structures. Refer to load limits in paragraph 1.20.</w:t>
      </w:r>
    </w:p>
    <w:p w14:paraId="36C38DB1" w14:textId="77777777" w:rsidR="00710D8E" w:rsidRDefault="00710D8E" w:rsidP="008C1378">
      <w:pPr>
        <w:pStyle w:val="NumberedMaterial"/>
        <w:numPr>
          <w:ilvl w:val="3"/>
          <w:numId w:val="1"/>
        </w:numPr>
      </w:pPr>
      <w:r>
        <w:t xml:space="preserve">Provide signage identifying the Contractor and project(s) for items being stored.  </w:t>
      </w:r>
      <w:bookmarkEnd w:id="2"/>
    </w:p>
    <w:p w14:paraId="0F16AD30" w14:textId="1F5F9077" w:rsidR="00DB6DEF" w:rsidRDefault="00BA509E" w:rsidP="00DB6DEF">
      <w:pPr>
        <w:pStyle w:val="NumberedMaterial"/>
        <w:numPr>
          <w:ilvl w:val="2"/>
          <w:numId w:val="1"/>
        </w:numPr>
      </w:pPr>
      <w:r>
        <w:t xml:space="preserve">The </w:t>
      </w:r>
      <w:r w:rsidR="00A33EE4">
        <w:t>C</w:t>
      </w:r>
      <w:r>
        <w:t>ontractor shall not use baggage carts provided by Smarte</w:t>
      </w:r>
      <w:r w:rsidR="005E0D22">
        <w:t xml:space="preserve"> </w:t>
      </w:r>
      <w:r>
        <w:t xml:space="preserve">Carte </w:t>
      </w:r>
      <w:r w:rsidR="007C117E">
        <w:t xml:space="preserve">or carts belonging to any Airport tenant </w:t>
      </w:r>
      <w:r>
        <w:t xml:space="preserve">to transport or store equipment and construction materials.  </w:t>
      </w:r>
    </w:p>
    <w:p w14:paraId="1E5137B6" w14:textId="77777777" w:rsidR="00DB6DEF" w:rsidRPr="00F5573A" w:rsidRDefault="00DB6DEF" w:rsidP="00DB6DEF">
      <w:pPr>
        <w:pStyle w:val="NumberedMaterial"/>
        <w:numPr>
          <w:ilvl w:val="0"/>
          <w:numId w:val="0"/>
        </w:numPr>
        <w:ind w:left="1440"/>
      </w:pPr>
    </w:p>
    <w:p w14:paraId="73FEC63A" w14:textId="1E42EA1D" w:rsidR="00DB6DEF" w:rsidRPr="00F5573A" w:rsidRDefault="00DB6DEF" w:rsidP="00DB6DEF">
      <w:pPr>
        <w:pStyle w:val="Note"/>
      </w:pPr>
      <w:r>
        <w:t xml:space="preserve">Adjust list below if only certain doors </w:t>
      </w:r>
      <w:r w:rsidR="004B7133">
        <w:t>are to be used for a project.</w:t>
      </w:r>
    </w:p>
    <w:p w14:paraId="629BE7BD" w14:textId="133C3EF1" w:rsidR="00890D13" w:rsidRDefault="00890D13" w:rsidP="009E07D0">
      <w:pPr>
        <w:pStyle w:val="NumberedMaterial"/>
        <w:numPr>
          <w:ilvl w:val="2"/>
          <w:numId w:val="1"/>
        </w:numPr>
      </w:pPr>
      <w:r>
        <w:t xml:space="preserve">Time Restrictions will apply to locations for delivery of materials, tools, equipment, and debris disposal into or out of the </w:t>
      </w:r>
      <w:r w:rsidR="008A06A4">
        <w:t>w</w:t>
      </w:r>
      <w:r>
        <w:t xml:space="preserve">ork areas.  </w:t>
      </w:r>
      <w:r w:rsidR="00E05519">
        <w:t xml:space="preserve">Deliveries and pickups shall only be completed </w:t>
      </w:r>
      <w:r w:rsidR="00AA5B91">
        <w:t xml:space="preserve">during the </w:t>
      </w:r>
      <w:r>
        <w:t>following time</w:t>
      </w:r>
      <w:r w:rsidR="00AA5B91">
        <w:t>s</w:t>
      </w:r>
      <w:r>
        <w:t xml:space="preserve"> unless </w:t>
      </w:r>
      <w:r w:rsidR="00A24821">
        <w:t>accepted</w:t>
      </w:r>
      <w:r>
        <w:t xml:space="preserve"> otherwise by the </w:t>
      </w:r>
      <w:r w:rsidR="00197072">
        <w:t>E</w:t>
      </w:r>
      <w:r>
        <w:t>ngineer.</w:t>
      </w:r>
    </w:p>
    <w:p w14:paraId="121630C1" w14:textId="0F448BD7" w:rsidR="00890D13" w:rsidRDefault="00890D13" w:rsidP="00197072">
      <w:pPr>
        <w:pStyle w:val="NumberedMaterial"/>
        <w:numPr>
          <w:ilvl w:val="3"/>
          <w:numId w:val="1"/>
        </w:numPr>
      </w:pPr>
      <w:r>
        <w:t>Service Tunnel Loading Dock</w:t>
      </w:r>
      <w:r>
        <w:tab/>
      </w:r>
      <w:r>
        <w:tab/>
      </w:r>
      <w:r w:rsidR="009F1097">
        <w:tab/>
      </w:r>
      <w:r w:rsidR="00E05519">
        <w:t xml:space="preserve">1900 </w:t>
      </w:r>
      <w:r>
        <w:t>to 0</w:t>
      </w:r>
      <w:r w:rsidR="00E05519">
        <w:t>4</w:t>
      </w:r>
      <w:r>
        <w:t>00</w:t>
      </w:r>
    </w:p>
    <w:p w14:paraId="78590F96" w14:textId="74674989" w:rsidR="00890D13" w:rsidRDefault="00440AD1" w:rsidP="00197072">
      <w:pPr>
        <w:pStyle w:val="NumberedMaterial"/>
        <w:numPr>
          <w:ilvl w:val="3"/>
          <w:numId w:val="1"/>
        </w:numPr>
      </w:pPr>
      <w:r>
        <w:t xml:space="preserve">Departures/Upper </w:t>
      </w:r>
      <w:r w:rsidR="00890D13">
        <w:t>Drive</w:t>
      </w:r>
      <w:r w:rsidR="00890D13">
        <w:tab/>
      </w:r>
      <w:r w:rsidR="00890D13">
        <w:tab/>
      </w:r>
      <w:r w:rsidR="00890D13">
        <w:tab/>
      </w:r>
      <w:r w:rsidR="00E05519">
        <w:t xml:space="preserve">2200 </w:t>
      </w:r>
      <w:r w:rsidR="00890D13">
        <w:t>to 0</w:t>
      </w:r>
      <w:r w:rsidR="00E05519">
        <w:t>4</w:t>
      </w:r>
      <w:r w:rsidR="00890D13">
        <w:t>00</w:t>
      </w:r>
    </w:p>
    <w:p w14:paraId="0BB7E588" w14:textId="77777777" w:rsidR="00890D13" w:rsidRDefault="00890D13" w:rsidP="00197072">
      <w:pPr>
        <w:pStyle w:val="NumberedMaterial"/>
        <w:numPr>
          <w:ilvl w:val="3"/>
          <w:numId w:val="1"/>
        </w:numPr>
      </w:pPr>
      <w:r>
        <w:t>North and South Satellites</w:t>
      </w:r>
      <w:r>
        <w:tab/>
      </w:r>
      <w:r>
        <w:tab/>
      </w:r>
      <w:r>
        <w:tab/>
        <w:t>2400 to 0500</w:t>
      </w:r>
    </w:p>
    <w:p w14:paraId="774B18A4" w14:textId="0C8D0809" w:rsidR="00106F23" w:rsidRDefault="00BA509E" w:rsidP="00106F23">
      <w:pPr>
        <w:pStyle w:val="NumberedMaterial"/>
        <w:numPr>
          <w:ilvl w:val="3"/>
          <w:numId w:val="1"/>
        </w:numPr>
      </w:pPr>
      <w:r>
        <w:t xml:space="preserve">Arrivals/Lower Drive </w:t>
      </w:r>
      <w:r>
        <w:tab/>
      </w:r>
      <w:r>
        <w:tab/>
      </w:r>
      <w:r>
        <w:tab/>
      </w:r>
      <w:r>
        <w:tab/>
      </w:r>
      <w:r w:rsidR="00E05519">
        <w:t xml:space="preserve">0030 </w:t>
      </w:r>
      <w:r>
        <w:t xml:space="preserve">to </w:t>
      </w:r>
      <w:r w:rsidR="00E05519">
        <w:t>0800</w:t>
      </w:r>
    </w:p>
    <w:p w14:paraId="74F3F9F9" w14:textId="7C80E12B" w:rsidR="00AB75FD" w:rsidRDefault="0021130B" w:rsidP="00106F23">
      <w:pPr>
        <w:pStyle w:val="NumberedMaterial"/>
        <w:numPr>
          <w:ilvl w:val="0"/>
          <w:numId w:val="0"/>
        </w:numPr>
        <w:ind w:left="2160"/>
      </w:pPr>
      <w:r>
        <w:t>Each d</w:t>
      </w:r>
      <w:r w:rsidR="00B110EB">
        <w:t>eliver</w:t>
      </w:r>
      <w:r>
        <w:t>y</w:t>
      </w:r>
      <w:r w:rsidR="00B110EB">
        <w:t xml:space="preserve"> and pickup shall require a CAF per Section 01 31 13</w:t>
      </w:r>
      <w:r w:rsidR="00AC2553">
        <w:t xml:space="preserve"> Project Coordination</w:t>
      </w:r>
      <w:r>
        <w:t xml:space="preserve"> if it affects usable spaces or creates an operational impact</w:t>
      </w:r>
      <w:r w:rsidR="00804292">
        <w:t>.</w:t>
      </w:r>
    </w:p>
    <w:p w14:paraId="733F3DB8" w14:textId="14FD3D18" w:rsidR="00A65EF1" w:rsidRDefault="00DD1B30" w:rsidP="00A65EF1">
      <w:pPr>
        <w:pStyle w:val="NumberedMaterial"/>
        <w:numPr>
          <w:ilvl w:val="2"/>
          <w:numId w:val="1"/>
        </w:numPr>
      </w:pPr>
      <w:r>
        <w:t>Roadway Load Limits apply for delivery of materi</w:t>
      </w:r>
      <w:r w:rsidR="00E97B84">
        <w:t>a</w:t>
      </w:r>
      <w:r>
        <w:t>l</w:t>
      </w:r>
      <w:r w:rsidR="00AF569A">
        <w:t>s</w:t>
      </w:r>
      <w:r>
        <w:t xml:space="preserve">, tools, equipment, and debris removal into or out of </w:t>
      </w:r>
      <w:r w:rsidR="00AF569A">
        <w:t>work areas.</w:t>
      </w:r>
    </w:p>
    <w:p w14:paraId="4AC80F16" w14:textId="437538D9" w:rsidR="00E97B84" w:rsidRPr="00122ADC" w:rsidRDefault="00CE6BA1" w:rsidP="00122ADC">
      <w:pPr>
        <w:pStyle w:val="NumberedMaterial"/>
        <w:numPr>
          <w:ilvl w:val="3"/>
          <w:numId w:val="1"/>
        </w:numPr>
      </w:pPr>
      <w:r>
        <w:t>T</w:t>
      </w:r>
      <w:r w:rsidR="00E97B84">
        <w:t xml:space="preserve">he Contractor shall restrict the gross vehicle weight to the legal limits allowed on public roads.  In addition, construction vehicles will be limited to </w:t>
      </w:r>
      <w:r w:rsidR="00E97B84">
        <w:lastRenderedPageBreak/>
        <w:t xml:space="preserve">a maximum of four-axles when traversing the arrivals and departures drives at the Main Terminal, and a maximum of five-axles on other airport roadway structures as defined in Attachment </w:t>
      </w:r>
      <w:r w:rsidR="00122ADC">
        <w:t xml:space="preserve">01 50 00 </w:t>
      </w:r>
      <w:r w:rsidR="00D97B76">
        <w:t>G</w:t>
      </w:r>
      <w:r w:rsidR="00E97B84">
        <w:t xml:space="preserve"> Airport Roadway Structure Load Limits.</w:t>
      </w:r>
      <w:r w:rsidR="00E97B84" w:rsidRPr="00122ADC">
        <w:t xml:space="preserve"> </w:t>
      </w:r>
    </w:p>
    <w:p w14:paraId="21D971DA" w14:textId="77777777" w:rsidR="00E97B84" w:rsidRDefault="00E97B84" w:rsidP="00122ADC">
      <w:pPr>
        <w:pStyle w:val="NumberedMaterial"/>
        <w:numPr>
          <w:ilvl w:val="0"/>
          <w:numId w:val="0"/>
        </w:numPr>
      </w:pPr>
    </w:p>
    <w:p w14:paraId="3193414B" w14:textId="77777777" w:rsidR="00B55E56" w:rsidRDefault="00B55E56" w:rsidP="00B55E56">
      <w:pPr>
        <w:pStyle w:val="NumberedMaterial"/>
        <w:numPr>
          <w:ilvl w:val="0"/>
          <w:numId w:val="0"/>
        </w:numPr>
        <w:ind w:left="1440"/>
      </w:pPr>
    </w:p>
    <w:p w14:paraId="793C9DC1" w14:textId="77777777" w:rsidR="00B55E56" w:rsidRPr="00902BDD" w:rsidRDefault="00B55E56" w:rsidP="00B55E56">
      <w:pPr>
        <w:pStyle w:val="Note"/>
      </w:pPr>
      <w:r>
        <w:t xml:space="preserve">NOTE TO DESIGNER:  The following pertains to the City of SeaTac requirements.  </w:t>
      </w:r>
      <w:r w:rsidR="00D27487">
        <w:t xml:space="preserve">Verify information is current.  </w:t>
      </w:r>
      <w:r>
        <w:t xml:space="preserve">Revise if other City or local ordinances or requirements apply. </w:t>
      </w:r>
    </w:p>
    <w:p w14:paraId="257CE835" w14:textId="77777777" w:rsidR="009E07D0" w:rsidRPr="00902BDD" w:rsidRDefault="009E07D0" w:rsidP="009E07D0">
      <w:pPr>
        <w:pStyle w:val="NumberedMaterial"/>
        <w:numPr>
          <w:ilvl w:val="1"/>
          <w:numId w:val="1"/>
        </w:numPr>
      </w:pPr>
      <w:r w:rsidRPr="00902BDD">
        <w:t>NOISE CONTROLS</w:t>
      </w:r>
    </w:p>
    <w:p w14:paraId="43E4ECBB" w14:textId="77777777" w:rsidR="009E07D0" w:rsidRPr="00902BDD" w:rsidRDefault="009E07D0" w:rsidP="009E07D0">
      <w:pPr>
        <w:pStyle w:val="NumberedMaterial"/>
        <w:numPr>
          <w:ilvl w:val="2"/>
          <w:numId w:val="1"/>
        </w:numPr>
      </w:pPr>
      <w:r w:rsidRPr="00902BDD">
        <w:t>At all times keep objectionable noise generation to a minimum by:</w:t>
      </w:r>
    </w:p>
    <w:p w14:paraId="405A939B" w14:textId="77777777" w:rsidR="009E07D0" w:rsidRPr="00902BDD" w:rsidRDefault="009E07D0" w:rsidP="009E07D0">
      <w:pPr>
        <w:pStyle w:val="NumberedMaterial"/>
        <w:numPr>
          <w:ilvl w:val="3"/>
          <w:numId w:val="1"/>
        </w:numPr>
      </w:pPr>
      <w:r w:rsidRPr="00902BDD">
        <w:t>Equipping air compressors with silencing packages.</w:t>
      </w:r>
    </w:p>
    <w:p w14:paraId="6DDD7AB2" w14:textId="77777777" w:rsidR="009E07D0" w:rsidRPr="00902BDD" w:rsidRDefault="009E07D0" w:rsidP="009E07D0">
      <w:pPr>
        <w:pStyle w:val="NumberedMaterial"/>
        <w:numPr>
          <w:ilvl w:val="3"/>
          <w:numId w:val="1"/>
        </w:numPr>
      </w:pPr>
      <w:r w:rsidRPr="00902BDD">
        <w:t>Equipping jackhammers with silencers on the air outlet.</w:t>
      </w:r>
    </w:p>
    <w:p w14:paraId="64B8F340" w14:textId="77777777" w:rsidR="009E07D0" w:rsidRPr="00902BDD" w:rsidRDefault="009E07D0" w:rsidP="009E07D0">
      <w:pPr>
        <w:pStyle w:val="NumberedMaterial"/>
        <w:numPr>
          <w:ilvl w:val="3"/>
          <w:numId w:val="1"/>
        </w:numPr>
      </w:pPr>
      <w:r w:rsidRPr="00902BDD">
        <w:t xml:space="preserve">Equipment that can be electrically driven instead of gas or diesel is preferred. If noise levels on equipment cannot reasonably be brought down to criteria, listed as follows, either the equipment will not be allowed on the job or use time will have to be scheduled subject to </w:t>
      </w:r>
      <w:r w:rsidR="00A24821">
        <w:t>acceptance</w:t>
      </w:r>
      <w:r w:rsidRPr="00902BDD">
        <w:t xml:space="preserve"> of the Engineer.</w:t>
      </w:r>
    </w:p>
    <w:p w14:paraId="2658D05E" w14:textId="77777777" w:rsidR="009E07D0" w:rsidRPr="00902BDD" w:rsidRDefault="009E07D0" w:rsidP="009E07D0">
      <w:pPr>
        <w:pStyle w:val="NumberedMaterial"/>
        <w:numPr>
          <w:ilvl w:val="3"/>
          <w:numId w:val="1"/>
        </w:numPr>
      </w:pPr>
      <w:r w:rsidRPr="00902BDD">
        <w:t>All construction vehicles and equipment on the project operating between 10:00 p.m. and 7:00 a.m. shall be equipped with an ambient noise sensing variable volume backup alarm system. The system shall be in compliance with Washington Administrative Code (WAC) 296-155-615.</w:t>
      </w:r>
    </w:p>
    <w:p w14:paraId="383E7220" w14:textId="77777777" w:rsidR="009E07D0" w:rsidRPr="00902BDD" w:rsidRDefault="009E07D0" w:rsidP="009E07D0">
      <w:pPr>
        <w:pStyle w:val="NumberedMaterial"/>
        <w:numPr>
          <w:ilvl w:val="2"/>
          <w:numId w:val="1"/>
        </w:numPr>
      </w:pPr>
      <w:r w:rsidRPr="00902BDD">
        <w:t>Objectionable noise received on neighboring (non-Port owned) properties is defined as any noise exceeding the noise limits of State Regulations (WAC 173-60-040) or City ordinance, as stated below, or as any noise causing a public nuisance in a residential area, as determined by the Port and community representatives, or by the nuisance provisions of local ordinances.</w:t>
      </w:r>
    </w:p>
    <w:p w14:paraId="4EAD1682" w14:textId="77777777" w:rsidR="009E07D0" w:rsidRPr="00902BDD" w:rsidRDefault="009E07D0" w:rsidP="009E07D0">
      <w:pPr>
        <w:pStyle w:val="NumberedMaterial"/>
        <w:numPr>
          <w:ilvl w:val="3"/>
          <w:numId w:val="1"/>
        </w:numPr>
      </w:pPr>
      <w:r w:rsidRPr="00902BDD">
        <w:t>The noise limitations established are as set forth in the following table after any applicable adjustments provided for herein are applied:</w:t>
      </w:r>
    </w:p>
    <w:p w14:paraId="61454DBE" w14:textId="77777777" w:rsidR="009E07D0" w:rsidRPr="00902BDD" w:rsidRDefault="009E07D0" w:rsidP="00247EE8">
      <w:pPr>
        <w:pStyle w:val="Heading2"/>
        <w:ind w:left="2880"/>
      </w:pPr>
      <w:r w:rsidRPr="00902BDD">
        <w:t>RECEIVING PROPERTY</w:t>
      </w:r>
    </w:p>
    <w:tbl>
      <w:tblPr>
        <w:tblW w:w="0" w:type="auto"/>
        <w:tblInd w:w="2995" w:type="dxa"/>
        <w:tblBorders>
          <w:top w:val="single" w:sz="12" w:space="0" w:color="auto"/>
          <w:bottom w:val="single" w:sz="12" w:space="0" w:color="auto"/>
          <w:insideH w:val="single" w:sz="2" w:space="0" w:color="auto"/>
          <w:insideV w:val="single" w:sz="2" w:space="0" w:color="auto"/>
        </w:tblBorders>
        <w:tblLayout w:type="fixed"/>
        <w:tblCellMar>
          <w:top w:w="43" w:type="dxa"/>
          <w:left w:w="115" w:type="dxa"/>
          <w:bottom w:w="43" w:type="dxa"/>
          <w:right w:w="115" w:type="dxa"/>
        </w:tblCellMar>
        <w:tblLook w:val="01E0" w:firstRow="1" w:lastRow="1" w:firstColumn="1" w:lastColumn="1" w:noHBand="0" w:noVBand="0"/>
      </w:tblPr>
      <w:tblGrid>
        <w:gridCol w:w="1980"/>
        <w:gridCol w:w="1800"/>
        <w:gridCol w:w="1800"/>
        <w:gridCol w:w="1800"/>
      </w:tblGrid>
      <w:tr w:rsidR="009E07D0" w:rsidRPr="00902BDD" w14:paraId="05BBC964" w14:textId="77777777" w:rsidTr="005018DB">
        <w:tc>
          <w:tcPr>
            <w:tcW w:w="1980" w:type="dxa"/>
            <w:tcBorders>
              <w:bottom w:val="single" w:sz="6" w:space="0" w:color="auto"/>
            </w:tcBorders>
            <w:shd w:val="clear" w:color="auto" w:fill="auto"/>
          </w:tcPr>
          <w:p w14:paraId="3AC46E08" w14:textId="77777777" w:rsidR="009E07D0" w:rsidRPr="005018DB" w:rsidRDefault="009E07D0" w:rsidP="005018DB">
            <w:pPr>
              <w:jc w:val="center"/>
              <w:rPr>
                <w:b/>
                <w:caps/>
              </w:rPr>
            </w:pPr>
            <w:r w:rsidRPr="005018DB">
              <w:rPr>
                <w:b/>
                <w:caps/>
              </w:rPr>
              <w:t>NOISE SOURCE</w:t>
            </w:r>
          </w:p>
        </w:tc>
        <w:tc>
          <w:tcPr>
            <w:tcW w:w="1800" w:type="dxa"/>
            <w:tcBorders>
              <w:bottom w:val="single" w:sz="6" w:space="0" w:color="auto"/>
            </w:tcBorders>
            <w:shd w:val="clear" w:color="auto" w:fill="auto"/>
          </w:tcPr>
          <w:p w14:paraId="1CBDF3FD" w14:textId="77777777" w:rsidR="009E07D0" w:rsidRPr="005018DB" w:rsidRDefault="009E07D0" w:rsidP="005018DB">
            <w:pPr>
              <w:jc w:val="center"/>
              <w:rPr>
                <w:b/>
                <w:caps/>
              </w:rPr>
            </w:pPr>
            <w:r w:rsidRPr="005018DB">
              <w:rPr>
                <w:b/>
                <w:caps/>
              </w:rPr>
              <w:t>RESIDENTIAL</w:t>
            </w:r>
          </w:p>
        </w:tc>
        <w:tc>
          <w:tcPr>
            <w:tcW w:w="1800" w:type="dxa"/>
            <w:tcBorders>
              <w:bottom w:val="single" w:sz="6" w:space="0" w:color="auto"/>
            </w:tcBorders>
            <w:shd w:val="clear" w:color="auto" w:fill="auto"/>
          </w:tcPr>
          <w:p w14:paraId="3E45E489" w14:textId="77777777" w:rsidR="009E07D0" w:rsidRPr="005018DB" w:rsidRDefault="009E07D0" w:rsidP="005018DB">
            <w:pPr>
              <w:jc w:val="center"/>
              <w:rPr>
                <w:b/>
                <w:caps/>
              </w:rPr>
            </w:pPr>
            <w:r w:rsidRPr="005018DB">
              <w:rPr>
                <w:b/>
                <w:caps/>
              </w:rPr>
              <w:t>COMMERCIAL</w:t>
            </w:r>
          </w:p>
        </w:tc>
        <w:tc>
          <w:tcPr>
            <w:tcW w:w="1800" w:type="dxa"/>
            <w:tcBorders>
              <w:bottom w:val="single" w:sz="6" w:space="0" w:color="auto"/>
            </w:tcBorders>
            <w:shd w:val="clear" w:color="auto" w:fill="auto"/>
          </w:tcPr>
          <w:p w14:paraId="1A5D3B61" w14:textId="77777777" w:rsidR="009E07D0" w:rsidRPr="005018DB" w:rsidRDefault="009E07D0" w:rsidP="005018DB">
            <w:pPr>
              <w:jc w:val="center"/>
              <w:rPr>
                <w:b/>
                <w:caps/>
              </w:rPr>
            </w:pPr>
            <w:r w:rsidRPr="005018DB">
              <w:rPr>
                <w:b/>
                <w:caps/>
              </w:rPr>
              <w:t>INDUSTRIAL</w:t>
            </w:r>
          </w:p>
        </w:tc>
      </w:tr>
      <w:tr w:rsidR="009E07D0" w:rsidRPr="00902BDD" w14:paraId="29C5D060" w14:textId="77777777" w:rsidTr="005018DB">
        <w:tc>
          <w:tcPr>
            <w:tcW w:w="1980" w:type="dxa"/>
            <w:shd w:val="clear" w:color="auto" w:fill="F3F3F3"/>
          </w:tcPr>
          <w:p w14:paraId="1029A9F1" w14:textId="77777777" w:rsidR="009E07D0" w:rsidRPr="00902BDD" w:rsidRDefault="009E07D0" w:rsidP="000D0366">
            <w:r w:rsidRPr="00902BDD">
              <w:t>Airport</w:t>
            </w:r>
          </w:p>
        </w:tc>
        <w:tc>
          <w:tcPr>
            <w:tcW w:w="1800" w:type="dxa"/>
            <w:shd w:val="clear" w:color="auto" w:fill="F3F3F3"/>
          </w:tcPr>
          <w:p w14:paraId="29694743" w14:textId="77777777" w:rsidR="009E07D0" w:rsidRPr="00902BDD" w:rsidRDefault="009E07D0" w:rsidP="000D0366">
            <w:r w:rsidRPr="00902BDD">
              <w:t>50 dBA</w:t>
            </w:r>
          </w:p>
        </w:tc>
        <w:tc>
          <w:tcPr>
            <w:tcW w:w="1800" w:type="dxa"/>
            <w:shd w:val="clear" w:color="auto" w:fill="F3F3F3"/>
          </w:tcPr>
          <w:p w14:paraId="46DF9E78" w14:textId="77777777" w:rsidR="009E07D0" w:rsidRPr="00902BDD" w:rsidRDefault="009E07D0" w:rsidP="000D0366">
            <w:r w:rsidRPr="00902BDD">
              <w:t>65 dBA</w:t>
            </w:r>
          </w:p>
        </w:tc>
        <w:tc>
          <w:tcPr>
            <w:tcW w:w="1800" w:type="dxa"/>
            <w:shd w:val="clear" w:color="auto" w:fill="F3F3F3"/>
          </w:tcPr>
          <w:p w14:paraId="0BCF463A" w14:textId="77777777" w:rsidR="009E07D0" w:rsidRPr="00902BDD" w:rsidRDefault="009E07D0" w:rsidP="000D0366">
            <w:r w:rsidRPr="00902BDD">
              <w:t>70 dBA</w:t>
            </w:r>
          </w:p>
        </w:tc>
      </w:tr>
    </w:tbl>
    <w:p w14:paraId="24D7BA49" w14:textId="77777777" w:rsidR="009E07D0" w:rsidRPr="00902BDD" w:rsidRDefault="009E07D0" w:rsidP="009E07D0"/>
    <w:p w14:paraId="031239F8" w14:textId="77777777" w:rsidR="009E07D0" w:rsidRPr="00902BDD" w:rsidRDefault="009E07D0" w:rsidP="009E07D0">
      <w:pPr>
        <w:pStyle w:val="NumberedMaterial"/>
        <w:numPr>
          <w:ilvl w:val="3"/>
          <w:numId w:val="1"/>
        </w:numPr>
      </w:pPr>
      <w:r w:rsidRPr="00902BDD">
        <w:t>Between the hours of 2200 and 0500 on weekdays and 2200 and 0900 on weekends the noise limitations above may be exceeded for any receiving property by no more than:</w:t>
      </w:r>
    </w:p>
    <w:p w14:paraId="6D46A274" w14:textId="77777777" w:rsidR="009E07D0" w:rsidRPr="00902BDD" w:rsidRDefault="009E07D0" w:rsidP="009E07D0">
      <w:pPr>
        <w:pStyle w:val="NumberedMaterial"/>
        <w:numPr>
          <w:ilvl w:val="4"/>
          <w:numId w:val="1"/>
        </w:numPr>
      </w:pPr>
      <w:r w:rsidRPr="00902BDD">
        <w:t xml:space="preserve">5 (five) dBA for a total of 15 minutes in any </w:t>
      </w:r>
      <w:r w:rsidR="0077681F" w:rsidRPr="00902BDD">
        <w:t>one</w:t>
      </w:r>
      <w:r w:rsidR="0077681F">
        <w:t>-</w:t>
      </w:r>
      <w:r w:rsidRPr="00902BDD">
        <w:t>hour period; or</w:t>
      </w:r>
    </w:p>
    <w:p w14:paraId="49D3214C" w14:textId="77777777" w:rsidR="009E07D0" w:rsidRPr="00902BDD" w:rsidRDefault="009E07D0" w:rsidP="009E07D0">
      <w:pPr>
        <w:pStyle w:val="NumberedMaterial"/>
        <w:numPr>
          <w:ilvl w:val="4"/>
          <w:numId w:val="1"/>
        </w:numPr>
      </w:pPr>
      <w:r w:rsidRPr="00902BDD">
        <w:t xml:space="preserve">10 (ten) dBA for a total of 5 minutes in any </w:t>
      </w:r>
      <w:r w:rsidR="0077681F" w:rsidRPr="00902BDD">
        <w:t>one</w:t>
      </w:r>
      <w:r w:rsidR="0077681F">
        <w:t>-</w:t>
      </w:r>
      <w:r w:rsidRPr="00902BDD">
        <w:t>hour period; or</w:t>
      </w:r>
    </w:p>
    <w:p w14:paraId="43B13368" w14:textId="77777777" w:rsidR="009E07D0" w:rsidRPr="00902BDD" w:rsidRDefault="009E07D0" w:rsidP="009E07D0">
      <w:pPr>
        <w:pStyle w:val="NumberedMaterial"/>
        <w:numPr>
          <w:ilvl w:val="4"/>
          <w:numId w:val="1"/>
        </w:numPr>
      </w:pPr>
      <w:r w:rsidRPr="00902BDD">
        <w:t xml:space="preserve">15 (fifteen) dBA for a total of 1.5 minutes in any </w:t>
      </w:r>
      <w:r w:rsidR="0077681F" w:rsidRPr="00902BDD">
        <w:t>one</w:t>
      </w:r>
      <w:r w:rsidR="0077681F">
        <w:t>-</w:t>
      </w:r>
      <w:r w:rsidRPr="00902BDD">
        <w:t>hour period.</w:t>
      </w:r>
    </w:p>
    <w:p w14:paraId="000DEB9C" w14:textId="77777777" w:rsidR="009E07D0" w:rsidRPr="00902BDD" w:rsidRDefault="009E07D0" w:rsidP="009E07D0">
      <w:pPr>
        <w:pStyle w:val="NumberedMaterial"/>
        <w:numPr>
          <w:ilvl w:val="2"/>
          <w:numId w:val="1"/>
        </w:numPr>
      </w:pPr>
      <w:r w:rsidRPr="00902BDD">
        <w:lastRenderedPageBreak/>
        <w:t>In addition to the noise controls specified, demolition and construction activities conducted within 1,000 feet of residential areas may have additional noise controls required.</w:t>
      </w:r>
    </w:p>
    <w:p w14:paraId="31147672" w14:textId="77777777" w:rsidR="009E07D0" w:rsidRPr="00902BDD" w:rsidRDefault="009E07D0" w:rsidP="009E07D0">
      <w:pPr>
        <w:pStyle w:val="NumberedMaterial"/>
        <w:numPr>
          <w:ilvl w:val="2"/>
          <w:numId w:val="1"/>
        </w:numPr>
      </w:pPr>
      <w:r w:rsidRPr="00902BDD">
        <w:t>The Contractor’s operation shall at all times comply with all County and City requirements.</w:t>
      </w:r>
    </w:p>
    <w:p w14:paraId="7910C4C9" w14:textId="77777777" w:rsidR="009E07D0" w:rsidRPr="00902BDD" w:rsidRDefault="009E07D0" w:rsidP="009E07D0">
      <w:pPr>
        <w:pStyle w:val="NumberedMaterial"/>
        <w:numPr>
          <w:ilvl w:val="2"/>
          <w:numId w:val="1"/>
        </w:numPr>
      </w:pPr>
      <w:r w:rsidRPr="00902BDD">
        <w:t xml:space="preserve">For </w:t>
      </w:r>
      <w:r w:rsidR="008A06A4">
        <w:t>w</w:t>
      </w:r>
      <w:r w:rsidRPr="00902BDD">
        <w:t xml:space="preserve">ork conducted within Airport buildings, noise levels from </w:t>
      </w:r>
      <w:r w:rsidR="008A06A4">
        <w:t>w</w:t>
      </w:r>
      <w:r w:rsidRPr="00902BDD">
        <w:t>ork activities shall not exceed 80 dBA on the slow scale at the project boundary.</w:t>
      </w:r>
    </w:p>
    <w:p w14:paraId="135A448A" w14:textId="77777777" w:rsidR="009E07D0" w:rsidRPr="00F747C5" w:rsidRDefault="009E07D0" w:rsidP="009E07D0">
      <w:pPr>
        <w:pStyle w:val="NumberedMaterial"/>
        <w:numPr>
          <w:ilvl w:val="2"/>
          <w:numId w:val="1"/>
        </w:numPr>
        <w:rPr>
          <w:iCs/>
        </w:rPr>
      </w:pPr>
      <w:r w:rsidRPr="00902BDD">
        <w:t xml:space="preserve">The Contractor shall plan all </w:t>
      </w:r>
      <w:r w:rsidR="008A06A4">
        <w:t>w</w:t>
      </w:r>
      <w:r w:rsidRPr="00902BDD">
        <w:t>ork activities generating noise, such as saw cutting or core drilling, during periods of low airport activity.</w:t>
      </w:r>
    </w:p>
    <w:p w14:paraId="73C965DC" w14:textId="77777777" w:rsidR="009E07D0" w:rsidRDefault="009E07D0" w:rsidP="009E07D0">
      <w:pPr>
        <w:pStyle w:val="NumberedMaterial"/>
        <w:numPr>
          <w:ilvl w:val="1"/>
          <w:numId w:val="1"/>
        </w:numPr>
      </w:pPr>
      <w:r w:rsidRPr="00902BDD">
        <w:t>SCAFFOLDING</w:t>
      </w:r>
    </w:p>
    <w:p w14:paraId="10559B31" w14:textId="77777777" w:rsidR="00B55E56" w:rsidRDefault="00B55E56" w:rsidP="00B55E56">
      <w:pPr>
        <w:pStyle w:val="Note"/>
      </w:pPr>
      <w:r>
        <w:t>NOTE TO DESIGNER:  Include if scaffolding is required or shown on the plans.   The appearance requirements for scaffolding apply primarily to areas of high Public Use and visibility, such as the Main Terminal Ticketing and Baggage Levels, Concourses, and Satellites</w:t>
      </w:r>
    </w:p>
    <w:p w14:paraId="3F2F5A6D"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A.</w:t>
      </w:r>
      <w:r w:rsidRPr="00F72A54">
        <w:rPr>
          <w:rFonts w:ascii="Arial" w:hAnsi="Arial" w:cs="Arial"/>
          <w:sz w:val="22"/>
        </w:rPr>
        <w:tab/>
        <w:t>The Contractor’s attention is called to the fact that scaffolding or other support systems will be required.  Tape, plastic, or cones shall not be used by themselves as protection.  Scaffolding shall comply with the requirements of</w:t>
      </w:r>
      <w:r w:rsidR="007C117E">
        <w:rPr>
          <w:rFonts w:ascii="Arial" w:hAnsi="Arial" w:cs="Arial"/>
          <w:sz w:val="22"/>
        </w:rPr>
        <w:t xml:space="preserve"> the Washington State Department </w:t>
      </w:r>
      <w:r w:rsidR="00B96524">
        <w:rPr>
          <w:rFonts w:ascii="Arial" w:hAnsi="Arial" w:cs="Arial"/>
          <w:sz w:val="22"/>
        </w:rPr>
        <w:t xml:space="preserve">of </w:t>
      </w:r>
      <w:r w:rsidR="00B96524" w:rsidRPr="00F72A54">
        <w:rPr>
          <w:rFonts w:ascii="Arial" w:hAnsi="Arial" w:cs="Arial"/>
          <w:sz w:val="22"/>
        </w:rPr>
        <w:t>Labor</w:t>
      </w:r>
      <w:r w:rsidR="00BA509E">
        <w:rPr>
          <w:rFonts w:ascii="Arial" w:hAnsi="Arial" w:cs="Arial"/>
          <w:sz w:val="22"/>
        </w:rPr>
        <w:t xml:space="preserve"> and Industries</w:t>
      </w:r>
      <w:r w:rsidRPr="00F72A54">
        <w:rPr>
          <w:rFonts w:ascii="Arial" w:hAnsi="Arial" w:cs="Arial"/>
          <w:sz w:val="22"/>
        </w:rPr>
        <w:t>.  The Contractor shall be totally responsible for the structural integrity of any containment systems utilizing a scaffold system.  The Contractor shall post a sign in each containment specifying the maximum number of persons or weight for which the system is designed or installed and shall be responsible for seeing that this weight is not exceeded.  All scaffolding exposed to public view shall be clean and freshly painted.</w:t>
      </w:r>
    </w:p>
    <w:p w14:paraId="16ACE736"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B.</w:t>
      </w:r>
      <w:r w:rsidRPr="00F72A54">
        <w:rPr>
          <w:rFonts w:ascii="Arial" w:hAnsi="Arial" w:cs="Arial"/>
          <w:sz w:val="22"/>
        </w:rPr>
        <w:tab/>
        <w:t xml:space="preserve">Any scaffolding used must be cleaned, completely free of debris, and painted </w:t>
      </w:r>
      <w:r w:rsidR="0010629F" w:rsidRPr="00F72A54">
        <w:rPr>
          <w:rFonts w:ascii="Arial" w:hAnsi="Arial" w:cs="Arial"/>
          <w:sz w:val="22"/>
        </w:rPr>
        <w:t>Harmony Interior Acrylic Latex; or Kelly Moore with type and color to match;</w:t>
      </w:r>
      <w:r w:rsidR="003229F4" w:rsidRPr="00F72A54">
        <w:rPr>
          <w:rFonts w:ascii="Arial" w:hAnsi="Arial" w:cs="Arial"/>
          <w:sz w:val="22"/>
        </w:rPr>
        <w:t xml:space="preserve"> or equal</w:t>
      </w:r>
      <w:r w:rsidR="0010629F" w:rsidRPr="00F72A54">
        <w:rPr>
          <w:sz w:val="22"/>
        </w:rPr>
        <w:t xml:space="preserve"> </w:t>
      </w:r>
      <w:r w:rsidRPr="00F72A54">
        <w:rPr>
          <w:rFonts w:ascii="Arial" w:hAnsi="Arial" w:cs="Arial"/>
          <w:sz w:val="22"/>
        </w:rPr>
        <w:t>unless directed otherwise by the Engineer.  Contractor shall verify color prior to paint procurement.</w:t>
      </w:r>
    </w:p>
    <w:p w14:paraId="022EAD68"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C.</w:t>
      </w:r>
      <w:r w:rsidRPr="00F72A54">
        <w:rPr>
          <w:rFonts w:ascii="Arial" w:hAnsi="Arial" w:cs="Arial"/>
          <w:sz w:val="22"/>
        </w:rPr>
        <w:tab/>
        <w:t>Follow all manufacturers’ recommendations and all applicable regulations in the set-up, use and tear-down of all scaffolding used.</w:t>
      </w:r>
    </w:p>
    <w:p w14:paraId="53BF1764"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D.</w:t>
      </w:r>
      <w:r w:rsidRPr="00F72A54">
        <w:rPr>
          <w:rFonts w:ascii="Arial" w:hAnsi="Arial" w:cs="Arial"/>
          <w:sz w:val="22"/>
        </w:rPr>
        <w:tab/>
        <w:t>The Contractor shall ensure that all scaffolding has adequate debris and safety barriers to protect the public below.</w:t>
      </w:r>
    </w:p>
    <w:p w14:paraId="64F14267"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E.</w:t>
      </w:r>
      <w:r w:rsidRPr="00F72A54">
        <w:rPr>
          <w:rFonts w:ascii="Arial" w:hAnsi="Arial" w:cs="Arial"/>
          <w:sz w:val="22"/>
        </w:rPr>
        <w:tab/>
        <w:t>The Contractor shall replace any existing lighting displayed or covered by ceiling mounted scaffolding with temporary lighting.  The intent is to maintain, at a minimum, the existing lighting level.</w:t>
      </w:r>
    </w:p>
    <w:p w14:paraId="168D498E"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F.</w:t>
      </w:r>
      <w:r w:rsidRPr="00F72A54">
        <w:rPr>
          <w:rFonts w:ascii="Arial" w:hAnsi="Arial" w:cs="Arial"/>
          <w:sz w:val="22"/>
        </w:rPr>
        <w:tab/>
        <w:t>The Contractor shall submit a scaffolding plan with details, approved and stamped by a licensed Professional Engineer.</w:t>
      </w:r>
    </w:p>
    <w:p w14:paraId="454B81C9" w14:textId="77777777" w:rsidR="009E07D0" w:rsidRDefault="009E07D0" w:rsidP="00F72A54">
      <w:pPr>
        <w:pStyle w:val="NumberedMaterial"/>
        <w:numPr>
          <w:ilvl w:val="1"/>
          <w:numId w:val="1"/>
        </w:numPr>
      </w:pPr>
      <w:r w:rsidRPr="00902BDD">
        <w:t>CONSTRUCTION EQUIPMENT</w:t>
      </w:r>
    </w:p>
    <w:p w14:paraId="7CBED482" w14:textId="77777777" w:rsidR="00B55E56" w:rsidRPr="00902BDD" w:rsidRDefault="00B55E56" w:rsidP="00B55E56">
      <w:pPr>
        <w:pStyle w:val="Note"/>
      </w:pPr>
      <w:bookmarkStart w:id="3" w:name="_Hlk62030912"/>
      <w:r>
        <w:lastRenderedPageBreak/>
        <w:t>NOTE TO DESIGNER:  Include if construction equipment will be used inside public buildings such as the Main Terminal, Concourses, and Satellites</w:t>
      </w:r>
      <w:r w:rsidR="007F3AC8">
        <w:t xml:space="preserve">, </w:t>
      </w:r>
      <w:r w:rsidR="009F1097">
        <w:t xml:space="preserve">on the drives, </w:t>
      </w:r>
      <w:r w:rsidR="007F3AC8">
        <w:t>in the Parking Garage, or in any other area with load limitations or other construction equipment restrictions.</w:t>
      </w:r>
    </w:p>
    <w:bookmarkEnd w:id="3"/>
    <w:p w14:paraId="3FEB6CEC" w14:textId="77777777" w:rsidR="009E07D0" w:rsidRDefault="009E07D0" w:rsidP="009E07D0">
      <w:pPr>
        <w:pStyle w:val="NumberedMaterial"/>
        <w:numPr>
          <w:ilvl w:val="2"/>
          <w:numId w:val="1"/>
        </w:numPr>
      </w:pPr>
      <w:r w:rsidRPr="00902BDD">
        <w:t xml:space="preserve">The Contractor shall submit a list of construction equipment or machinery that will be used to perform the </w:t>
      </w:r>
      <w:r w:rsidR="008C18E3">
        <w:t>W</w:t>
      </w:r>
      <w:r w:rsidRPr="00902BDD">
        <w:t xml:space="preserve">ork. Construction machinery is a piece of equipment that will impose loads to the existing structure. (i.e., </w:t>
      </w:r>
      <w:r w:rsidR="00A66C7F" w:rsidRPr="00902BDD">
        <w:t>scissor lifts</w:t>
      </w:r>
      <w:r w:rsidRPr="00902BDD">
        <w:t xml:space="preserve">, </w:t>
      </w:r>
      <w:r w:rsidR="00A66C7F" w:rsidRPr="00902BDD">
        <w:t>man lift</w:t>
      </w:r>
      <w:r w:rsidRPr="00902BDD">
        <w:t xml:space="preserve">, etc.) The equipment list shall include the weights of the equipment and any axial loads or construction loads expected to perform the </w:t>
      </w:r>
      <w:r w:rsidR="008C18E3">
        <w:t>W</w:t>
      </w:r>
      <w:r w:rsidRPr="00902BDD">
        <w:t>ork.</w:t>
      </w:r>
    </w:p>
    <w:p w14:paraId="45BE7094" w14:textId="77777777" w:rsidR="007F3AC8" w:rsidRPr="00D53198" w:rsidRDefault="007F3AC8" w:rsidP="007F3AC8">
      <w:pPr>
        <w:pStyle w:val="NumberedMaterial"/>
        <w:numPr>
          <w:ilvl w:val="3"/>
          <w:numId w:val="1"/>
        </w:numPr>
        <w:rPr>
          <w:shd w:val="clear" w:color="auto" w:fill="FBD4B4"/>
        </w:rPr>
      </w:pPr>
      <w:r w:rsidRPr="00D53198">
        <w:rPr>
          <w:shd w:val="clear" w:color="auto" w:fill="FBD4B4"/>
        </w:rPr>
        <w:t>[The maximum live load in the Parking Garage is 50 pounds per SF]</w:t>
      </w:r>
    </w:p>
    <w:p w14:paraId="35F1A540" w14:textId="6A0473BC" w:rsidR="007F3AC8" w:rsidRDefault="007F3AC8" w:rsidP="00E97977">
      <w:pPr>
        <w:pStyle w:val="NumberedMaterial"/>
        <w:numPr>
          <w:ilvl w:val="3"/>
          <w:numId w:val="1"/>
        </w:numPr>
        <w:rPr>
          <w:shd w:val="clear" w:color="auto" w:fill="FBD4B4"/>
        </w:rPr>
      </w:pPr>
      <w:bookmarkStart w:id="4" w:name="_Hlk62030996"/>
      <w:r w:rsidRPr="00D53198">
        <w:rPr>
          <w:shd w:val="clear" w:color="auto" w:fill="FBD4B4"/>
        </w:rPr>
        <w:t xml:space="preserve">[List other </w:t>
      </w:r>
      <w:r w:rsidR="00BF7501" w:rsidRPr="00D53198">
        <w:rPr>
          <w:shd w:val="clear" w:color="auto" w:fill="FBD4B4"/>
        </w:rPr>
        <w:t xml:space="preserve">specific </w:t>
      </w:r>
      <w:r w:rsidRPr="00D53198">
        <w:rPr>
          <w:shd w:val="clear" w:color="auto" w:fill="FBD4B4"/>
        </w:rPr>
        <w:t>loading limitations or requirements]</w:t>
      </w:r>
    </w:p>
    <w:bookmarkEnd w:id="4"/>
    <w:p w14:paraId="0D79CC33" w14:textId="267C507E" w:rsidR="00693628" w:rsidRPr="00693628" w:rsidRDefault="00693628" w:rsidP="00693628">
      <w:pPr>
        <w:pStyle w:val="NumberedMaterial"/>
        <w:numPr>
          <w:ilvl w:val="3"/>
          <w:numId w:val="1"/>
        </w:numPr>
      </w:pPr>
      <w:r w:rsidRPr="00693628">
        <w:t>Reference paragraph 1.17.E for roadway load limits.</w:t>
      </w:r>
    </w:p>
    <w:p w14:paraId="125D46AB" w14:textId="32D416C2" w:rsidR="009E07D0" w:rsidRDefault="009E07D0" w:rsidP="009E07D0">
      <w:pPr>
        <w:pStyle w:val="NumberedMaterial"/>
        <w:numPr>
          <w:ilvl w:val="2"/>
          <w:numId w:val="1"/>
        </w:numPr>
      </w:pPr>
      <w:r w:rsidRPr="00902BDD">
        <w:t xml:space="preserve">Equipment (Vehicles) used inside the building, including the baggage make-up </w:t>
      </w:r>
      <w:r w:rsidR="00E97977">
        <w:t xml:space="preserve">(bagwell) </w:t>
      </w:r>
      <w:r w:rsidRPr="00902BDD">
        <w:t>area, shall be powered either electrically or by propane. If propane vehicles are used, the vehicles shall not be left running when not used.</w:t>
      </w:r>
      <w:r w:rsidR="00701C72">
        <w:t xml:space="preserve">  </w:t>
      </w:r>
    </w:p>
    <w:p w14:paraId="1F6CCD5D" w14:textId="77777777" w:rsidR="00701C72" w:rsidRPr="00902BDD" w:rsidRDefault="00701C72" w:rsidP="009E07D0">
      <w:pPr>
        <w:pStyle w:val="NumberedMaterial"/>
        <w:numPr>
          <w:ilvl w:val="2"/>
          <w:numId w:val="1"/>
        </w:numPr>
      </w:pPr>
      <w:r>
        <w:t xml:space="preserve">Provide signage on the equipment identifying the Contractor and project(s) for which it is being used.  </w:t>
      </w:r>
    </w:p>
    <w:p w14:paraId="2C0F27F4" w14:textId="77777777" w:rsidR="009E07D0" w:rsidRDefault="009E07D0" w:rsidP="009E07D0">
      <w:pPr>
        <w:pStyle w:val="NumberedMaterial"/>
        <w:numPr>
          <w:ilvl w:val="1"/>
          <w:numId w:val="1"/>
        </w:numPr>
      </w:pPr>
      <w:r w:rsidRPr="00902BDD">
        <w:t>WASTE WATER CONTROL</w:t>
      </w:r>
    </w:p>
    <w:p w14:paraId="5C7C73D6" w14:textId="77777777" w:rsidR="00B55E56" w:rsidRPr="00902BDD" w:rsidRDefault="00B55E56" w:rsidP="00B55E56">
      <w:pPr>
        <w:pStyle w:val="Note"/>
      </w:pPr>
      <w:r>
        <w:t xml:space="preserve">NOTE TO DESIGNER:  Use this paragraph for projects inside the terminal buildings that do not include Section </w:t>
      </w:r>
      <w:r w:rsidR="0005022B">
        <w:t xml:space="preserve">01 57 13 </w:t>
      </w:r>
      <w:r>
        <w:t>– Temporary Erosion and Sediment Control Planning and Execution</w:t>
      </w:r>
    </w:p>
    <w:p w14:paraId="2D74BB6D" w14:textId="77777777" w:rsidR="009E07D0" w:rsidRPr="00902BDD" w:rsidRDefault="009E07D0" w:rsidP="009E07D0">
      <w:pPr>
        <w:pStyle w:val="NumberedMaterial"/>
        <w:numPr>
          <w:ilvl w:val="2"/>
          <w:numId w:val="1"/>
        </w:numPr>
      </w:pPr>
      <w:r w:rsidRPr="00902BDD">
        <w:t xml:space="preserve">Prevent discharge of any water/contaminated or otherwise from the site or </w:t>
      </w:r>
      <w:r w:rsidR="008A06A4">
        <w:t>w</w:t>
      </w:r>
      <w:r w:rsidRPr="00902BDD">
        <w:t>ork locations from any source, including runoff, from entering onto adjacent areas occupied or storage spaces or properties.</w:t>
      </w:r>
    </w:p>
    <w:p w14:paraId="7247008A" w14:textId="77777777" w:rsidR="009E07D0" w:rsidRPr="00902BDD" w:rsidRDefault="009E07D0" w:rsidP="009E07D0">
      <w:pPr>
        <w:pStyle w:val="NumberedMaterial"/>
        <w:numPr>
          <w:ilvl w:val="1"/>
          <w:numId w:val="1"/>
        </w:numPr>
      </w:pPr>
      <w:r w:rsidRPr="00902BDD">
        <w:t>TEMPORARY OPENINGS</w:t>
      </w:r>
    </w:p>
    <w:p w14:paraId="28EC93F6" w14:textId="77777777" w:rsidR="00B7434D" w:rsidRPr="005836DD" w:rsidRDefault="009E07D0" w:rsidP="005836DD">
      <w:pPr>
        <w:pStyle w:val="NumberedMaterial"/>
        <w:numPr>
          <w:ilvl w:val="2"/>
          <w:numId w:val="1"/>
        </w:numPr>
        <w:rPr>
          <w:rFonts w:cs="Arial"/>
        </w:rPr>
      </w:pPr>
      <w:r w:rsidRPr="00902BDD">
        <w:t xml:space="preserve">Ensure that all temporary openings formed required for execution of the Work, are labeled with the project name and contact information of the responsible contact. At the completion of </w:t>
      </w:r>
      <w:r w:rsidR="008A06A4">
        <w:t>w</w:t>
      </w:r>
      <w:r w:rsidRPr="00902BDD">
        <w:t xml:space="preserve">ork at each location, ensure that the openings are closed and restored to match the adjacent surfaces. This will include temporary ceiling </w:t>
      </w:r>
    </w:p>
    <w:p w14:paraId="16F51884" w14:textId="77777777" w:rsidR="005836DD" w:rsidRPr="00C72EB6" w:rsidRDefault="005836DD" w:rsidP="005836DD">
      <w:pPr>
        <w:pStyle w:val="NumberedMaterial"/>
        <w:numPr>
          <w:ilvl w:val="1"/>
          <w:numId w:val="9"/>
        </w:numPr>
        <w:rPr>
          <w:rFonts w:cs="Arial"/>
        </w:rPr>
      </w:pPr>
      <w:r w:rsidRPr="00C72EB6">
        <w:t>TEMPORARY CEILING REMOVAL</w:t>
      </w:r>
    </w:p>
    <w:p w14:paraId="53BA32C1" w14:textId="77777777" w:rsidR="005836DD" w:rsidRPr="00C72EB6" w:rsidRDefault="005836DD" w:rsidP="005836DD">
      <w:pPr>
        <w:pStyle w:val="NumberedMaterial"/>
        <w:numPr>
          <w:ilvl w:val="2"/>
          <w:numId w:val="1"/>
        </w:numPr>
        <w:rPr>
          <w:rFonts w:cs="Arial"/>
        </w:rPr>
      </w:pPr>
      <w:r w:rsidRPr="00C72EB6">
        <w:t xml:space="preserve">Where ceiling </w:t>
      </w:r>
      <w:r>
        <w:t>systems are</w:t>
      </w:r>
      <w:r w:rsidRPr="00C72EB6">
        <w:t xml:space="preserve"> required to be temporarily removed for construction purposes,</w:t>
      </w:r>
      <w:r>
        <w:t xml:space="preserve"> ceiling removal shall be performed by the [</w:t>
      </w:r>
      <w:r w:rsidRPr="00D47CC0">
        <w:rPr>
          <w:shd w:val="clear" w:color="auto" w:fill="FBD4B4"/>
        </w:rPr>
        <w:t>Contractor</w:t>
      </w:r>
      <w:r w:rsidR="00D27487" w:rsidRPr="00D47CC0">
        <w:t>]</w:t>
      </w:r>
      <w:r w:rsidRPr="00D27487">
        <w:t xml:space="preserve"> </w:t>
      </w:r>
      <w:r w:rsidR="00D27487" w:rsidRPr="00D47CC0">
        <w:t>[</w:t>
      </w:r>
      <w:r w:rsidRPr="00D47CC0">
        <w:rPr>
          <w:shd w:val="clear" w:color="auto" w:fill="FBD4B4"/>
        </w:rPr>
        <w:t>Port</w:t>
      </w:r>
      <w:r>
        <w:t>].</w:t>
      </w:r>
    </w:p>
    <w:p w14:paraId="2939F5CC" w14:textId="77777777" w:rsidR="005836DD" w:rsidRPr="008D6507" w:rsidRDefault="005836DD" w:rsidP="005836DD">
      <w:pPr>
        <w:pStyle w:val="NumberedMaterial"/>
        <w:numPr>
          <w:ilvl w:val="2"/>
          <w:numId w:val="1"/>
        </w:numPr>
        <w:rPr>
          <w:rFonts w:cs="Arial"/>
        </w:rPr>
      </w:pPr>
      <w:r w:rsidRPr="00C72EB6">
        <w:t>The Contractor shall ensure the ceiling envelope is maintained</w:t>
      </w:r>
      <w:r>
        <w:t xml:space="preserve"> at all times throughout the project</w:t>
      </w:r>
      <w:r w:rsidRPr="00C72EB6">
        <w:t>.</w:t>
      </w:r>
    </w:p>
    <w:p w14:paraId="2F976B3A" w14:textId="77777777" w:rsidR="005836DD" w:rsidRPr="00C72EB6" w:rsidRDefault="005836DD" w:rsidP="005836DD">
      <w:pPr>
        <w:pStyle w:val="NumberedMaterial"/>
        <w:numPr>
          <w:ilvl w:val="2"/>
          <w:numId w:val="1"/>
        </w:numPr>
        <w:rPr>
          <w:rFonts w:cs="Arial"/>
        </w:rPr>
      </w:pPr>
      <w:r w:rsidRPr="00C72EB6">
        <w:rPr>
          <w:rFonts w:cs="Arial"/>
        </w:rPr>
        <w:t xml:space="preserve">At the time the ceiling is initially opened and throughout the project, the Contractor shall inspect the work area for evidence of rodent </w:t>
      </w:r>
      <w:r>
        <w:rPr>
          <w:rFonts w:cs="Arial"/>
        </w:rPr>
        <w:t xml:space="preserve">or other pest </w:t>
      </w:r>
      <w:r w:rsidRPr="00C72EB6">
        <w:rPr>
          <w:rFonts w:cs="Arial"/>
        </w:rPr>
        <w:t>activity.  Any evidence shall be reported to the Engineer immediately.</w:t>
      </w:r>
    </w:p>
    <w:p w14:paraId="5EF95AEC" w14:textId="77777777" w:rsidR="005836DD" w:rsidRPr="00C72EB6" w:rsidRDefault="005836DD" w:rsidP="005836DD">
      <w:pPr>
        <w:pStyle w:val="NumberedMaterial"/>
        <w:numPr>
          <w:ilvl w:val="2"/>
          <w:numId w:val="1"/>
        </w:numPr>
        <w:rPr>
          <w:rFonts w:cs="Arial"/>
        </w:rPr>
      </w:pPr>
      <w:r w:rsidRPr="00C72EB6">
        <w:t>The Contractor shall maintain a neat and clean appearance of the temporary ceilings</w:t>
      </w:r>
      <w:r>
        <w:t xml:space="preserve"> throughout the project</w:t>
      </w:r>
      <w:r w:rsidRPr="00C72EB6">
        <w:t>.  Unkempt, dirty or discolored materials shall be cleaned or reinstalled as directed by the Engineer at no cost to the Port.</w:t>
      </w:r>
    </w:p>
    <w:p w14:paraId="1F21FB2F" w14:textId="77777777" w:rsidR="005836DD" w:rsidRPr="00C72EB6" w:rsidRDefault="005836DD" w:rsidP="005836DD">
      <w:pPr>
        <w:pStyle w:val="NumberedMaterial"/>
        <w:numPr>
          <w:ilvl w:val="2"/>
          <w:numId w:val="1"/>
        </w:numPr>
        <w:rPr>
          <w:rFonts w:cs="Arial"/>
        </w:rPr>
      </w:pPr>
      <w:r w:rsidRPr="00C72EB6">
        <w:rPr>
          <w:rFonts w:cs="Arial"/>
        </w:rPr>
        <w:t xml:space="preserve">The number of ceiling openings shall be limited to the minimum quantity necessary to achieve to complete the current work item.  The number of ceiling openings </w:t>
      </w:r>
      <w:r w:rsidRPr="00C72EB6">
        <w:rPr>
          <w:rFonts w:cs="Arial"/>
        </w:rPr>
        <w:lastRenderedPageBreak/>
        <w:t xml:space="preserve">shall be approved by the Engineer in advance.  Existing ceiling openings may need to be closed </w:t>
      </w:r>
      <w:r>
        <w:rPr>
          <w:rFonts w:cs="Arial"/>
        </w:rPr>
        <w:t>in order for additional ceiling</w:t>
      </w:r>
      <w:r w:rsidRPr="00C72EB6">
        <w:rPr>
          <w:rFonts w:cs="Arial"/>
        </w:rPr>
        <w:t>s to be opened.</w:t>
      </w:r>
    </w:p>
    <w:p w14:paraId="75ADFFAE" w14:textId="77777777" w:rsidR="005836DD" w:rsidRPr="00C72EB6" w:rsidRDefault="005836DD" w:rsidP="005836DD">
      <w:pPr>
        <w:pStyle w:val="NumberedMaterial"/>
        <w:numPr>
          <w:ilvl w:val="2"/>
          <w:numId w:val="1"/>
        </w:numPr>
        <w:rPr>
          <w:rFonts w:cs="Arial"/>
        </w:rPr>
      </w:pPr>
      <w:r w:rsidRPr="00C72EB6">
        <w:rPr>
          <w:rFonts w:cs="Arial"/>
        </w:rPr>
        <w:t>Installation of Temporary Ceiling Covers</w:t>
      </w:r>
    </w:p>
    <w:p w14:paraId="2F36AC99" w14:textId="77777777" w:rsidR="005836DD" w:rsidRPr="00C72EB6" w:rsidRDefault="005836DD" w:rsidP="005836DD">
      <w:pPr>
        <w:pStyle w:val="NumberedMaterial"/>
        <w:numPr>
          <w:ilvl w:val="3"/>
          <w:numId w:val="1"/>
        </w:numPr>
        <w:rPr>
          <w:rFonts w:cs="Arial"/>
        </w:rPr>
      </w:pPr>
      <w:r w:rsidRPr="00C72EB6">
        <w:t xml:space="preserve">To maintain the ceiling envelope for limited durations, </w:t>
      </w:r>
      <w:r w:rsidRPr="00C72EB6">
        <w:rPr>
          <w:rFonts w:cs="Arial"/>
        </w:rPr>
        <w:t>white or opaque fire retardant, flame resistant polyethylene of at least 6 mil thickness shall be installed across temporary ceiling openings.</w:t>
      </w:r>
    </w:p>
    <w:p w14:paraId="5F88431F" w14:textId="77777777" w:rsidR="005836DD" w:rsidRPr="00C72EB6" w:rsidRDefault="005836DD" w:rsidP="005836DD">
      <w:pPr>
        <w:pStyle w:val="NumberedMaterial"/>
        <w:numPr>
          <w:ilvl w:val="3"/>
          <w:numId w:val="1"/>
        </w:numPr>
        <w:rPr>
          <w:rFonts w:cs="Arial"/>
        </w:rPr>
      </w:pPr>
      <w:r w:rsidRPr="00C72EB6">
        <w:rPr>
          <w:rFonts w:cs="Arial"/>
        </w:rPr>
        <w:t>Polyethylene sheet shall be attached with Universal brand metal binder clips, 2-inch size with 1-inch capacity, or equivalent.</w:t>
      </w:r>
    </w:p>
    <w:p w14:paraId="0983D86D" w14:textId="77777777" w:rsidR="005836DD" w:rsidRPr="00C72EB6" w:rsidRDefault="005836DD" w:rsidP="005836DD">
      <w:pPr>
        <w:pStyle w:val="NumberedMaterial"/>
        <w:numPr>
          <w:ilvl w:val="4"/>
          <w:numId w:val="1"/>
        </w:numPr>
        <w:rPr>
          <w:rFonts w:cs="Arial"/>
        </w:rPr>
      </w:pPr>
      <w:r w:rsidRPr="00C72EB6">
        <w:rPr>
          <w:rFonts w:cs="Arial"/>
        </w:rPr>
        <w:t xml:space="preserve">Binder clips shall be installed on all sides of the ceiling opening, no more than </w:t>
      </w:r>
      <w:r>
        <w:rPr>
          <w:rFonts w:cs="Arial"/>
        </w:rPr>
        <w:t>18</w:t>
      </w:r>
      <w:r w:rsidRPr="00C72EB6">
        <w:rPr>
          <w:rFonts w:cs="Arial"/>
        </w:rPr>
        <w:t xml:space="preserve"> inches apart.</w:t>
      </w:r>
    </w:p>
    <w:p w14:paraId="2212911C" w14:textId="77777777" w:rsidR="005836DD" w:rsidRPr="00C72EB6" w:rsidRDefault="005836DD" w:rsidP="005836DD">
      <w:pPr>
        <w:pStyle w:val="NumberedMaterial"/>
        <w:numPr>
          <w:ilvl w:val="4"/>
          <w:numId w:val="1"/>
        </w:numPr>
        <w:rPr>
          <w:rFonts w:cs="Arial"/>
        </w:rPr>
      </w:pPr>
      <w:r w:rsidRPr="00C72EB6">
        <w:rPr>
          <w:rFonts w:cs="Arial"/>
        </w:rPr>
        <w:t>Binder clips shall be installed in a manner sufficient to:</w:t>
      </w:r>
    </w:p>
    <w:p w14:paraId="3D55ABE6" w14:textId="77777777" w:rsidR="005836DD" w:rsidRPr="00C72EB6" w:rsidRDefault="005836DD" w:rsidP="005836DD">
      <w:pPr>
        <w:pStyle w:val="NumberedMaterial"/>
        <w:numPr>
          <w:ilvl w:val="5"/>
          <w:numId w:val="1"/>
        </w:numPr>
        <w:rPr>
          <w:rFonts w:cs="Arial"/>
        </w:rPr>
      </w:pPr>
      <w:r w:rsidRPr="00C72EB6">
        <w:rPr>
          <w:rFonts w:cs="Arial"/>
        </w:rPr>
        <w:t>Maintain the ceiling envelope,</w:t>
      </w:r>
    </w:p>
    <w:p w14:paraId="1AB07065" w14:textId="77777777" w:rsidR="005836DD" w:rsidRPr="00C72EB6" w:rsidRDefault="005836DD" w:rsidP="005836DD">
      <w:pPr>
        <w:pStyle w:val="NumberedMaterial"/>
        <w:numPr>
          <w:ilvl w:val="5"/>
          <w:numId w:val="1"/>
        </w:numPr>
        <w:rPr>
          <w:rFonts w:cs="Arial"/>
        </w:rPr>
      </w:pPr>
      <w:r w:rsidRPr="00C72EB6">
        <w:rPr>
          <w:rFonts w:cs="Arial"/>
        </w:rPr>
        <w:t>Prevent debris from the work area falling into the space below the ceiling, and</w:t>
      </w:r>
    </w:p>
    <w:p w14:paraId="7DD4A45C" w14:textId="77777777" w:rsidR="005836DD" w:rsidRPr="00C72EB6" w:rsidRDefault="005836DD" w:rsidP="005836DD">
      <w:pPr>
        <w:pStyle w:val="NumberedMaterial"/>
        <w:numPr>
          <w:ilvl w:val="5"/>
          <w:numId w:val="1"/>
        </w:numPr>
        <w:rPr>
          <w:rFonts w:cs="Arial"/>
        </w:rPr>
      </w:pPr>
      <w:r w:rsidRPr="00C72EB6">
        <w:rPr>
          <w:rFonts w:cs="Arial"/>
        </w:rPr>
        <w:t>Prevent rodent</w:t>
      </w:r>
      <w:r>
        <w:rPr>
          <w:rFonts w:cs="Arial"/>
        </w:rPr>
        <w:t>s</w:t>
      </w:r>
      <w:r w:rsidRPr="00C72EB6">
        <w:rPr>
          <w:rFonts w:cs="Arial"/>
        </w:rPr>
        <w:t xml:space="preserve"> </w:t>
      </w:r>
      <w:r>
        <w:rPr>
          <w:rFonts w:cs="Arial"/>
        </w:rPr>
        <w:t xml:space="preserve">or other pests </w:t>
      </w:r>
      <w:r w:rsidRPr="00C72EB6">
        <w:rPr>
          <w:rFonts w:cs="Arial"/>
        </w:rPr>
        <w:t>from accessing the space below the ceiling.</w:t>
      </w:r>
    </w:p>
    <w:p w14:paraId="61B25D2C" w14:textId="77777777" w:rsidR="005836DD" w:rsidRPr="00C72EB6" w:rsidRDefault="005836DD" w:rsidP="005836DD">
      <w:pPr>
        <w:pStyle w:val="NumberedMaterial"/>
        <w:numPr>
          <w:ilvl w:val="3"/>
          <w:numId w:val="1"/>
        </w:numPr>
        <w:rPr>
          <w:rFonts w:cs="Arial"/>
        </w:rPr>
      </w:pPr>
      <w:r w:rsidRPr="00C72EB6">
        <w:t>The installation of the polyethylene sheeting shall be done in a neat manner</w:t>
      </w:r>
      <w:r w:rsidRPr="00C72EB6">
        <w:rPr>
          <w:rFonts w:cs="Arial"/>
        </w:rPr>
        <w:t xml:space="preserve">, made as tight as possible across the opening, with </w:t>
      </w:r>
      <w:r>
        <w:rPr>
          <w:rFonts w:cs="Arial"/>
        </w:rPr>
        <w:t xml:space="preserve">no greater than 2 inches of sag and </w:t>
      </w:r>
      <w:r w:rsidRPr="00C72EB6">
        <w:rPr>
          <w:rFonts w:cs="Arial"/>
        </w:rPr>
        <w:t>no gaps along the edges of the opening.</w:t>
      </w:r>
    </w:p>
    <w:p w14:paraId="12AD55A7" w14:textId="77777777" w:rsidR="005836DD" w:rsidRPr="00C72EB6" w:rsidRDefault="005836DD" w:rsidP="005836DD">
      <w:pPr>
        <w:pStyle w:val="NumberedMaterial"/>
        <w:numPr>
          <w:ilvl w:val="3"/>
          <w:numId w:val="1"/>
        </w:numPr>
        <w:rPr>
          <w:rFonts w:cs="Arial"/>
        </w:rPr>
      </w:pPr>
      <w:r w:rsidRPr="00C72EB6">
        <w:rPr>
          <w:rFonts w:cs="Arial"/>
        </w:rPr>
        <w:t xml:space="preserve">Polyethylene shall </w:t>
      </w:r>
      <w:r>
        <w:rPr>
          <w:rFonts w:cs="Arial"/>
        </w:rPr>
        <w:t xml:space="preserve">be trimmed neatly and may </w:t>
      </w:r>
      <w:r w:rsidRPr="00C72EB6">
        <w:rPr>
          <w:rFonts w:cs="Arial"/>
        </w:rPr>
        <w:t xml:space="preserve">not be left hanging at the edges of the opening. </w:t>
      </w:r>
    </w:p>
    <w:p w14:paraId="1EBB9407" w14:textId="77777777" w:rsidR="005836DD" w:rsidRPr="00C72EB6" w:rsidRDefault="005836DD" w:rsidP="005836DD">
      <w:pPr>
        <w:pStyle w:val="NumberedMaterial"/>
        <w:numPr>
          <w:ilvl w:val="3"/>
          <w:numId w:val="1"/>
        </w:numPr>
        <w:rPr>
          <w:rFonts w:cs="Arial"/>
        </w:rPr>
      </w:pPr>
      <w:r w:rsidRPr="00C72EB6">
        <w:rPr>
          <w:rFonts w:cs="Arial"/>
        </w:rPr>
        <w:t xml:space="preserve">For ceiling openings above or adjacent to food service or </w:t>
      </w:r>
      <w:r>
        <w:rPr>
          <w:rFonts w:cs="Arial"/>
        </w:rPr>
        <w:t>other sensitive</w:t>
      </w:r>
      <w:r w:rsidRPr="00C72EB6">
        <w:rPr>
          <w:rFonts w:cs="Arial"/>
        </w:rPr>
        <w:t xml:space="preserve"> locations, </w:t>
      </w:r>
      <w:r>
        <w:rPr>
          <w:rFonts w:cs="Arial"/>
        </w:rPr>
        <w:t xml:space="preserve">the Engineer may require </w:t>
      </w:r>
      <w:r w:rsidRPr="00C72EB6">
        <w:rPr>
          <w:rFonts w:cs="Arial"/>
        </w:rPr>
        <w:t xml:space="preserve">tape </w:t>
      </w:r>
      <w:r>
        <w:rPr>
          <w:rFonts w:cs="Arial"/>
        </w:rPr>
        <w:t>to</w:t>
      </w:r>
      <w:r w:rsidRPr="00C72EB6">
        <w:rPr>
          <w:rFonts w:cs="Arial"/>
        </w:rPr>
        <w:t xml:space="preserve"> be </w:t>
      </w:r>
      <w:r>
        <w:rPr>
          <w:rFonts w:cs="Arial"/>
        </w:rPr>
        <w:t>installed</w:t>
      </w:r>
      <w:r w:rsidRPr="00C72EB6">
        <w:rPr>
          <w:rFonts w:cs="Arial"/>
        </w:rPr>
        <w:t xml:space="preserve"> at the edges of the polyethylene sheeting.  If tape is used, it shall be </w:t>
      </w:r>
      <w:r>
        <w:rPr>
          <w:rFonts w:cs="Arial"/>
        </w:rPr>
        <w:t xml:space="preserve">4-inch wide poly tape </w:t>
      </w:r>
      <w:r w:rsidRPr="00C72EB6">
        <w:rPr>
          <w:rFonts w:cs="Arial"/>
        </w:rPr>
        <w:t>of matching color.</w:t>
      </w:r>
      <w:r>
        <w:rPr>
          <w:rFonts w:cs="Arial"/>
        </w:rPr>
        <w:t xml:space="preserve">  Any tape residue shall be removed by the</w:t>
      </w:r>
      <w:r w:rsidR="00D27487">
        <w:rPr>
          <w:rFonts w:cs="Arial"/>
        </w:rPr>
        <w:t xml:space="preserve"> </w:t>
      </w:r>
      <w:r w:rsidR="00D27487">
        <w:t>[</w:t>
      </w:r>
      <w:r w:rsidR="00D27487" w:rsidRPr="00B42DE1">
        <w:rPr>
          <w:shd w:val="clear" w:color="auto" w:fill="FBD4B4"/>
        </w:rPr>
        <w:t>Contractor</w:t>
      </w:r>
      <w:r w:rsidR="00D27487" w:rsidRPr="00B42DE1">
        <w:t>]</w:t>
      </w:r>
      <w:r w:rsidR="00D27487" w:rsidRPr="00D27487">
        <w:t xml:space="preserve"> </w:t>
      </w:r>
      <w:r w:rsidR="00D27487" w:rsidRPr="00B42DE1">
        <w:t>[</w:t>
      </w:r>
      <w:r w:rsidR="00D27487" w:rsidRPr="00B42DE1">
        <w:rPr>
          <w:shd w:val="clear" w:color="auto" w:fill="FBD4B4"/>
        </w:rPr>
        <w:t>Port</w:t>
      </w:r>
      <w:r w:rsidR="00D27487">
        <w:t>]</w:t>
      </w:r>
      <w:r>
        <w:rPr>
          <w:rFonts w:cs="Arial"/>
        </w:rPr>
        <w:t>.  Tape shall not be used on surfaces that may be damaged by tape removal.</w:t>
      </w:r>
    </w:p>
    <w:p w14:paraId="1D2A9867" w14:textId="77777777" w:rsidR="005836DD" w:rsidRPr="00C72EB6" w:rsidRDefault="005836DD" w:rsidP="005836DD">
      <w:pPr>
        <w:pStyle w:val="NumberedMaterial"/>
        <w:numPr>
          <w:ilvl w:val="3"/>
          <w:numId w:val="1"/>
        </w:numPr>
        <w:rPr>
          <w:rFonts w:cs="Arial"/>
        </w:rPr>
      </w:pPr>
      <w:r w:rsidRPr="00C72EB6">
        <w:rPr>
          <w:rFonts w:cs="Arial"/>
        </w:rPr>
        <w:t>The Contractor shall ensure that the sheeting is legibly labeled in indelible black ink with the following information:</w:t>
      </w:r>
    </w:p>
    <w:p w14:paraId="06256251" w14:textId="77777777" w:rsidR="005836DD" w:rsidRPr="00C72EB6" w:rsidRDefault="005836DD" w:rsidP="005836DD">
      <w:pPr>
        <w:pStyle w:val="NumberedMaterial"/>
        <w:numPr>
          <w:ilvl w:val="4"/>
          <w:numId w:val="1"/>
        </w:numPr>
        <w:rPr>
          <w:rFonts w:cs="Arial"/>
        </w:rPr>
      </w:pPr>
      <w:r w:rsidRPr="00C72EB6">
        <w:rPr>
          <w:rFonts w:cs="Arial"/>
        </w:rPr>
        <w:t>Date the ceiling tile was removed,</w:t>
      </w:r>
    </w:p>
    <w:p w14:paraId="6339680F" w14:textId="77777777" w:rsidR="005836DD" w:rsidRPr="00C72EB6" w:rsidRDefault="005836DD" w:rsidP="005836DD">
      <w:pPr>
        <w:pStyle w:val="NumberedMaterial"/>
        <w:numPr>
          <w:ilvl w:val="4"/>
          <w:numId w:val="1"/>
        </w:numPr>
        <w:rPr>
          <w:rFonts w:cs="Arial"/>
        </w:rPr>
      </w:pPr>
      <w:r w:rsidRPr="00C72EB6">
        <w:rPr>
          <w:rFonts w:cs="Arial"/>
        </w:rPr>
        <w:t xml:space="preserve">Contractor name, and </w:t>
      </w:r>
    </w:p>
    <w:p w14:paraId="2C59EEDA" w14:textId="51042D44" w:rsidR="005836DD" w:rsidRPr="00C72EB6" w:rsidRDefault="00F55DE3" w:rsidP="005836DD">
      <w:pPr>
        <w:pStyle w:val="NumberedMaterial"/>
        <w:numPr>
          <w:ilvl w:val="4"/>
          <w:numId w:val="1"/>
        </w:numPr>
        <w:rPr>
          <w:rFonts w:cs="Arial"/>
        </w:rPr>
      </w:pPr>
      <w:r w:rsidRPr="00C72EB6">
        <w:rPr>
          <w:rFonts w:cs="Arial"/>
        </w:rPr>
        <w:t>P</w:t>
      </w:r>
      <w:r>
        <w:rPr>
          <w:rFonts w:cs="Arial"/>
        </w:rPr>
        <w:t>ort</w:t>
      </w:r>
      <w:r w:rsidRPr="00C72EB6">
        <w:rPr>
          <w:rFonts w:cs="Arial"/>
        </w:rPr>
        <w:t xml:space="preserve"> </w:t>
      </w:r>
      <w:r w:rsidR="005836DD" w:rsidRPr="00C72EB6">
        <w:rPr>
          <w:rFonts w:cs="Arial"/>
        </w:rPr>
        <w:t>Work Project number.</w:t>
      </w:r>
    </w:p>
    <w:p w14:paraId="112CEE26" w14:textId="77777777" w:rsidR="005836DD" w:rsidRPr="00C72EB6" w:rsidRDefault="005836DD" w:rsidP="005836DD">
      <w:pPr>
        <w:pStyle w:val="NumberedMaterial"/>
        <w:numPr>
          <w:ilvl w:val="3"/>
          <w:numId w:val="1"/>
        </w:numPr>
        <w:rPr>
          <w:rFonts w:cs="Arial"/>
        </w:rPr>
      </w:pPr>
      <w:r w:rsidRPr="00BC76A2">
        <w:rPr>
          <w:rFonts w:cs="Arial"/>
        </w:rPr>
        <w:t>Reference attachment</w:t>
      </w:r>
      <w:r>
        <w:rPr>
          <w:rFonts w:cs="Arial"/>
        </w:rPr>
        <w:t>s</w:t>
      </w:r>
      <w:r w:rsidRPr="00BC76A2">
        <w:rPr>
          <w:rFonts w:cs="Arial"/>
        </w:rPr>
        <w:t xml:space="preserve"> 01 50 00 </w:t>
      </w:r>
      <w:r w:rsidR="00D27487">
        <w:rPr>
          <w:rFonts w:cs="Arial"/>
        </w:rPr>
        <w:t>[</w:t>
      </w:r>
      <w:r w:rsidRPr="00D47CC0">
        <w:rPr>
          <w:shd w:val="clear" w:color="auto" w:fill="FBD4B4"/>
        </w:rPr>
        <w:t>##</w:t>
      </w:r>
      <w:r w:rsidR="00D27487">
        <w:rPr>
          <w:rFonts w:cs="Arial"/>
        </w:rPr>
        <w:t>]</w:t>
      </w:r>
      <w:r>
        <w:rPr>
          <w:rFonts w:cs="Arial"/>
        </w:rPr>
        <w:t xml:space="preserve"> through </w:t>
      </w:r>
      <w:r w:rsidR="00D27487">
        <w:rPr>
          <w:rFonts w:cs="Arial"/>
        </w:rPr>
        <w:t>[</w:t>
      </w:r>
      <w:r w:rsidRPr="00D47CC0">
        <w:rPr>
          <w:shd w:val="clear" w:color="auto" w:fill="FBD4B4"/>
        </w:rPr>
        <w:t>##</w:t>
      </w:r>
      <w:r w:rsidR="00D27487">
        <w:rPr>
          <w:rFonts w:cs="Arial"/>
        </w:rPr>
        <w:t>]</w:t>
      </w:r>
      <w:r w:rsidRPr="00BC76A2">
        <w:rPr>
          <w:rFonts w:cs="Arial"/>
        </w:rPr>
        <w:t xml:space="preserve"> for</w:t>
      </w:r>
      <w:r>
        <w:rPr>
          <w:rFonts w:cs="Arial"/>
        </w:rPr>
        <w:t xml:space="preserve"> installation and configuration requirements of temporary ceiling covers.</w:t>
      </w:r>
      <w:r w:rsidRPr="00BC76A2">
        <w:rPr>
          <w:rFonts w:cs="Arial"/>
        </w:rPr>
        <w:t xml:space="preserve"> </w:t>
      </w:r>
      <w:r w:rsidRPr="00C72EB6">
        <w:rPr>
          <w:rFonts w:cs="Arial"/>
        </w:rPr>
        <w:t xml:space="preserve"> </w:t>
      </w:r>
    </w:p>
    <w:p w14:paraId="03B8F030" w14:textId="77777777" w:rsidR="005836DD" w:rsidRPr="00C72EB6" w:rsidRDefault="005836DD" w:rsidP="005836DD">
      <w:pPr>
        <w:pStyle w:val="NumberedMaterial"/>
        <w:numPr>
          <w:ilvl w:val="2"/>
          <w:numId w:val="1"/>
        </w:numPr>
        <w:rPr>
          <w:rFonts w:cs="Arial"/>
        </w:rPr>
      </w:pPr>
      <w:r w:rsidRPr="00C72EB6">
        <w:rPr>
          <w:rFonts w:cs="Arial"/>
        </w:rPr>
        <w:t>Accessing Existing Temporary Ceiling Openings</w:t>
      </w:r>
    </w:p>
    <w:p w14:paraId="68E326BE" w14:textId="77777777" w:rsidR="005836DD" w:rsidRPr="00C72EB6" w:rsidRDefault="005836DD" w:rsidP="005836DD">
      <w:pPr>
        <w:pStyle w:val="NumberedMaterial"/>
        <w:numPr>
          <w:ilvl w:val="3"/>
          <w:numId w:val="1"/>
        </w:numPr>
        <w:rPr>
          <w:rFonts w:cs="Arial"/>
        </w:rPr>
      </w:pPr>
      <w:r w:rsidRPr="00C72EB6">
        <w:rPr>
          <w:rFonts w:cs="Arial"/>
        </w:rPr>
        <w:t>Temporary ceiling covers shall be opened carefully, with all components set aside for reinstallation at the end of the shift.</w:t>
      </w:r>
    </w:p>
    <w:p w14:paraId="6D5247E6" w14:textId="77777777" w:rsidR="005836DD" w:rsidRPr="00C72EB6" w:rsidRDefault="005836DD" w:rsidP="005836DD">
      <w:pPr>
        <w:pStyle w:val="NumberedMaterial"/>
        <w:numPr>
          <w:ilvl w:val="3"/>
          <w:numId w:val="1"/>
        </w:numPr>
        <w:rPr>
          <w:rFonts w:cs="Arial"/>
        </w:rPr>
      </w:pPr>
      <w:r w:rsidRPr="00C72EB6">
        <w:rPr>
          <w:rFonts w:cs="Arial"/>
        </w:rPr>
        <w:t xml:space="preserve">Any evidence of rodent </w:t>
      </w:r>
      <w:r>
        <w:rPr>
          <w:rFonts w:cs="Arial"/>
        </w:rPr>
        <w:t xml:space="preserve">or other pest </w:t>
      </w:r>
      <w:r w:rsidRPr="00C72EB6">
        <w:rPr>
          <w:rFonts w:cs="Arial"/>
        </w:rPr>
        <w:t>activity shall be reported to the Engineer immediately</w:t>
      </w:r>
      <w:r>
        <w:rPr>
          <w:rFonts w:cs="Arial"/>
        </w:rPr>
        <w:t>.</w:t>
      </w:r>
      <w:r w:rsidRPr="00C72EB6">
        <w:rPr>
          <w:rFonts w:cs="Arial"/>
        </w:rPr>
        <w:t xml:space="preserve"> </w:t>
      </w:r>
    </w:p>
    <w:p w14:paraId="089D2C95" w14:textId="77777777" w:rsidR="005836DD" w:rsidRPr="00C72EB6" w:rsidRDefault="005836DD" w:rsidP="005836DD">
      <w:pPr>
        <w:pStyle w:val="NumberedMaterial"/>
        <w:numPr>
          <w:ilvl w:val="3"/>
          <w:numId w:val="1"/>
        </w:numPr>
        <w:rPr>
          <w:rFonts w:cs="Arial"/>
        </w:rPr>
      </w:pPr>
      <w:r w:rsidRPr="00C72EB6">
        <w:rPr>
          <w:rFonts w:cs="Arial"/>
        </w:rPr>
        <w:t>On a given shift, the Contractor shall limit opening temporary ceiling covers to the locations where work will be performed during that shift.</w:t>
      </w:r>
    </w:p>
    <w:p w14:paraId="10C40482" w14:textId="77777777" w:rsidR="005836DD" w:rsidRPr="00C72EB6" w:rsidRDefault="005836DD" w:rsidP="005836DD">
      <w:pPr>
        <w:pStyle w:val="NumberedMaterial"/>
        <w:numPr>
          <w:ilvl w:val="3"/>
          <w:numId w:val="1"/>
        </w:numPr>
        <w:rPr>
          <w:rFonts w:cs="Arial"/>
        </w:rPr>
      </w:pPr>
      <w:r w:rsidRPr="00C72EB6">
        <w:rPr>
          <w:rFonts w:cs="Arial"/>
        </w:rPr>
        <w:lastRenderedPageBreak/>
        <w:t>The Contractor shall reinstall temporary ceiling covers as specified above.</w:t>
      </w:r>
    </w:p>
    <w:p w14:paraId="4AEDA16E" w14:textId="77777777" w:rsidR="005836DD" w:rsidRPr="00C72EB6" w:rsidRDefault="005836DD" w:rsidP="005836DD">
      <w:pPr>
        <w:pStyle w:val="NumberedMaterial"/>
        <w:numPr>
          <w:ilvl w:val="3"/>
          <w:numId w:val="1"/>
        </w:numPr>
        <w:rPr>
          <w:rFonts w:cs="Arial"/>
        </w:rPr>
      </w:pPr>
      <w:r w:rsidRPr="00C72EB6">
        <w:rPr>
          <w:rFonts w:cs="Arial"/>
        </w:rPr>
        <w:t>The Contractor shall conduct a visual inspection of all temporary ceiling covers during each work shift.  Any deficiencies shall be corrected by the Contractor prior to the end of the work shift.</w:t>
      </w:r>
    </w:p>
    <w:p w14:paraId="1956C744" w14:textId="77777777" w:rsidR="005836DD" w:rsidRPr="00C72EB6" w:rsidRDefault="005836DD" w:rsidP="005836DD">
      <w:pPr>
        <w:pStyle w:val="NumberedMaterial"/>
        <w:numPr>
          <w:ilvl w:val="2"/>
          <w:numId w:val="1"/>
        </w:numPr>
        <w:rPr>
          <w:rFonts w:cs="Arial"/>
        </w:rPr>
      </w:pPr>
      <w:r w:rsidRPr="00C72EB6">
        <w:rPr>
          <w:rFonts w:cs="Arial"/>
        </w:rPr>
        <w:t>Closing Temporary Ceiling Openings</w:t>
      </w:r>
    </w:p>
    <w:p w14:paraId="31272810" w14:textId="77777777" w:rsidR="005836DD" w:rsidRPr="00C72EB6" w:rsidRDefault="005836DD" w:rsidP="005836DD">
      <w:pPr>
        <w:pStyle w:val="NumberedMaterial"/>
        <w:numPr>
          <w:ilvl w:val="3"/>
          <w:numId w:val="1"/>
        </w:numPr>
        <w:rPr>
          <w:rFonts w:cs="Arial"/>
        </w:rPr>
      </w:pPr>
      <w:r w:rsidRPr="00C72EB6">
        <w:rPr>
          <w:rFonts w:cs="Arial"/>
        </w:rPr>
        <w:t>Permanent ceiling systems shall be replaced as soon as possible to minimize the duration that temporary ceiling covers are in place.</w:t>
      </w:r>
    </w:p>
    <w:p w14:paraId="4638B5AB" w14:textId="77777777" w:rsidR="005836DD" w:rsidRPr="00C72EB6" w:rsidRDefault="005836DD" w:rsidP="005836DD">
      <w:pPr>
        <w:pStyle w:val="NumberedMaterial"/>
        <w:numPr>
          <w:ilvl w:val="3"/>
          <w:numId w:val="1"/>
        </w:numPr>
        <w:rPr>
          <w:rFonts w:cs="Arial"/>
        </w:rPr>
      </w:pPr>
      <w:r w:rsidRPr="00C72EB6">
        <w:rPr>
          <w:rFonts w:cs="Arial"/>
        </w:rPr>
        <w:t>The Contractor shall arrange for required inspections from the Port and regulatory agencies as soon as possible to minimize the duration the temporary ceiling covers are in place.</w:t>
      </w:r>
    </w:p>
    <w:p w14:paraId="089E4262" w14:textId="77777777" w:rsidR="005836DD" w:rsidRPr="00C72EB6" w:rsidRDefault="005836DD" w:rsidP="005836DD">
      <w:pPr>
        <w:pStyle w:val="NumberedMaterial"/>
        <w:numPr>
          <w:ilvl w:val="3"/>
          <w:numId w:val="1"/>
        </w:numPr>
        <w:rPr>
          <w:rFonts w:cs="Arial"/>
        </w:rPr>
      </w:pPr>
      <w:r w:rsidRPr="00C72EB6">
        <w:rPr>
          <w:rFonts w:cs="Arial"/>
        </w:rPr>
        <w:t>The Contractor shall contact the Engineer to request closure of temporary ceiling openings as soon as possible after work is complete in each area.  Temporary ceiling openings shall not be maintained throughout the duration of the project.</w:t>
      </w:r>
    </w:p>
    <w:p w14:paraId="3A65543D" w14:textId="77777777" w:rsidR="005836DD" w:rsidRPr="00D54F86" w:rsidRDefault="005836DD" w:rsidP="005836DD">
      <w:pPr>
        <w:pStyle w:val="NumberedMaterial"/>
        <w:numPr>
          <w:ilvl w:val="3"/>
          <w:numId w:val="1"/>
        </w:numPr>
        <w:rPr>
          <w:rFonts w:cs="Arial"/>
        </w:rPr>
      </w:pPr>
      <w:r w:rsidRPr="00D54F86">
        <w:rPr>
          <w:rFonts w:cs="Arial"/>
        </w:rPr>
        <w:t>Replacement of ceiling systems shall be performed by the</w:t>
      </w:r>
      <w:r w:rsidR="00D27487">
        <w:rPr>
          <w:rFonts w:cs="Arial"/>
        </w:rPr>
        <w:t xml:space="preserve"> </w:t>
      </w:r>
      <w:r w:rsidR="00D27487">
        <w:t>[</w:t>
      </w:r>
      <w:r w:rsidR="00D27487" w:rsidRPr="00B42DE1">
        <w:rPr>
          <w:shd w:val="clear" w:color="auto" w:fill="FBD4B4"/>
        </w:rPr>
        <w:t>Contractor</w:t>
      </w:r>
      <w:r w:rsidR="00D27487" w:rsidRPr="00B42DE1">
        <w:t>]</w:t>
      </w:r>
      <w:r w:rsidR="00D27487" w:rsidRPr="00D27487">
        <w:t xml:space="preserve"> </w:t>
      </w:r>
      <w:r w:rsidR="00D27487" w:rsidRPr="00B42DE1">
        <w:t>[</w:t>
      </w:r>
      <w:r w:rsidR="00D27487" w:rsidRPr="00B42DE1">
        <w:rPr>
          <w:shd w:val="clear" w:color="auto" w:fill="FBD4B4"/>
        </w:rPr>
        <w:t>Port</w:t>
      </w:r>
      <w:r w:rsidR="00D27487">
        <w:t>]</w:t>
      </w:r>
      <w:r w:rsidRPr="00D54F86">
        <w:rPr>
          <w:rFonts w:cs="Arial"/>
        </w:rPr>
        <w:t>.</w:t>
      </w:r>
    </w:p>
    <w:p w14:paraId="5C5D6932" w14:textId="77777777" w:rsidR="005836DD" w:rsidRPr="00C72EB6" w:rsidRDefault="005836DD" w:rsidP="005836DD">
      <w:pPr>
        <w:tabs>
          <w:tab w:val="decimal" w:pos="-1980"/>
          <w:tab w:val="right" w:pos="9900"/>
        </w:tabs>
      </w:pPr>
    </w:p>
    <w:p w14:paraId="0699967C" w14:textId="77777777" w:rsidR="009E07D0" w:rsidRPr="00902BDD" w:rsidRDefault="009E07D0" w:rsidP="009E07D0">
      <w:pPr>
        <w:pStyle w:val="NumberedMaterial"/>
        <w:numPr>
          <w:ilvl w:val="1"/>
          <w:numId w:val="1"/>
        </w:numPr>
      </w:pPr>
      <w:r w:rsidRPr="00902BDD">
        <w:t>MAINTENANCE OF OPERATIONS</w:t>
      </w:r>
    </w:p>
    <w:p w14:paraId="4D2EB510" w14:textId="77777777" w:rsidR="009E07D0" w:rsidRPr="00902BDD" w:rsidRDefault="009E07D0" w:rsidP="009E07D0">
      <w:pPr>
        <w:pStyle w:val="NumberedMaterial"/>
        <w:numPr>
          <w:ilvl w:val="2"/>
          <w:numId w:val="1"/>
        </w:numPr>
      </w:pPr>
      <w:r w:rsidRPr="00902BDD">
        <w:t>Public Safety Convenience: The Contractor shall conduct all operations with the least possible obstruction and inconvenience to the Port, its tenants and the public.</w:t>
      </w:r>
    </w:p>
    <w:p w14:paraId="13E5127D" w14:textId="77777777" w:rsidR="009E07D0" w:rsidRPr="00902BDD" w:rsidRDefault="009E07D0" w:rsidP="009E07D0">
      <w:pPr>
        <w:pStyle w:val="NumberedMaterial"/>
        <w:numPr>
          <w:ilvl w:val="3"/>
          <w:numId w:val="1"/>
        </w:numPr>
      </w:pPr>
      <w:r w:rsidRPr="00902BDD">
        <w:t xml:space="preserve">Permit traffic (pedestrian and baggage) to pass through the </w:t>
      </w:r>
      <w:r w:rsidR="008A06A4">
        <w:t>w</w:t>
      </w:r>
      <w:r w:rsidRPr="00902BDD">
        <w:t>ork area with least possible inconvenience and delay.</w:t>
      </w:r>
    </w:p>
    <w:p w14:paraId="5602F98F" w14:textId="77777777" w:rsidR="009E07D0" w:rsidRPr="00902BDD" w:rsidRDefault="009E07D0" w:rsidP="009E07D0">
      <w:pPr>
        <w:pStyle w:val="NumberedMaterial"/>
        <w:numPr>
          <w:ilvl w:val="3"/>
          <w:numId w:val="1"/>
        </w:numPr>
      </w:pPr>
      <w:r w:rsidRPr="00902BDD">
        <w:t xml:space="preserve">Maintain pedestrian traffic routes and existing roadways within, and adjacent to, the </w:t>
      </w:r>
      <w:r w:rsidR="008A06A4">
        <w:t>w</w:t>
      </w:r>
      <w:r w:rsidRPr="00902BDD">
        <w:t>ork area.</w:t>
      </w:r>
    </w:p>
    <w:p w14:paraId="4B2CCCF9" w14:textId="77777777" w:rsidR="009E07D0" w:rsidRPr="00902BDD" w:rsidRDefault="009E07D0" w:rsidP="009E07D0">
      <w:pPr>
        <w:pStyle w:val="NumberedMaterial"/>
        <w:numPr>
          <w:ilvl w:val="3"/>
          <w:numId w:val="1"/>
        </w:numPr>
      </w:pPr>
      <w:r w:rsidRPr="00902BDD">
        <w:t xml:space="preserve">Maintain existing signing and lighting systems in operation as the </w:t>
      </w:r>
      <w:r w:rsidR="008A06A4">
        <w:t>w</w:t>
      </w:r>
      <w:r w:rsidRPr="00902BDD">
        <w:t>ork proceeds unless noted otherwise on drawings.</w:t>
      </w:r>
    </w:p>
    <w:p w14:paraId="10C04720" w14:textId="77777777" w:rsidR="009E07D0" w:rsidRPr="00902BDD" w:rsidRDefault="009E07D0" w:rsidP="009E07D0">
      <w:pPr>
        <w:pStyle w:val="NumberedMaterial"/>
        <w:numPr>
          <w:ilvl w:val="3"/>
          <w:numId w:val="1"/>
        </w:numPr>
      </w:pPr>
      <w:r w:rsidRPr="00902BDD">
        <w:t>Maintain access to entrances, driveways, loading docks, buildings, etc. Unless noted otherwise on drawings. Coordinate any reduction in service at such locations with Engineer.</w:t>
      </w:r>
    </w:p>
    <w:p w14:paraId="3B7541DC" w14:textId="77777777" w:rsidR="009E07D0" w:rsidRPr="00902BDD" w:rsidRDefault="009E07D0" w:rsidP="009E07D0">
      <w:pPr>
        <w:pStyle w:val="NumberedMaterial"/>
        <w:numPr>
          <w:ilvl w:val="3"/>
          <w:numId w:val="1"/>
        </w:numPr>
      </w:pPr>
      <w:r w:rsidRPr="00902BDD">
        <w:t>Maintain all walkways, access ramps, entrances and related facilities that satisfy the requirements of the Americans with Disabilities Act (ADA) of 1990. If closure of such facilities is necessary, provide alternate temporary facilities that replace the temporarily closed facilities.</w:t>
      </w:r>
    </w:p>
    <w:p w14:paraId="1C6C6758" w14:textId="77777777" w:rsidR="009E07D0" w:rsidRPr="00902BDD" w:rsidRDefault="009E07D0" w:rsidP="009E07D0">
      <w:pPr>
        <w:pStyle w:val="NumberedMaterial"/>
        <w:numPr>
          <w:ilvl w:val="2"/>
          <w:numId w:val="1"/>
        </w:numPr>
      </w:pPr>
      <w:r w:rsidRPr="00902BDD">
        <w:t>Responsible Representative: The Contractor shall appoint one employee as the Contractor’s responsible representative and point of contact. The appointed representative shall have authority to act on behalf of the Contractor and shall be available, on call, twenty-four hours a day, throughout the period of construction for the Contract. A twenty-four hour telephone number shall be provided to the Engineer for use in case of an off-hour emergency. The Contractor shall provide immediate response to correct all deficiencies upon notification.</w:t>
      </w:r>
    </w:p>
    <w:p w14:paraId="05C56D52" w14:textId="77777777" w:rsidR="009E07D0" w:rsidRPr="00902BDD" w:rsidRDefault="009E07D0" w:rsidP="009E07D0">
      <w:pPr>
        <w:pStyle w:val="NumberedMaterial"/>
        <w:numPr>
          <w:ilvl w:val="2"/>
          <w:numId w:val="1"/>
        </w:numPr>
      </w:pPr>
      <w:r w:rsidRPr="00902BDD">
        <w:t xml:space="preserve">Temporary Facilities: The Contractor shall provide temporary barriers, temporary enclosures or partitions sufficient to physically separate airport operations, including but not limited to pedestrians from the </w:t>
      </w:r>
      <w:r w:rsidR="008A06A4">
        <w:t>W</w:t>
      </w:r>
      <w:r w:rsidRPr="00902BDD">
        <w:t xml:space="preserve">ork. The use of temporary </w:t>
      </w:r>
      <w:r w:rsidRPr="00902BDD">
        <w:lastRenderedPageBreak/>
        <w:t xml:space="preserve">scaffolding and other access equipment shall also be commensurate with facility operations. </w:t>
      </w:r>
    </w:p>
    <w:p w14:paraId="01FF87CF" w14:textId="77777777" w:rsidR="00C52AD6" w:rsidRDefault="009E07D0" w:rsidP="00C52AD6">
      <w:pPr>
        <w:pStyle w:val="NumberedMaterial"/>
        <w:numPr>
          <w:ilvl w:val="2"/>
          <w:numId w:val="1"/>
        </w:numPr>
      </w:pPr>
      <w:r w:rsidRPr="00902BDD">
        <w:t xml:space="preserve">Traffic Control Devices: The Contractor shall provide and maintain controls as required to warn and protect the public, tenants and Port employees from injury or damage caused by the Contractor’s operations. No </w:t>
      </w:r>
      <w:r w:rsidR="008A06A4">
        <w:t>w</w:t>
      </w:r>
      <w:r w:rsidRPr="00902BDD">
        <w:t xml:space="preserve">ork shall be performed on or adjacent to any vehicular or pedestrian roadway/walkway until all necessary signage and traffic control devices have been </w:t>
      </w:r>
      <w:r w:rsidR="00A24821">
        <w:t>accepted</w:t>
      </w:r>
      <w:r w:rsidRPr="00902BDD">
        <w:t xml:space="preserve"> and are in place. </w:t>
      </w:r>
      <w:r w:rsidR="00A66C7F">
        <w:t>(</w:t>
      </w:r>
      <w:r w:rsidR="00016DC4">
        <w:t xml:space="preserve">Section </w:t>
      </w:r>
      <w:r w:rsidRPr="00902BDD">
        <w:t>01</w:t>
      </w:r>
      <w:r w:rsidR="0005022B">
        <w:t xml:space="preserve"> </w:t>
      </w:r>
      <w:r w:rsidRPr="00902BDD">
        <w:t>5</w:t>
      </w:r>
      <w:r w:rsidR="0005022B">
        <w:t>5 26</w:t>
      </w:r>
      <w:r w:rsidR="00362D96">
        <w:t xml:space="preserve"> -</w:t>
      </w:r>
      <w:r w:rsidRPr="00902BDD">
        <w:t xml:space="preserve"> Traffic Control</w:t>
      </w:r>
      <w:r w:rsidR="00A66C7F">
        <w:t>)</w:t>
      </w:r>
      <w:r w:rsidRPr="00902BDD">
        <w:t>.</w:t>
      </w:r>
    </w:p>
    <w:p w14:paraId="4309B956" w14:textId="77777777" w:rsidR="003956AA" w:rsidRDefault="003956AA" w:rsidP="00EA145A">
      <w:pPr>
        <w:pStyle w:val="Note"/>
        <w:tabs>
          <w:tab w:val="left" w:pos="1440"/>
        </w:tabs>
      </w:pPr>
      <w:r>
        <w:t>NOTE TO ENGINEER:  Include Part 2 if the Contractor will have access to the Contractor Parking Lot</w:t>
      </w:r>
      <w:r w:rsidR="00495F31">
        <w:t xml:space="preserve">.  Engineer to complete </w:t>
      </w:r>
      <w:hyperlink r:id="rId15" w:history="1">
        <w:r w:rsidR="00495F31" w:rsidRPr="00495F31">
          <w:rPr>
            <w:rStyle w:val="Hyperlink"/>
          </w:rPr>
          <w:t>Contractor Parking Request</w:t>
        </w:r>
      </w:hyperlink>
      <w:r w:rsidR="00495F31">
        <w:t xml:space="preserve"> Form after execution.</w:t>
      </w:r>
    </w:p>
    <w:p w14:paraId="6717E75E" w14:textId="77777777" w:rsidR="00C52AD6" w:rsidRPr="00F3245F" w:rsidRDefault="00C52AD6" w:rsidP="004927A4">
      <w:pPr>
        <w:pStyle w:val="NumberedMaterial"/>
        <w:ind w:left="720"/>
        <w:rPr>
          <w:u w:val="single"/>
        </w:rPr>
      </w:pPr>
      <w:r w:rsidRPr="00F3245F">
        <w:rPr>
          <w:u w:val="single"/>
        </w:rPr>
        <w:t>CONTRACTOR PARKING</w:t>
      </w:r>
      <w:r w:rsidR="00F2773D" w:rsidRPr="00F3245F">
        <w:rPr>
          <w:u w:val="single"/>
        </w:rPr>
        <w:t>/SHUTTLE OPERAT</w:t>
      </w:r>
      <w:r w:rsidR="004927A4" w:rsidRPr="00F3245F">
        <w:rPr>
          <w:u w:val="single"/>
        </w:rPr>
        <w:t>I</w:t>
      </w:r>
      <w:r w:rsidR="00F2773D" w:rsidRPr="00F3245F">
        <w:rPr>
          <w:u w:val="single"/>
        </w:rPr>
        <w:t>ONS</w:t>
      </w:r>
    </w:p>
    <w:p w14:paraId="1B13EACD" w14:textId="77777777" w:rsidR="004927A4" w:rsidRPr="00902BDD" w:rsidRDefault="004927A4" w:rsidP="001D2BFC">
      <w:pPr>
        <w:pStyle w:val="NumberedMaterial"/>
        <w:numPr>
          <w:ilvl w:val="1"/>
          <w:numId w:val="1"/>
        </w:numPr>
      </w:pPr>
      <w:r>
        <w:t xml:space="preserve"> Contractor Parking </w:t>
      </w:r>
    </w:p>
    <w:p w14:paraId="6623724B" w14:textId="77777777" w:rsidR="00DB7566" w:rsidRDefault="00C52AD6" w:rsidP="001D2BFC">
      <w:pPr>
        <w:pStyle w:val="NumberedMaterial"/>
        <w:numPr>
          <w:ilvl w:val="2"/>
          <w:numId w:val="1"/>
        </w:numPr>
      </w:pPr>
      <w:r w:rsidRPr="0017633C">
        <w:t>Limited parking for construction workers is available within the Contractor Parking Lot</w:t>
      </w:r>
      <w:r w:rsidR="002B7DD4">
        <w:t xml:space="preserve"> (CPL)</w:t>
      </w:r>
      <w:r w:rsidRPr="0017633C">
        <w:t xml:space="preserve"> located at 19020 28th Avenue South</w:t>
      </w:r>
      <w:r w:rsidR="003E331B">
        <w:t xml:space="preserve">, </w:t>
      </w:r>
      <w:r w:rsidR="003E331B" w:rsidRPr="003E331B">
        <w:t>SeaTac WA, 98188</w:t>
      </w:r>
      <w:r w:rsidRPr="0017633C">
        <w:t xml:space="preserve"> at no </w:t>
      </w:r>
      <w:r w:rsidR="00F55DE3">
        <w:t xml:space="preserve">additional </w:t>
      </w:r>
      <w:r w:rsidRPr="0017633C">
        <w:t xml:space="preserve">cost to the </w:t>
      </w:r>
      <w:r>
        <w:t>Contractor</w:t>
      </w:r>
      <w:r w:rsidRPr="0017633C">
        <w:t>.</w:t>
      </w:r>
      <w:r w:rsidR="00C96B59">
        <w:t xml:space="preserve"> </w:t>
      </w:r>
      <w:r w:rsidR="002B7DD4">
        <w:t xml:space="preserve">Use of the CPL will be permitted on a first-come first-served basis.  </w:t>
      </w:r>
      <w:r w:rsidR="00C96B59">
        <w:t xml:space="preserve">  </w:t>
      </w:r>
    </w:p>
    <w:p w14:paraId="78E48D72" w14:textId="5E306C61" w:rsidR="00C52AD6" w:rsidRDefault="00DB7566" w:rsidP="001D2BFC">
      <w:pPr>
        <w:pStyle w:val="NumberedMaterial"/>
        <w:numPr>
          <w:ilvl w:val="2"/>
          <w:numId w:val="1"/>
        </w:numPr>
      </w:pPr>
      <w:r>
        <w:t>Access to the Contractor Parking Lot will be given at NTP. The</w:t>
      </w:r>
      <w:r w:rsidR="00C52AD6" w:rsidRPr="0017633C">
        <w:t xml:space="preserve"> </w:t>
      </w:r>
      <w:r w:rsidR="00C52AD6">
        <w:t>Contractor</w:t>
      </w:r>
      <w:r w:rsidR="00C52AD6" w:rsidRPr="0017633C">
        <w:t xml:space="preserve"> shall coordinate with the Engineer for the number of parking passes </w:t>
      </w:r>
      <w:r w:rsidR="004F3923">
        <w:t>to request</w:t>
      </w:r>
      <w:r w:rsidR="00C52AD6" w:rsidRPr="0017633C">
        <w:t xml:space="preserve">.  All issued parking passes shall be returned to Engineer </w:t>
      </w:r>
      <w:r w:rsidR="00F82506">
        <w:t xml:space="preserve">at the time of Demobilization.  Return of parking passes is </w:t>
      </w:r>
      <w:r w:rsidR="00C52AD6" w:rsidRPr="0017633C">
        <w:t xml:space="preserve"> a condition of </w:t>
      </w:r>
      <w:r w:rsidR="00F82506">
        <w:t>Physical Completion</w:t>
      </w:r>
      <w:r w:rsidR="00C52AD6" w:rsidRPr="0017633C">
        <w:t xml:space="preserve">. </w:t>
      </w:r>
    </w:p>
    <w:p w14:paraId="73134553" w14:textId="77777777" w:rsidR="004B545C" w:rsidRDefault="004B545C" w:rsidP="001D2BFC">
      <w:pPr>
        <w:pStyle w:val="NumberedMaterial"/>
        <w:numPr>
          <w:ilvl w:val="2"/>
          <w:numId w:val="1"/>
        </w:numPr>
      </w:pPr>
      <w:r>
        <w:t xml:space="preserve">Reference attachment </w:t>
      </w:r>
      <w:r w:rsidRPr="004B545C">
        <w:t xml:space="preserve">01 50 00 </w:t>
      </w:r>
      <w:r w:rsidR="00BB2B86">
        <w:t>D</w:t>
      </w:r>
      <w:r w:rsidRPr="004B545C">
        <w:t xml:space="preserve"> CPL and Logistics Facilities</w:t>
      </w:r>
      <w:r>
        <w:t xml:space="preserve"> for location and layout of the Contractor Parking Lot (CPL).</w:t>
      </w:r>
    </w:p>
    <w:p w14:paraId="4557652E" w14:textId="77777777" w:rsidR="00BB5E04" w:rsidRDefault="00023FCA" w:rsidP="001D2BFC">
      <w:pPr>
        <w:pStyle w:val="NumberedMaterial"/>
        <w:numPr>
          <w:ilvl w:val="2"/>
          <w:numId w:val="1"/>
        </w:numPr>
      </w:pPr>
      <w:r>
        <w:t xml:space="preserve">The </w:t>
      </w:r>
      <w:r w:rsidR="00BB5E04">
        <w:t>CPL</w:t>
      </w:r>
      <w:r>
        <w:t xml:space="preserve"> is</w:t>
      </w:r>
      <w:r w:rsidR="003E331B">
        <w:t xml:space="preserve"> to be used for parking of the Contractor</w:t>
      </w:r>
      <w:r w:rsidR="002B7DD4">
        <w:t>’</w:t>
      </w:r>
      <w:r w:rsidR="003E331B">
        <w:t xml:space="preserve">s employees only. </w:t>
      </w:r>
      <w:r>
        <w:t xml:space="preserve"> </w:t>
      </w:r>
    </w:p>
    <w:p w14:paraId="44D1826F" w14:textId="4E6F7D2D" w:rsidR="00BB5E04" w:rsidRDefault="003E331B" w:rsidP="008C1378">
      <w:pPr>
        <w:pStyle w:val="NumberedMaterial"/>
        <w:numPr>
          <w:ilvl w:val="3"/>
          <w:numId w:val="1"/>
        </w:numPr>
      </w:pPr>
      <w:r>
        <w:t>Construction trailers, equipment, material storage, laydown space, and stockpiling</w:t>
      </w:r>
      <w:r w:rsidR="00023C22">
        <w:t xml:space="preserve"> of earthwork</w:t>
      </w:r>
      <w:r>
        <w:t xml:space="preserve"> </w:t>
      </w:r>
      <w:r w:rsidR="00023C22">
        <w:t xml:space="preserve">are </w:t>
      </w:r>
      <w:r>
        <w:t xml:space="preserve">prohibited in the </w:t>
      </w:r>
      <w:r w:rsidR="00BB5E04">
        <w:t>CPL</w:t>
      </w:r>
      <w:r>
        <w:t xml:space="preserve">. </w:t>
      </w:r>
      <w:r w:rsidR="00023C22">
        <w:t xml:space="preserve">All </w:t>
      </w:r>
      <w:r w:rsidR="00BB5E04">
        <w:t xml:space="preserve">prohibited </w:t>
      </w:r>
      <w:r w:rsidR="00023C22">
        <w:t xml:space="preserve">objects in the </w:t>
      </w:r>
      <w:r w:rsidR="00BB5E04">
        <w:t>CPL</w:t>
      </w:r>
      <w:r w:rsidR="00023C22">
        <w:t xml:space="preserve"> are subject to removal at the </w:t>
      </w:r>
      <w:r w:rsidR="00F82506">
        <w:t xml:space="preserve">contractor’s </w:t>
      </w:r>
      <w:r w:rsidR="00023C22">
        <w:t>expense.</w:t>
      </w:r>
    </w:p>
    <w:p w14:paraId="3485A54E" w14:textId="77777777" w:rsidR="00023FCA" w:rsidRPr="0017633C" w:rsidRDefault="00BB5E04" w:rsidP="008C1378">
      <w:pPr>
        <w:pStyle w:val="NumberedMaterial"/>
        <w:numPr>
          <w:ilvl w:val="3"/>
          <w:numId w:val="1"/>
        </w:numPr>
      </w:pPr>
      <w:r>
        <w:t>Maintenance of vehicles or contractor equipment is prohibited within the CPL.</w:t>
      </w:r>
    </w:p>
    <w:p w14:paraId="06237808" w14:textId="77777777" w:rsidR="00C52AD6" w:rsidRDefault="00C52AD6" w:rsidP="001D2BFC">
      <w:pPr>
        <w:pStyle w:val="NumberedMaterial"/>
        <w:numPr>
          <w:ilvl w:val="2"/>
          <w:numId w:val="1"/>
        </w:numPr>
      </w:pPr>
      <w:r w:rsidRPr="0017633C">
        <w:t xml:space="preserve">The </w:t>
      </w:r>
      <w:r>
        <w:t>Contractor</w:t>
      </w:r>
      <w:r w:rsidRPr="0017633C">
        <w:t xml:space="preserve"> shall be responsible for and bear all costs of transporting the employees between the </w:t>
      </w:r>
      <w:r w:rsidR="00BB5E04">
        <w:t xml:space="preserve">CPL </w:t>
      </w:r>
      <w:r w:rsidRPr="0017633C">
        <w:t xml:space="preserve">and the project work site.  The Port does not direct the </w:t>
      </w:r>
      <w:r>
        <w:t>Contractor</w:t>
      </w:r>
      <w:r w:rsidRPr="0017633C">
        <w:t xml:space="preserve"> regarding the means and methods of transporting the employees, nor does the Port preclude the </w:t>
      </w:r>
      <w:r>
        <w:t>Contractor</w:t>
      </w:r>
      <w:r w:rsidRPr="0017633C">
        <w:t xml:space="preserve"> f</w:t>
      </w:r>
      <w:r w:rsidR="00EC38C2">
        <w:t>rom</w:t>
      </w:r>
      <w:r w:rsidRPr="0017633C">
        <w:t xml:space="preserve"> making any reasonable arrangement for getting the employees to the project work site, including but not limited to paying their employees to park in the Airport Parking Garage.  The </w:t>
      </w:r>
      <w:r>
        <w:t>Contractor</w:t>
      </w:r>
      <w:r w:rsidRPr="0017633C">
        <w:t xml:space="preserve"> shall ensure that whatever transportation method is utilized, it is implemented in a manner that maximizes project efficiency, minimizes working traveling time between the </w:t>
      </w:r>
      <w:r w:rsidR="00BB5E04">
        <w:t>CPL</w:t>
      </w:r>
      <w:r w:rsidRPr="0017633C">
        <w:t xml:space="preserve"> and the project work site, and minimizes the impacts on public roadways</w:t>
      </w:r>
      <w:r>
        <w:t xml:space="preserve"> and airport operations</w:t>
      </w:r>
      <w:r w:rsidRPr="0017633C">
        <w:t>.</w:t>
      </w:r>
    </w:p>
    <w:p w14:paraId="19C08474" w14:textId="77777777" w:rsidR="00C52AD6" w:rsidRPr="00B56651" w:rsidRDefault="00C52AD6" w:rsidP="001D2BFC">
      <w:pPr>
        <w:pStyle w:val="NumberedMaterial"/>
        <w:numPr>
          <w:ilvl w:val="2"/>
          <w:numId w:val="1"/>
        </w:numPr>
      </w:pPr>
      <w:r>
        <w:t xml:space="preserve">Access cards are required to utilize the </w:t>
      </w:r>
      <w:r w:rsidR="00BB5E04">
        <w:t>CPL</w:t>
      </w:r>
      <w:r>
        <w:t xml:space="preserve">.  The Contractor </w:t>
      </w:r>
      <w:r w:rsidRPr="00B56651">
        <w:t>shall follow the steps</w:t>
      </w:r>
      <w:r>
        <w:t xml:space="preserve"> outlined below </w:t>
      </w:r>
      <w:r w:rsidRPr="00B56651">
        <w:t>to obtain, manage, and return the access cards:</w:t>
      </w:r>
    </w:p>
    <w:p w14:paraId="09A61CCD" w14:textId="77777777" w:rsidR="00C52AD6" w:rsidRPr="00B56651" w:rsidRDefault="00C52AD6" w:rsidP="008828EB">
      <w:pPr>
        <w:pStyle w:val="NumberedMaterial"/>
        <w:numPr>
          <w:ilvl w:val="3"/>
          <w:numId w:val="1"/>
        </w:numPr>
      </w:pPr>
      <w:r w:rsidRPr="00B56651">
        <w:t xml:space="preserve">The </w:t>
      </w:r>
      <w:r>
        <w:t>Contractor</w:t>
      </w:r>
      <w:r w:rsidRPr="00B56651">
        <w:t xml:space="preserve"> shall coordinate with the Engineer to determine the number of access cards required.  If additional access cards are required</w:t>
      </w:r>
      <w:r w:rsidR="00F747C5">
        <w:t>,</w:t>
      </w:r>
      <w:r w:rsidRPr="00B56651">
        <w:t xml:space="preserve"> the </w:t>
      </w:r>
      <w:r>
        <w:t>Contractor</w:t>
      </w:r>
      <w:r w:rsidRPr="00B56651">
        <w:t xml:space="preserve"> shall notify the Engineer.</w:t>
      </w:r>
    </w:p>
    <w:p w14:paraId="44ABA2F7" w14:textId="77777777" w:rsidR="00C52AD6" w:rsidRPr="00B56651" w:rsidRDefault="00C52AD6" w:rsidP="008828EB">
      <w:pPr>
        <w:pStyle w:val="NumberedMaterial"/>
        <w:numPr>
          <w:ilvl w:val="3"/>
          <w:numId w:val="1"/>
        </w:numPr>
      </w:pPr>
      <w:r w:rsidRPr="00B56651">
        <w:lastRenderedPageBreak/>
        <w:t xml:space="preserve">The Engineer will coordinate with </w:t>
      </w:r>
      <w:r>
        <w:t>Airport</w:t>
      </w:r>
      <w:r w:rsidRPr="00B56651">
        <w:t xml:space="preserve"> </w:t>
      </w:r>
      <w:r w:rsidR="00CA280D">
        <w:t xml:space="preserve">Landside </w:t>
      </w:r>
      <w:r w:rsidRPr="00B56651">
        <w:t xml:space="preserve">Operations to obtain the </w:t>
      </w:r>
      <w:r w:rsidR="00EC38C2" w:rsidRPr="00B56651">
        <w:t xml:space="preserve">requested </w:t>
      </w:r>
      <w:r w:rsidRPr="00B56651">
        <w:t xml:space="preserve">access cards and will provide them to the </w:t>
      </w:r>
      <w:r>
        <w:t>Contractor</w:t>
      </w:r>
      <w:r w:rsidRPr="00B56651">
        <w:t>.</w:t>
      </w:r>
    </w:p>
    <w:p w14:paraId="0797A3F1" w14:textId="77777777" w:rsidR="00C52AD6" w:rsidRPr="00B56651" w:rsidRDefault="00C52AD6" w:rsidP="008828EB">
      <w:pPr>
        <w:pStyle w:val="NumberedMaterial"/>
        <w:numPr>
          <w:ilvl w:val="3"/>
          <w:numId w:val="1"/>
        </w:numPr>
      </w:pPr>
      <w:r w:rsidRPr="00B56651">
        <w:t xml:space="preserve">The </w:t>
      </w:r>
      <w:r>
        <w:t>Contractor</w:t>
      </w:r>
      <w:r w:rsidRPr="00B56651">
        <w:t xml:space="preserve"> is required to track which access card is issued to each </w:t>
      </w:r>
      <w:r w:rsidR="00EC38C2">
        <w:t>employee</w:t>
      </w:r>
      <w:r w:rsidRPr="00B56651">
        <w:t>.  Each access card will have a unique card number that will support this effort.</w:t>
      </w:r>
    </w:p>
    <w:p w14:paraId="5F790F98" w14:textId="77777777" w:rsidR="00C52AD6" w:rsidRPr="00B56651" w:rsidRDefault="00C52AD6" w:rsidP="008828EB">
      <w:pPr>
        <w:pStyle w:val="NumberedMaterial"/>
        <w:numPr>
          <w:ilvl w:val="3"/>
          <w:numId w:val="1"/>
        </w:numPr>
      </w:pPr>
      <w:r w:rsidRPr="00B56651">
        <w:t xml:space="preserve">Upon completion of the work the </w:t>
      </w:r>
      <w:r>
        <w:t>Contractor</w:t>
      </w:r>
      <w:r w:rsidRPr="00B56651">
        <w:t xml:space="preserve"> shall collect all the issued access cards and return them to the Engineer.  A portion of the issued access cards can be returned earlier to the Engineer if the </w:t>
      </w:r>
      <w:r>
        <w:t>Contractor</w:t>
      </w:r>
      <w:r w:rsidRPr="00B56651">
        <w:t xml:space="preserve"> so chooses.</w:t>
      </w:r>
    </w:p>
    <w:p w14:paraId="42581927" w14:textId="77777777" w:rsidR="00C52AD6" w:rsidRDefault="00C52AD6" w:rsidP="008828EB">
      <w:pPr>
        <w:pStyle w:val="NumberedMaterial"/>
        <w:numPr>
          <w:ilvl w:val="2"/>
          <w:numId w:val="1"/>
        </w:numPr>
      </w:pPr>
      <w:r w:rsidRPr="00B56651">
        <w:t xml:space="preserve">The </w:t>
      </w:r>
      <w:r>
        <w:t>Contractor</w:t>
      </w:r>
      <w:r w:rsidRPr="00B56651">
        <w:t xml:space="preserve"> shall be responsible for the costs to replace damaged, lost</w:t>
      </w:r>
      <w:r>
        <w:t>,</w:t>
      </w:r>
      <w:r w:rsidRPr="00B56651">
        <w:t xml:space="preserve"> stolen</w:t>
      </w:r>
      <w:r>
        <w:t>, or non-returned</w:t>
      </w:r>
      <w:r w:rsidRPr="00B56651">
        <w:t xml:space="preserve"> access cards.  If an access card is damaged, lost or stolen the </w:t>
      </w:r>
      <w:r>
        <w:t>Contractor</w:t>
      </w:r>
      <w:r w:rsidRPr="00B56651">
        <w:t xml:space="preserve"> shall </w:t>
      </w:r>
      <w:r>
        <w:t xml:space="preserve">promptly </w:t>
      </w:r>
      <w:r w:rsidRPr="00B56651">
        <w:t>notify the Engineer to arrange for a replacement card.</w:t>
      </w:r>
    </w:p>
    <w:p w14:paraId="48C9CC54" w14:textId="77777777" w:rsidR="00EC38C2" w:rsidRDefault="00EC38C2" w:rsidP="00EC38C2">
      <w:pPr>
        <w:pStyle w:val="NumberedMaterial"/>
        <w:numPr>
          <w:ilvl w:val="2"/>
          <w:numId w:val="1"/>
        </w:numPr>
      </w:pPr>
      <w:r>
        <w:t xml:space="preserve">Upon project completion, if all access cards are not returned, the Contractor will continue to be billed the daily rate for each lost or damaged access card until it is </w:t>
      </w:r>
      <w:r w:rsidR="00E97977">
        <w:t>returned,</w:t>
      </w:r>
      <w:r>
        <w:t xml:space="preserve"> or the lost or damaged card fee is paid. Payment must be made at the Customer Service Window at the Seattle-Tacoma International Airport's onsite parking garage North Toll Plaza.</w:t>
      </w:r>
    </w:p>
    <w:p w14:paraId="00B08038" w14:textId="77777777" w:rsidR="000C02C1" w:rsidRPr="0017633C" w:rsidRDefault="00C52AD6" w:rsidP="008828EB">
      <w:pPr>
        <w:pStyle w:val="NumberedMaterial"/>
        <w:numPr>
          <w:ilvl w:val="2"/>
          <w:numId w:val="1"/>
        </w:numPr>
      </w:pPr>
      <w:r w:rsidRPr="00A9649E">
        <w:t>Access card</w:t>
      </w:r>
      <w:r>
        <w:t xml:space="preserve"> usage w</w:t>
      </w:r>
      <w:r w:rsidRPr="00A9649E">
        <w:t>ill be monitored by the Port.  If the Port determines that the access card was used for non-work related purposes</w:t>
      </w:r>
      <w:r w:rsidR="00E97977">
        <w:t>,</w:t>
      </w:r>
      <w:r w:rsidRPr="00A9649E">
        <w:t xml:space="preserve"> this will result in the loss of use of the Contractor Parking Lot for the responsible party.</w:t>
      </w:r>
    </w:p>
    <w:p w14:paraId="0E33A5AF" w14:textId="77777777" w:rsidR="00E70E81" w:rsidRDefault="00E70E81" w:rsidP="001D2BFC">
      <w:pPr>
        <w:pStyle w:val="NumberedMaterial"/>
        <w:numPr>
          <w:ilvl w:val="1"/>
          <w:numId w:val="1"/>
        </w:numPr>
      </w:pPr>
      <w:r>
        <w:t xml:space="preserve">Contractor Shuttle </w:t>
      </w:r>
      <w:r w:rsidR="0051754C">
        <w:t>Operation</w:t>
      </w:r>
    </w:p>
    <w:p w14:paraId="6E67ED09" w14:textId="020D31AF" w:rsidR="00AE2FFF" w:rsidRPr="00AE2FFF" w:rsidRDefault="00AE2FFF" w:rsidP="00012BC7">
      <w:pPr>
        <w:pStyle w:val="NumberedMaterial"/>
        <w:numPr>
          <w:ilvl w:val="2"/>
          <w:numId w:val="1"/>
        </w:numPr>
      </w:pPr>
      <w:r w:rsidRPr="00AE2FFF">
        <w:t xml:space="preserve">The Port anticipates that </w:t>
      </w:r>
      <w:r>
        <w:t>shuttling</w:t>
      </w:r>
      <w:r w:rsidRPr="00AE2FFF">
        <w:t xml:space="preserve"> of employees will likely only be needed on larger scale projects. S</w:t>
      </w:r>
      <w:r w:rsidR="00F82506">
        <w:t xml:space="preserve">hould </w:t>
      </w:r>
      <w:r w:rsidRPr="00AE2FFF">
        <w:t xml:space="preserve">the Contractor choose to utilize </w:t>
      </w:r>
      <w:r>
        <w:t>shuttles</w:t>
      </w:r>
      <w:r w:rsidRPr="00AE2FFF">
        <w:t xml:space="preserve"> for employee transport between the </w:t>
      </w:r>
      <w:r>
        <w:t>Contractor Parking Lot</w:t>
      </w:r>
      <w:r w:rsidRPr="00AE2FFF">
        <w:t xml:space="preserve"> and the project work site, the following requirements must be satisfied:</w:t>
      </w:r>
    </w:p>
    <w:p w14:paraId="23FD5C08" w14:textId="77777777" w:rsidR="00AE2FFF" w:rsidRPr="00AE2FFF" w:rsidRDefault="00AE2FFF" w:rsidP="00012BC7">
      <w:pPr>
        <w:pStyle w:val="NumberedMaterial"/>
        <w:numPr>
          <w:ilvl w:val="3"/>
          <w:numId w:val="1"/>
        </w:numPr>
      </w:pPr>
      <w:r w:rsidRPr="00AE2FFF">
        <w:t xml:space="preserve">The Contractor shall run an efficient </w:t>
      </w:r>
      <w:r>
        <w:t>shuttle</w:t>
      </w:r>
      <w:r w:rsidRPr="00AE2FFF">
        <w:t xml:space="preserve"> operation</w:t>
      </w:r>
      <w:r w:rsidR="00B34010">
        <w:t xml:space="preserve"> </w:t>
      </w:r>
      <w:r w:rsidRPr="00AE2FFF">
        <w:t xml:space="preserve">and select </w:t>
      </w:r>
      <w:r w:rsidR="00B34010">
        <w:t>appropriate</w:t>
      </w:r>
      <w:r w:rsidR="00D961DC">
        <w:t>ly</w:t>
      </w:r>
      <w:r w:rsidR="00B34010">
        <w:t xml:space="preserve"> sized</w:t>
      </w:r>
      <w:r w:rsidR="000A3090">
        <w:t xml:space="preserve"> shuttle</w:t>
      </w:r>
      <w:r w:rsidR="00B34010">
        <w:t xml:space="preserve"> </w:t>
      </w:r>
      <w:r w:rsidRPr="00AE2FFF">
        <w:t>vehicle</w:t>
      </w:r>
      <w:r w:rsidR="00B34010">
        <w:t xml:space="preserve">s. </w:t>
      </w:r>
    </w:p>
    <w:p w14:paraId="49C07466" w14:textId="77777777" w:rsidR="00AC7841" w:rsidRPr="00AE2FFF" w:rsidRDefault="00AE2FFF" w:rsidP="00012BC7">
      <w:pPr>
        <w:pStyle w:val="NumberedMaterial"/>
        <w:numPr>
          <w:ilvl w:val="3"/>
          <w:numId w:val="1"/>
        </w:numPr>
      </w:pPr>
      <w:r w:rsidRPr="00AE2FFF">
        <w:t xml:space="preserve">All </w:t>
      </w:r>
      <w:r>
        <w:t>shuttles</w:t>
      </w:r>
      <w:r w:rsidRPr="00AE2FFF">
        <w:t xml:space="preserve"> shall be in good working condition, mechanically sound, and meet all applicable federal, state, and county environmental regulations. Contractor shall provide all fuel, oil, tires, other necessary products, and mechanical maintenance and repair. Contractor shall not perform any fueling, </w:t>
      </w:r>
      <w:r w:rsidR="00E55818">
        <w:t xml:space="preserve">cleaning, or maintenance on Port of Seattle property </w:t>
      </w:r>
      <w:r w:rsidRPr="00AE2FFF">
        <w:t>unless approved in writing by the Port. Any maintenance performed on-site shall be subject to the requirements of Section 01</w:t>
      </w:r>
      <w:r>
        <w:t xml:space="preserve"> </w:t>
      </w:r>
      <w:r w:rsidRPr="00AE2FFF">
        <w:t>50</w:t>
      </w:r>
      <w:r>
        <w:t xml:space="preserve"> </w:t>
      </w:r>
      <w:r w:rsidRPr="00AE2FFF">
        <w:t>0</w:t>
      </w:r>
      <w:r w:rsidR="00EF099E">
        <w:t>0</w:t>
      </w:r>
      <w:r w:rsidRPr="00AE2FFF">
        <w:t>, Temporary Facilities and Controls.</w:t>
      </w:r>
    </w:p>
    <w:p w14:paraId="773E508E" w14:textId="77777777" w:rsidR="00AE2FFF" w:rsidRPr="00AE2FFF" w:rsidRDefault="00AE2FFF" w:rsidP="00012BC7">
      <w:pPr>
        <w:pStyle w:val="NumberedMaterial"/>
        <w:numPr>
          <w:ilvl w:val="2"/>
          <w:numId w:val="1"/>
        </w:numPr>
      </w:pPr>
      <w:r w:rsidRPr="00AE2FFF">
        <w:t xml:space="preserve">All </w:t>
      </w:r>
      <w:r>
        <w:t>shuttles</w:t>
      </w:r>
      <w:r w:rsidRPr="00AE2FFF">
        <w:t xml:space="preserve"> shall comply with the following:</w:t>
      </w:r>
    </w:p>
    <w:p w14:paraId="2CA5602F" w14:textId="77777777" w:rsidR="00AE2FFF" w:rsidRPr="00AE2FFF" w:rsidRDefault="00AE2FFF" w:rsidP="00012BC7">
      <w:pPr>
        <w:pStyle w:val="NumberedMaterial"/>
        <w:numPr>
          <w:ilvl w:val="3"/>
          <w:numId w:val="1"/>
        </w:numPr>
      </w:pPr>
      <w:r w:rsidRPr="00AE2FFF">
        <w:rPr>
          <w:u w:val="single"/>
        </w:rPr>
        <w:t>Exterior:</w:t>
      </w:r>
      <w:r w:rsidRPr="00AE2FFF">
        <w:t xml:space="preserve"> All headlights, tail lights, brake lights, signal lights, license plate lights, windshield wipers, horn, window raisers (if so equipped), doors and door locks, trunk locks (if so equipped), hood latch, door handles, mirrors, exhaust system, hubcaps, bumpers, fenders, body and tires shall be functioning safely and properly. There shall be no tears or rust holes in the vehicle body and no loose pieces such as fenders, bumpers, or trim hanging from the vehicle body. There shall be no un-repaired body damage or any</w:t>
      </w:r>
      <w:r w:rsidR="00D961DC">
        <w:t xml:space="preserve"> </w:t>
      </w:r>
      <w:r w:rsidRPr="00AE2FFF">
        <w:t xml:space="preserve">body condition that would create a safety problem or interfere with the operation of the vehicle. </w:t>
      </w:r>
      <w:r>
        <w:t>Shuttles</w:t>
      </w:r>
      <w:r w:rsidRPr="00AE2FFF">
        <w:t xml:space="preserve"> shall be uniformly painted, contain no advertising, and be clearly marked to indicate that they are providing </w:t>
      </w:r>
      <w:r w:rsidRPr="00AE2FFF">
        <w:lastRenderedPageBreak/>
        <w:t xml:space="preserve">transportation for the Contractors construction workers. All </w:t>
      </w:r>
      <w:r>
        <w:t>shuttles</w:t>
      </w:r>
      <w:r w:rsidRPr="00AE2FFF">
        <w:t xml:space="preserve"> must display signs of commercial design on both sides of the vehicle to identify the vehicle as belonging to the Contractor firm. The Contractor’s name must appear in letters a minimum of two inches high. Magnetic signs are acceptable. The company name on the </w:t>
      </w:r>
      <w:r w:rsidR="00F3245F">
        <w:t>shuttle</w:t>
      </w:r>
      <w:r w:rsidRPr="00AE2FFF">
        <w:t xml:space="preserve"> must match the company name on the driver's badge.</w:t>
      </w:r>
    </w:p>
    <w:p w14:paraId="5F67A3A5" w14:textId="77777777" w:rsidR="00AE2FFF" w:rsidRPr="00AE2FFF" w:rsidRDefault="00AE2FFF" w:rsidP="00012BC7">
      <w:pPr>
        <w:pStyle w:val="NumberedMaterial"/>
        <w:numPr>
          <w:ilvl w:val="3"/>
          <w:numId w:val="1"/>
        </w:numPr>
      </w:pPr>
      <w:r w:rsidRPr="00AE2FFF">
        <w:rPr>
          <w:u w:val="single"/>
        </w:rPr>
        <w:t>Interior:</w:t>
      </w:r>
      <w:r w:rsidRPr="00AE2FFF">
        <w:t xml:space="preserve"> All </w:t>
      </w:r>
      <w:r w:rsidR="00F3245F">
        <w:t>shuttles</w:t>
      </w:r>
      <w:r w:rsidRPr="00AE2FFF">
        <w:t xml:space="preserve"> shall be heated and contain seats that can withstand potential wear and tear from construction workers’ tool belts. All </w:t>
      </w:r>
      <w:r w:rsidR="00F3245F">
        <w:t>shuttles</w:t>
      </w:r>
      <w:r w:rsidRPr="00AE2FFF">
        <w:t xml:space="preserve"> shall be equipped w</w:t>
      </w:r>
      <w:r w:rsidR="008F3A94">
        <w:t>ith communication means</w:t>
      </w:r>
      <w:r w:rsidRPr="00AE2FFF">
        <w:t xml:space="preserve"> between the </w:t>
      </w:r>
      <w:r w:rsidR="008F3A94">
        <w:t>shuttles</w:t>
      </w:r>
      <w:r w:rsidRPr="00AE2FFF">
        <w:t xml:space="preserve"> and the Contractor’s dispatching personnel. The rearview mirror, steering wheel, foot brakes, parking brakes, windows, interior lights and heating systems shall be functioning safely and properly. The seats, floor mats or carpet, seat belts (if so equipped), and door panels shall be clean and free of excessive wear.</w:t>
      </w:r>
    </w:p>
    <w:p w14:paraId="25FDD01A" w14:textId="77777777" w:rsidR="00AE2FFF" w:rsidRPr="00AE2FFF" w:rsidRDefault="00AE2FFF" w:rsidP="00AE2FFF">
      <w:pPr>
        <w:pStyle w:val="NumberedMaterial"/>
        <w:numPr>
          <w:ilvl w:val="3"/>
          <w:numId w:val="1"/>
        </w:numPr>
      </w:pPr>
      <w:r w:rsidRPr="00AE2FFF">
        <w:rPr>
          <w:u w:val="single"/>
        </w:rPr>
        <w:t>Acceptable Operating Condition:</w:t>
      </w:r>
      <w:r w:rsidRPr="00AE2FFF">
        <w:t xml:space="preserve"> Contractor shall keep the </w:t>
      </w:r>
      <w:r w:rsidR="008F3A94">
        <w:t>shuttles</w:t>
      </w:r>
      <w:r w:rsidRPr="00AE2FFF">
        <w:t xml:space="preserve"> in proper working order. Contractor shall remove and repair or replace any vehicle that is not properly operating.</w:t>
      </w:r>
    </w:p>
    <w:p w14:paraId="15254326" w14:textId="77777777" w:rsidR="00AE2FFF" w:rsidRPr="00AE2FFF" w:rsidRDefault="00AE2FFF" w:rsidP="00AE2FFF">
      <w:pPr>
        <w:pStyle w:val="NumberedMaterial"/>
        <w:numPr>
          <w:ilvl w:val="3"/>
          <w:numId w:val="1"/>
        </w:numPr>
      </w:pPr>
      <w:r w:rsidRPr="00AE2FFF">
        <w:rPr>
          <w:u w:val="single"/>
        </w:rPr>
        <w:t>Acceptable Appearance:</w:t>
      </w:r>
      <w:r w:rsidRPr="00AE2FFF">
        <w:t xml:space="preserve"> Contractor shall maintain the interior and exterior of all </w:t>
      </w:r>
      <w:r w:rsidR="008F3A94">
        <w:t>shuttles</w:t>
      </w:r>
      <w:r w:rsidRPr="00AE2FFF">
        <w:t xml:space="preserve"> in a clean and attractive condition at all times, including repair of damage of any kind or character. Contractor shall remove any vehicle that the Port determines is unsightly. Contractor’s employees or agents shall pick up trash in the </w:t>
      </w:r>
      <w:r w:rsidR="008B2D99">
        <w:t>shuttles</w:t>
      </w:r>
      <w:r w:rsidRPr="00AE2FFF">
        <w:t xml:space="preserve"> throughout the day and properly dispose of it, and on a daily basis, sweep and/or vacuum the vehicle interiors as required, clean the glass as required, clean the grab bars as required, and clean the seats as required.</w:t>
      </w:r>
    </w:p>
    <w:p w14:paraId="518DCA24" w14:textId="77777777" w:rsidR="00AE2FFF" w:rsidRPr="00AE2FFF" w:rsidRDefault="00AE2FFF" w:rsidP="00AE2FFF">
      <w:pPr>
        <w:pStyle w:val="NumberedMaterial"/>
        <w:numPr>
          <w:ilvl w:val="3"/>
          <w:numId w:val="1"/>
        </w:numPr>
      </w:pPr>
      <w:r w:rsidRPr="00AE2FFF">
        <w:t xml:space="preserve">At the beginning and end of each scheduled </w:t>
      </w:r>
      <w:r w:rsidR="008F3A94" w:rsidRPr="00AE2FFF">
        <w:t>shift</w:t>
      </w:r>
      <w:r w:rsidR="008F3A94">
        <w:t xml:space="preserve"> </w:t>
      </w:r>
      <w:r w:rsidR="008F3A94" w:rsidRPr="00AE2FFF">
        <w:t>the</w:t>
      </w:r>
      <w:r w:rsidRPr="00AE2FFF">
        <w:t xml:space="preserve"> Contractor shall provide </w:t>
      </w:r>
      <w:r w:rsidR="008F3A94">
        <w:t>shuttle</w:t>
      </w:r>
      <w:r w:rsidRPr="00AE2FFF">
        <w:t xml:space="preserve"> transportation for Contractor employees, subcontractors and suppliers between the designated loading/unloading area at the </w:t>
      </w:r>
      <w:r w:rsidR="008F3A94">
        <w:t xml:space="preserve">Contractor Parking Lot </w:t>
      </w:r>
      <w:r w:rsidR="008F3A94" w:rsidRPr="00AE2FFF">
        <w:t>and</w:t>
      </w:r>
      <w:r w:rsidRPr="00AE2FFF">
        <w:t xml:space="preserve"> the </w:t>
      </w:r>
      <w:r w:rsidR="00F3245F">
        <w:t>shuttle</w:t>
      </w:r>
      <w:r w:rsidRPr="00AE2FFF">
        <w:t xml:space="preserve"> stop(s) located at the </w:t>
      </w:r>
      <w:r w:rsidR="008F3A94">
        <w:t>project site</w:t>
      </w:r>
      <w:r w:rsidRPr="00AE2FFF">
        <w:t xml:space="preserve"> as approved by the Engineer.  The location of </w:t>
      </w:r>
      <w:r w:rsidR="00F3245F">
        <w:t>shuttle</w:t>
      </w:r>
      <w:r w:rsidRPr="00AE2FFF">
        <w:t xml:space="preserve"> stops is subject to change by the Port as necessary, depending on the particular construction projects in operation at any given time. Contractor is also responsible for transporting workers if they need to arrive or leave work prior to start or end of shift or otherwise return to the </w:t>
      </w:r>
      <w:r w:rsidR="008F3A94">
        <w:t>Contractor Parking Lot</w:t>
      </w:r>
      <w:r w:rsidRPr="00AE2FFF">
        <w:t>.</w:t>
      </w:r>
    </w:p>
    <w:p w14:paraId="4790AFE7" w14:textId="77777777" w:rsidR="00B34010" w:rsidRDefault="00AE2FFF" w:rsidP="00F2773D">
      <w:pPr>
        <w:pStyle w:val="NumberedMaterial"/>
        <w:numPr>
          <w:ilvl w:val="3"/>
          <w:numId w:val="1"/>
        </w:numPr>
      </w:pPr>
      <w:r w:rsidRPr="00AE2FFF">
        <w:t xml:space="preserve">The Contractor shall have access to the airport by public and Port of Seattle roads as indicated on the drawings, or as otherwise designated by the Engineer. </w:t>
      </w:r>
    </w:p>
    <w:p w14:paraId="14B90F2E" w14:textId="77777777" w:rsidR="0095166E" w:rsidRPr="00AE2FFF" w:rsidRDefault="00B34010" w:rsidP="0095166E">
      <w:pPr>
        <w:pStyle w:val="NumberedMaterial"/>
        <w:numPr>
          <w:ilvl w:val="3"/>
          <w:numId w:val="1"/>
        </w:numPr>
      </w:pPr>
      <w:r>
        <w:t>A</w:t>
      </w:r>
      <w:r w:rsidR="00AE2FFF" w:rsidRPr="00AE2FFF">
        <w:t xml:space="preserve">ccess </w:t>
      </w:r>
      <w:r w:rsidR="00F2773D">
        <w:t>to</w:t>
      </w:r>
      <w:r w:rsidR="00E55818">
        <w:t xml:space="preserve"> the Airport Operations Area (AOA) will be through</w:t>
      </w:r>
      <w:r w:rsidR="00F2773D">
        <w:t xml:space="preserve"> </w:t>
      </w:r>
      <w:r w:rsidR="00F2773D" w:rsidRPr="00764DED">
        <w:t>Gate E-45</w:t>
      </w:r>
      <w:r>
        <w:t xml:space="preserve"> unless otherwise designated or approved by the Engineer</w:t>
      </w:r>
      <w:r w:rsidR="00E55818">
        <w:t>. It</w:t>
      </w:r>
      <w:r w:rsidR="00F2773D" w:rsidRPr="00764DED">
        <w:t xml:space="preserve"> may</w:t>
      </w:r>
      <w:r w:rsidR="00F2773D">
        <w:t xml:space="preserve"> </w:t>
      </w:r>
      <w:r w:rsidR="00F2773D" w:rsidRPr="00764DED">
        <w:t>be used for the transportation of workers and deliveries in accordance with the requirements of Section 01</w:t>
      </w:r>
      <w:r w:rsidR="00F2773D">
        <w:t xml:space="preserve"> 14 13 – Airport Personnel Identification/Access Control and Security, and Section 01 35.13.13 – Operational Safety </w:t>
      </w:r>
      <w:r w:rsidR="00E55818">
        <w:t xml:space="preserve">on Airports </w:t>
      </w:r>
      <w:r w:rsidR="00016DC4">
        <w:t>D</w:t>
      </w:r>
      <w:r w:rsidR="00E55818">
        <w:t>uring</w:t>
      </w:r>
      <w:r w:rsidR="00F2773D">
        <w:t xml:space="preserve"> Construction</w:t>
      </w:r>
      <w:r w:rsidR="00F2773D" w:rsidRPr="00764DED">
        <w:t>.</w:t>
      </w:r>
      <w:r w:rsidR="0095166E">
        <w:t xml:space="preserve"> The Contractor shall be responsible </w:t>
      </w:r>
      <w:r w:rsidR="00D961DC">
        <w:t>for</w:t>
      </w:r>
      <w:r w:rsidR="0095166E">
        <w:t xml:space="preserve"> ensur</w:t>
      </w:r>
      <w:r w:rsidR="00D961DC">
        <w:t>ing</w:t>
      </w:r>
      <w:r w:rsidR="0095166E">
        <w:t xml:space="preserve"> that the shuttle drivers do not allow the addition or removal of people or items once the shuttle has departed the designated loading area at the Contractor Parking Lot and prior to arriving at the shuttle stop(s) located at the project site.</w:t>
      </w:r>
    </w:p>
    <w:p w14:paraId="1A881E85" w14:textId="77777777" w:rsidR="00AE2FFF" w:rsidRPr="00AE2FFF" w:rsidRDefault="00AE2FFF" w:rsidP="00AE2FFF">
      <w:pPr>
        <w:pStyle w:val="NumberedMaterial"/>
        <w:numPr>
          <w:ilvl w:val="3"/>
          <w:numId w:val="1"/>
        </w:numPr>
      </w:pPr>
      <w:r w:rsidRPr="00AE2FFF">
        <w:lastRenderedPageBreak/>
        <w:t xml:space="preserve">The Contractor shall be responsible for coordinating the start and finish times for all work shifts with </w:t>
      </w:r>
      <w:r w:rsidR="00F3245F">
        <w:t>shuttle</w:t>
      </w:r>
      <w:r w:rsidRPr="00AE2FFF">
        <w:t xml:space="preserve"> operations for other projects in order to facilitate efficient staging of all </w:t>
      </w:r>
      <w:r w:rsidR="008B2D99">
        <w:t>shuttle</w:t>
      </w:r>
      <w:r w:rsidRPr="00AE2FFF">
        <w:t xml:space="preserve"> operations at the </w:t>
      </w:r>
      <w:r w:rsidR="008B2D99">
        <w:t>Contractors Parking Lot</w:t>
      </w:r>
      <w:r w:rsidRPr="00AE2FFF">
        <w:t xml:space="preserve"> and the </w:t>
      </w:r>
      <w:r w:rsidR="008B2D99">
        <w:t>projects</w:t>
      </w:r>
      <w:r w:rsidRPr="00AE2FFF">
        <w:t xml:space="preserve"> </w:t>
      </w:r>
      <w:r w:rsidR="00F3245F">
        <w:t>shuttle</w:t>
      </w:r>
      <w:r w:rsidRPr="00AE2FFF">
        <w:t xml:space="preserve"> stops. Contractor shall notify the Engineer of any schedule changes at least twenty-four (24) hours in advance whenever possible.</w:t>
      </w:r>
    </w:p>
    <w:p w14:paraId="7307A0BE" w14:textId="77777777" w:rsidR="00AE2FFF" w:rsidRPr="00AE2FFF" w:rsidRDefault="00AE2FFF" w:rsidP="00AE2FFF">
      <w:pPr>
        <w:pStyle w:val="NumberedMaterial"/>
        <w:numPr>
          <w:ilvl w:val="3"/>
          <w:numId w:val="1"/>
        </w:numPr>
      </w:pPr>
      <w:r w:rsidRPr="00AE2FFF">
        <w:t xml:space="preserve">The Contractor shall cooperate and coordinate with other contractors’ </w:t>
      </w:r>
      <w:r w:rsidR="008B2D99">
        <w:t>shuttle</w:t>
      </w:r>
      <w:r w:rsidRPr="00AE2FFF">
        <w:t xml:space="preserve"> operations and the Port to ensure smooth and efficient operation of the construction </w:t>
      </w:r>
      <w:r w:rsidR="008B2D99">
        <w:t>shuttle</w:t>
      </w:r>
      <w:r w:rsidRPr="00AE2FFF">
        <w:t xml:space="preserve"> operations for their specific project. Contractor shall comply with all direction provided by the Port regarding </w:t>
      </w:r>
      <w:r w:rsidR="008B2D99">
        <w:t>shuttle</w:t>
      </w:r>
      <w:r w:rsidRPr="00AE2FFF">
        <w:t xml:space="preserve"> operations conducted at the </w:t>
      </w:r>
      <w:r w:rsidR="008B2D99">
        <w:t>Contractor Parking Lot</w:t>
      </w:r>
      <w:r w:rsidRPr="00AE2FFF">
        <w:t>, the Airport, and points in between.</w:t>
      </w:r>
    </w:p>
    <w:p w14:paraId="06AE7D5B" w14:textId="77777777" w:rsidR="00AE2FFF" w:rsidRDefault="00AE2FFF" w:rsidP="00AE2FFF">
      <w:pPr>
        <w:pStyle w:val="NumberedMaterial"/>
        <w:numPr>
          <w:ilvl w:val="3"/>
          <w:numId w:val="1"/>
        </w:numPr>
      </w:pPr>
      <w:r w:rsidRPr="00AE2FFF">
        <w:t xml:space="preserve">The Contractor shall require its employees, subcontractors and suppliers to conduct themselves in a civil manner while utilizing the </w:t>
      </w:r>
      <w:r w:rsidR="00F2773D">
        <w:t xml:space="preserve">Contractors Parking Lot. While at the Airport, Contractor Parking Lot, or </w:t>
      </w:r>
      <w:r w:rsidRPr="00AE2FFF">
        <w:t>logistics site Contractor employees shall not use profanity, engage in any loud, boisterous, or otherwise offensive or disturbing speech or conduct, nor display any rudeness whatsoever to any person at the Airport.</w:t>
      </w:r>
    </w:p>
    <w:p w14:paraId="6F0BC7EC" w14:textId="77777777" w:rsidR="00C52AD6" w:rsidRDefault="00C52AD6" w:rsidP="00C52AD6">
      <w:pPr>
        <w:pStyle w:val="Note"/>
      </w:pPr>
      <w:r>
        <w:t xml:space="preserve">NOTE TO ENGINEER:  Include Paragraph </w:t>
      </w:r>
      <w:r w:rsidR="003956AA">
        <w:t>Part 3</w:t>
      </w:r>
      <w:r>
        <w:t xml:space="preserve"> if the Contractor will have access to the Port’s Logistics Area </w:t>
      </w:r>
    </w:p>
    <w:p w14:paraId="3201ADF5" w14:textId="77777777" w:rsidR="00C52AD6" w:rsidRPr="00524928" w:rsidRDefault="00C52AD6" w:rsidP="004927A4">
      <w:pPr>
        <w:pStyle w:val="NumberedMaterial"/>
        <w:ind w:left="720"/>
        <w:rPr>
          <w:caps/>
          <w:u w:val="single"/>
        </w:rPr>
      </w:pPr>
      <w:r w:rsidRPr="00524928">
        <w:rPr>
          <w:caps/>
          <w:u w:val="single"/>
        </w:rPr>
        <w:t>Logistics (Field Office/Laydown Area)</w:t>
      </w:r>
    </w:p>
    <w:p w14:paraId="057B6859" w14:textId="77777777" w:rsidR="00C96B59" w:rsidRPr="008C1378" w:rsidRDefault="008319CA" w:rsidP="00C96B59">
      <w:pPr>
        <w:numPr>
          <w:ilvl w:val="1"/>
          <w:numId w:val="1"/>
        </w:numPr>
        <w:rPr>
          <w:rFonts w:ascii="Arial" w:eastAsia="Times New Roman" w:hAnsi="Arial"/>
          <w:szCs w:val="24"/>
        </w:rPr>
      </w:pPr>
      <w:r w:rsidRPr="008C1378">
        <w:rPr>
          <w:rFonts w:ascii="Arial" w:eastAsia="Times New Roman" w:hAnsi="Arial"/>
          <w:szCs w:val="24"/>
        </w:rPr>
        <w:t xml:space="preserve">Space is available to the Contractor </w:t>
      </w:r>
      <w:r w:rsidR="00EC3FEE" w:rsidRPr="008C1378">
        <w:rPr>
          <w:rFonts w:ascii="Arial" w:eastAsia="Times New Roman" w:hAnsi="Arial"/>
          <w:szCs w:val="24"/>
        </w:rPr>
        <w:t>at</w:t>
      </w:r>
      <w:r w:rsidRPr="008C1378">
        <w:rPr>
          <w:rFonts w:ascii="Arial" w:eastAsia="Times New Roman" w:hAnsi="Arial"/>
          <w:szCs w:val="24"/>
        </w:rPr>
        <w:t xml:space="preserve"> the Port’s Logistics </w:t>
      </w:r>
      <w:r w:rsidR="00EC3FEE" w:rsidRPr="008C1378">
        <w:rPr>
          <w:rFonts w:ascii="Arial" w:eastAsia="Times New Roman" w:hAnsi="Arial"/>
          <w:szCs w:val="24"/>
        </w:rPr>
        <w:t>site</w:t>
      </w:r>
      <w:r w:rsidR="009D638C">
        <w:rPr>
          <w:rFonts w:ascii="Arial" w:eastAsia="Times New Roman" w:hAnsi="Arial"/>
          <w:szCs w:val="24"/>
        </w:rPr>
        <w:t>s</w:t>
      </w:r>
      <w:r w:rsidR="000D28ED">
        <w:rPr>
          <w:rFonts w:ascii="Arial" w:eastAsia="Times New Roman" w:hAnsi="Arial"/>
          <w:szCs w:val="24"/>
        </w:rPr>
        <w:t xml:space="preserve"> and/or alternate laydown staging areas (LSAs)</w:t>
      </w:r>
      <w:r w:rsidRPr="008C1378">
        <w:rPr>
          <w:rFonts w:ascii="Arial" w:eastAsia="Times New Roman" w:hAnsi="Arial"/>
          <w:szCs w:val="24"/>
        </w:rPr>
        <w:t xml:space="preserve"> for field offices and laydown space. The use of this space is provided to the Contractor at no </w:t>
      </w:r>
      <w:r w:rsidR="00F55DE3">
        <w:rPr>
          <w:rFonts w:ascii="Arial" w:eastAsia="Times New Roman" w:hAnsi="Arial"/>
          <w:szCs w:val="24"/>
        </w:rPr>
        <w:t xml:space="preserve">additional </w:t>
      </w:r>
      <w:r w:rsidRPr="008C1378">
        <w:rPr>
          <w:rFonts w:ascii="Arial" w:eastAsia="Times New Roman" w:hAnsi="Arial"/>
          <w:szCs w:val="24"/>
        </w:rPr>
        <w:t>cost. The Contractor is responsible for all costs associated with permits and connecting to temporary utilities.</w:t>
      </w:r>
      <w:r w:rsidR="00C96B59" w:rsidRPr="008C1378">
        <w:rPr>
          <w:rFonts w:ascii="Arial" w:eastAsia="Times New Roman" w:hAnsi="Arial"/>
          <w:szCs w:val="24"/>
        </w:rPr>
        <w:br/>
      </w:r>
    </w:p>
    <w:p w14:paraId="6A5ED7BA" w14:textId="77777777" w:rsidR="00C96B59" w:rsidRPr="008C1378" w:rsidRDefault="00C96B59" w:rsidP="00C96B59">
      <w:pPr>
        <w:numPr>
          <w:ilvl w:val="1"/>
          <w:numId w:val="1"/>
        </w:numPr>
        <w:rPr>
          <w:rFonts w:ascii="Arial" w:eastAsia="Times New Roman" w:hAnsi="Arial"/>
          <w:szCs w:val="24"/>
        </w:rPr>
      </w:pPr>
      <w:r w:rsidRPr="008C1378">
        <w:rPr>
          <w:rFonts w:ascii="Arial" w:eastAsia="Times New Roman" w:hAnsi="Arial"/>
          <w:szCs w:val="24"/>
        </w:rPr>
        <w:t>Reference attachment</w:t>
      </w:r>
      <w:r w:rsidR="000F2D83" w:rsidRPr="008C1378">
        <w:rPr>
          <w:rFonts w:ascii="Arial" w:eastAsia="Times New Roman" w:hAnsi="Arial"/>
          <w:szCs w:val="24"/>
        </w:rPr>
        <w:t>,</w:t>
      </w:r>
      <w:r w:rsidRPr="008C1378">
        <w:rPr>
          <w:rFonts w:ascii="Arial" w:eastAsia="Times New Roman" w:hAnsi="Arial"/>
          <w:szCs w:val="24"/>
        </w:rPr>
        <w:t xml:space="preserve"> 01 50 00 </w:t>
      </w:r>
      <w:r w:rsidR="00BB2B86" w:rsidRPr="008C1378">
        <w:rPr>
          <w:rFonts w:ascii="Arial" w:eastAsia="Times New Roman" w:hAnsi="Arial"/>
          <w:szCs w:val="24"/>
        </w:rPr>
        <w:t>D</w:t>
      </w:r>
      <w:r w:rsidRPr="008C1378">
        <w:rPr>
          <w:rFonts w:ascii="Arial" w:eastAsia="Times New Roman" w:hAnsi="Arial"/>
          <w:szCs w:val="24"/>
        </w:rPr>
        <w:t xml:space="preserve"> CPL and </w:t>
      </w:r>
      <w:r w:rsidR="000D28ED">
        <w:rPr>
          <w:rFonts w:ascii="Arial" w:eastAsia="Times New Roman" w:hAnsi="Arial"/>
          <w:szCs w:val="24"/>
        </w:rPr>
        <w:t>Laydown Staging Areas</w:t>
      </w:r>
      <w:r w:rsidR="000F2D83" w:rsidRPr="008C1378">
        <w:rPr>
          <w:rFonts w:ascii="Arial" w:eastAsia="Times New Roman" w:hAnsi="Arial"/>
          <w:szCs w:val="24"/>
        </w:rPr>
        <w:t>,</w:t>
      </w:r>
      <w:r w:rsidRPr="008C1378">
        <w:rPr>
          <w:rFonts w:ascii="Arial" w:eastAsia="Times New Roman" w:hAnsi="Arial"/>
          <w:szCs w:val="24"/>
        </w:rPr>
        <w:t xml:space="preserve"> for location and layout of the Logistics Area.</w:t>
      </w:r>
    </w:p>
    <w:p w14:paraId="5386D9A7" w14:textId="77777777" w:rsidR="008319CA" w:rsidRDefault="008319CA" w:rsidP="00F5573A">
      <w:pPr>
        <w:pStyle w:val="NumberedMaterial"/>
        <w:numPr>
          <w:ilvl w:val="0"/>
          <w:numId w:val="0"/>
        </w:numPr>
        <w:ind w:left="2880"/>
      </w:pPr>
    </w:p>
    <w:p w14:paraId="7758C8C3" w14:textId="77777777" w:rsidR="005C0EE7" w:rsidRPr="008C1378" w:rsidRDefault="00271C7B" w:rsidP="007E1897">
      <w:pPr>
        <w:numPr>
          <w:ilvl w:val="1"/>
          <w:numId w:val="1"/>
        </w:numPr>
        <w:rPr>
          <w:rFonts w:ascii="Arial" w:eastAsia="Times New Roman" w:hAnsi="Arial"/>
          <w:szCs w:val="24"/>
        </w:rPr>
      </w:pPr>
      <w:r w:rsidRPr="008C1378">
        <w:rPr>
          <w:rFonts w:ascii="Arial" w:eastAsia="Times New Roman" w:hAnsi="Arial"/>
          <w:szCs w:val="24"/>
        </w:rPr>
        <w:t>The following space</w:t>
      </w:r>
      <w:r w:rsidR="005C0EE7" w:rsidRPr="008C1378">
        <w:rPr>
          <w:rFonts w:ascii="Arial" w:eastAsia="Times New Roman" w:hAnsi="Arial"/>
          <w:szCs w:val="24"/>
        </w:rPr>
        <w:t xml:space="preserve"> </w:t>
      </w:r>
      <w:r w:rsidR="00DB7566" w:rsidRPr="008C1378">
        <w:rPr>
          <w:rFonts w:ascii="Arial" w:eastAsia="Times New Roman" w:hAnsi="Arial"/>
          <w:szCs w:val="24"/>
        </w:rPr>
        <w:t xml:space="preserve">will </w:t>
      </w:r>
      <w:r w:rsidR="005C0EE7" w:rsidRPr="008C1378">
        <w:rPr>
          <w:rFonts w:ascii="Arial" w:eastAsia="Times New Roman" w:hAnsi="Arial"/>
          <w:szCs w:val="24"/>
        </w:rPr>
        <w:t xml:space="preserve">be available to the Contractor from </w:t>
      </w:r>
      <w:r w:rsidR="00DB7566" w:rsidRPr="008C1378">
        <w:rPr>
          <w:rFonts w:ascii="Arial" w:eastAsia="Times New Roman" w:hAnsi="Arial"/>
          <w:szCs w:val="24"/>
        </w:rPr>
        <w:t>NTP</w:t>
      </w:r>
      <w:r w:rsidR="005C0EE7" w:rsidRPr="008C1378">
        <w:rPr>
          <w:rFonts w:ascii="Arial" w:eastAsia="Times New Roman" w:hAnsi="Arial"/>
          <w:szCs w:val="24"/>
        </w:rPr>
        <w:t xml:space="preserve"> to Physical Completion of the</w:t>
      </w:r>
      <w:r w:rsidR="00DB7566" w:rsidRPr="008C1378">
        <w:rPr>
          <w:rFonts w:ascii="Arial" w:eastAsia="Times New Roman" w:hAnsi="Arial"/>
          <w:szCs w:val="24"/>
        </w:rPr>
        <w:t xml:space="preserve"> project:</w:t>
      </w:r>
    </w:p>
    <w:p w14:paraId="241ACCAA" w14:textId="77777777" w:rsidR="003A7DA5" w:rsidRDefault="003A7DA5" w:rsidP="003A7DA5">
      <w:pPr>
        <w:pStyle w:val="Note"/>
      </w:pPr>
      <w:bookmarkStart w:id="5" w:name="_Hlk51837995"/>
      <w:r>
        <w:t>NOTE TO ENGINEER:  Work with Logistics Coordinator (</w:t>
      </w:r>
      <w:hyperlink r:id="rId16" w:history="1">
        <w:r w:rsidR="005A2475" w:rsidRPr="007B1FD0">
          <w:rPr>
            <w:rStyle w:val="Hyperlink"/>
            <w:color w:val="548DD4"/>
          </w:rPr>
          <w:t>Logistics/CPL Coordination SharePoint Site</w:t>
        </w:r>
      </w:hyperlink>
      <w:r>
        <w:t xml:space="preserve">) </w:t>
      </w:r>
      <w:r w:rsidR="008319CA">
        <w:t>to assign space</w:t>
      </w:r>
      <w:r>
        <w:t xml:space="preserve"> </w:t>
      </w:r>
      <w:r w:rsidR="00D75057">
        <w:t xml:space="preserve">as </w:t>
      </w:r>
      <w:r w:rsidR="005A2475">
        <w:t>need</w:t>
      </w:r>
      <w:r w:rsidR="00D75057">
        <w:t>ed</w:t>
      </w:r>
      <w:r w:rsidR="005A2475">
        <w:t xml:space="preserve"> for the</w:t>
      </w:r>
      <w:r>
        <w:t xml:space="preserve"> project. </w:t>
      </w:r>
      <w:r w:rsidR="005A2475">
        <w:t xml:space="preserve">Remove the spaces listed below not assigned to the </w:t>
      </w:r>
      <w:r w:rsidR="00D75057">
        <w:t>C</w:t>
      </w:r>
      <w:r w:rsidR="005A2475">
        <w:t>ontract</w:t>
      </w:r>
      <w:r w:rsidR="00D71B98">
        <w:t>or</w:t>
      </w:r>
    </w:p>
    <w:tbl>
      <w:tblPr>
        <w:tblW w:w="8012" w:type="dxa"/>
        <w:jc w:val="center"/>
        <w:tblLook w:val="04A0" w:firstRow="1" w:lastRow="0" w:firstColumn="1" w:lastColumn="0" w:noHBand="0" w:noVBand="1"/>
      </w:tblPr>
      <w:tblGrid>
        <w:gridCol w:w="1063"/>
        <w:gridCol w:w="747"/>
        <w:gridCol w:w="1200"/>
        <w:gridCol w:w="810"/>
        <w:gridCol w:w="1350"/>
        <w:gridCol w:w="1350"/>
        <w:gridCol w:w="1476"/>
        <w:gridCol w:w="16"/>
      </w:tblGrid>
      <w:tr w:rsidR="0037294A" w:rsidRPr="00F5573A" w14:paraId="28A654FA" w14:textId="77777777" w:rsidTr="0037294A">
        <w:trPr>
          <w:gridAfter w:val="1"/>
          <w:wAfter w:w="92" w:type="dxa"/>
          <w:trHeight w:val="421"/>
          <w:tblHeader/>
          <w:jc w:val="center"/>
        </w:trPr>
        <w:tc>
          <w:tcPr>
            <w:tcW w:w="1063" w:type="dxa"/>
            <w:vMerge w:val="restart"/>
            <w:tcBorders>
              <w:top w:val="single" w:sz="8" w:space="0" w:color="auto"/>
              <w:left w:val="single" w:sz="8" w:space="0" w:color="auto"/>
              <w:bottom w:val="single" w:sz="8" w:space="0" w:color="000000"/>
              <w:right w:val="single" w:sz="8" w:space="0" w:color="auto"/>
            </w:tcBorders>
            <w:shd w:val="clear" w:color="000000" w:fill="808080"/>
            <w:noWrap/>
            <w:vAlign w:val="center"/>
            <w:hideMark/>
          </w:tcPr>
          <w:bookmarkEnd w:id="5"/>
          <w:p w14:paraId="332A57EC" w14:textId="77777777" w:rsidR="0037294A" w:rsidRPr="00F5573A" w:rsidRDefault="0037294A" w:rsidP="002A7904">
            <w:pPr>
              <w:jc w:val="center"/>
              <w:rPr>
                <w:rFonts w:cs="Arial"/>
                <w:b/>
                <w:bCs/>
                <w:color w:val="FFFFFF"/>
                <w:sz w:val="18"/>
                <w:szCs w:val="18"/>
              </w:rPr>
            </w:pPr>
            <w:r>
              <w:rPr>
                <w:rFonts w:cs="Arial"/>
                <w:b/>
                <w:bCs/>
                <w:color w:val="FFFFFF"/>
                <w:sz w:val="18"/>
                <w:szCs w:val="18"/>
              </w:rPr>
              <w:t xml:space="preserve">LSA </w:t>
            </w:r>
            <w:r w:rsidRPr="00F5573A">
              <w:rPr>
                <w:rFonts w:cs="Arial"/>
                <w:b/>
                <w:bCs/>
                <w:color w:val="FFFFFF"/>
                <w:sz w:val="18"/>
                <w:szCs w:val="18"/>
              </w:rPr>
              <w:t>Lot</w:t>
            </w:r>
          </w:p>
        </w:tc>
        <w:tc>
          <w:tcPr>
            <w:tcW w:w="747" w:type="dxa"/>
            <w:vMerge w:val="restart"/>
            <w:tcBorders>
              <w:top w:val="single" w:sz="8" w:space="0" w:color="auto"/>
              <w:left w:val="single" w:sz="8" w:space="0" w:color="auto"/>
              <w:bottom w:val="single" w:sz="8" w:space="0" w:color="000000"/>
              <w:right w:val="single" w:sz="8" w:space="0" w:color="auto"/>
            </w:tcBorders>
            <w:shd w:val="clear" w:color="000000" w:fill="808080"/>
            <w:noWrap/>
            <w:vAlign w:val="center"/>
            <w:hideMark/>
          </w:tcPr>
          <w:p w14:paraId="7A7BBB1E"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Space</w:t>
            </w:r>
          </w:p>
        </w:tc>
        <w:tc>
          <w:tcPr>
            <w:tcW w:w="143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77C66B8D"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Address</w:t>
            </w:r>
          </w:p>
        </w:tc>
        <w:tc>
          <w:tcPr>
            <w:tcW w:w="810" w:type="dxa"/>
            <w:vMerge w:val="restart"/>
            <w:tcBorders>
              <w:top w:val="single" w:sz="8" w:space="0" w:color="auto"/>
              <w:left w:val="single" w:sz="8" w:space="0" w:color="auto"/>
              <w:bottom w:val="single" w:sz="8" w:space="0" w:color="000000"/>
              <w:right w:val="single" w:sz="8" w:space="0" w:color="auto"/>
            </w:tcBorders>
            <w:shd w:val="clear" w:color="000000" w:fill="808080"/>
            <w:noWrap/>
            <w:vAlign w:val="center"/>
            <w:hideMark/>
          </w:tcPr>
          <w:p w14:paraId="1218F198"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Area (SF)</w:t>
            </w:r>
          </w:p>
        </w:tc>
        <w:tc>
          <w:tcPr>
            <w:tcW w:w="4176" w:type="dxa"/>
            <w:gridSpan w:val="3"/>
            <w:tcBorders>
              <w:top w:val="single" w:sz="8" w:space="0" w:color="auto"/>
              <w:left w:val="nil"/>
              <w:bottom w:val="nil"/>
              <w:right w:val="single" w:sz="8" w:space="0" w:color="000000"/>
            </w:tcBorders>
            <w:shd w:val="clear" w:color="000000" w:fill="808080"/>
            <w:noWrap/>
            <w:vAlign w:val="center"/>
            <w:hideMark/>
          </w:tcPr>
          <w:p w14:paraId="15D531CF" w14:textId="01C7D4BF" w:rsidR="0037294A" w:rsidRPr="00F5573A" w:rsidRDefault="0037294A" w:rsidP="002A7904">
            <w:pPr>
              <w:jc w:val="center"/>
              <w:rPr>
                <w:rFonts w:cs="Arial"/>
                <w:b/>
                <w:bCs/>
                <w:color w:val="FFFFFF"/>
                <w:sz w:val="18"/>
                <w:szCs w:val="18"/>
              </w:rPr>
            </w:pPr>
            <w:r w:rsidRPr="00F5573A">
              <w:rPr>
                <w:rFonts w:cs="Arial"/>
                <w:b/>
                <w:bCs/>
                <w:color w:val="FFFFFF"/>
                <w:sz w:val="18"/>
                <w:szCs w:val="18"/>
              </w:rPr>
              <w:t>Utilit</w:t>
            </w:r>
            <w:r>
              <w:rPr>
                <w:rFonts w:cs="Arial"/>
                <w:b/>
                <w:bCs/>
                <w:color w:val="FFFFFF"/>
                <w:sz w:val="18"/>
                <w:szCs w:val="18"/>
              </w:rPr>
              <w:t>i</w:t>
            </w:r>
            <w:r w:rsidRPr="00F5573A">
              <w:rPr>
                <w:rFonts w:cs="Arial"/>
                <w:b/>
                <w:bCs/>
                <w:color w:val="FFFFFF"/>
                <w:sz w:val="18"/>
                <w:szCs w:val="18"/>
              </w:rPr>
              <w:t>es Available</w:t>
            </w:r>
          </w:p>
        </w:tc>
      </w:tr>
      <w:tr w:rsidR="0037294A" w:rsidRPr="00F5573A" w14:paraId="79046E7E" w14:textId="77777777" w:rsidTr="0037294A">
        <w:trPr>
          <w:trHeight w:val="285"/>
          <w:jc w:val="center"/>
        </w:trPr>
        <w:tc>
          <w:tcPr>
            <w:tcW w:w="1063" w:type="dxa"/>
            <w:vMerge/>
            <w:tcBorders>
              <w:top w:val="single" w:sz="8" w:space="0" w:color="auto"/>
              <w:left w:val="single" w:sz="8" w:space="0" w:color="auto"/>
              <w:bottom w:val="single" w:sz="8" w:space="0" w:color="000000"/>
              <w:right w:val="single" w:sz="8" w:space="0" w:color="auto"/>
            </w:tcBorders>
            <w:vAlign w:val="center"/>
            <w:hideMark/>
          </w:tcPr>
          <w:p w14:paraId="1016C77A" w14:textId="77777777" w:rsidR="0037294A" w:rsidRPr="00F5573A" w:rsidRDefault="0037294A" w:rsidP="002A7904">
            <w:pPr>
              <w:rPr>
                <w:rFonts w:cs="Arial"/>
                <w:b/>
                <w:bCs/>
                <w:color w:val="FFFFFF"/>
                <w:sz w:val="18"/>
                <w:szCs w:val="18"/>
              </w:rPr>
            </w:pPr>
          </w:p>
        </w:tc>
        <w:tc>
          <w:tcPr>
            <w:tcW w:w="747" w:type="dxa"/>
            <w:vMerge/>
            <w:tcBorders>
              <w:top w:val="single" w:sz="8" w:space="0" w:color="auto"/>
              <w:left w:val="single" w:sz="8" w:space="0" w:color="auto"/>
              <w:bottom w:val="single" w:sz="8" w:space="0" w:color="000000"/>
              <w:right w:val="single" w:sz="8" w:space="0" w:color="auto"/>
            </w:tcBorders>
            <w:vAlign w:val="center"/>
            <w:hideMark/>
          </w:tcPr>
          <w:p w14:paraId="54EF3FD4" w14:textId="77777777" w:rsidR="0037294A" w:rsidRPr="00F5573A" w:rsidRDefault="0037294A" w:rsidP="002A7904">
            <w:pPr>
              <w:rPr>
                <w:rFonts w:cs="Arial"/>
                <w:b/>
                <w:bCs/>
                <w:color w:val="FFFFFF"/>
                <w:sz w:val="18"/>
                <w:szCs w:val="18"/>
              </w:rPr>
            </w:pPr>
          </w:p>
        </w:tc>
        <w:tc>
          <w:tcPr>
            <w:tcW w:w="1430" w:type="dxa"/>
            <w:vMerge/>
            <w:tcBorders>
              <w:top w:val="single" w:sz="8" w:space="0" w:color="auto"/>
              <w:left w:val="single" w:sz="8" w:space="0" w:color="auto"/>
              <w:bottom w:val="single" w:sz="8" w:space="0" w:color="000000"/>
              <w:right w:val="single" w:sz="8" w:space="0" w:color="auto"/>
            </w:tcBorders>
            <w:vAlign w:val="center"/>
            <w:hideMark/>
          </w:tcPr>
          <w:p w14:paraId="79707DCE" w14:textId="77777777" w:rsidR="0037294A" w:rsidRPr="00F5573A" w:rsidRDefault="0037294A" w:rsidP="002A7904">
            <w:pPr>
              <w:rPr>
                <w:rFonts w:cs="Arial"/>
                <w:b/>
                <w:bCs/>
                <w:color w:val="FFFFFF"/>
                <w:sz w:val="18"/>
                <w:szCs w:val="18"/>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6B974736" w14:textId="77777777" w:rsidR="0037294A" w:rsidRPr="00F5573A" w:rsidRDefault="0037294A" w:rsidP="002A7904">
            <w:pPr>
              <w:rPr>
                <w:rFonts w:cs="Arial"/>
                <w:b/>
                <w:bCs/>
                <w:color w:val="FFFFFF"/>
                <w:sz w:val="18"/>
                <w:szCs w:val="18"/>
              </w:rPr>
            </w:pPr>
          </w:p>
        </w:tc>
        <w:tc>
          <w:tcPr>
            <w:tcW w:w="1350" w:type="dxa"/>
            <w:tcBorders>
              <w:top w:val="single" w:sz="4" w:space="0" w:color="auto"/>
              <w:left w:val="nil"/>
              <w:bottom w:val="single" w:sz="8" w:space="0" w:color="auto"/>
              <w:right w:val="single" w:sz="4" w:space="0" w:color="auto"/>
            </w:tcBorders>
            <w:shd w:val="clear" w:color="000000" w:fill="808080"/>
            <w:noWrap/>
            <w:vAlign w:val="center"/>
            <w:hideMark/>
          </w:tcPr>
          <w:p w14:paraId="2593DABB"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Power</w:t>
            </w:r>
          </w:p>
        </w:tc>
        <w:tc>
          <w:tcPr>
            <w:tcW w:w="1350" w:type="dxa"/>
            <w:tcBorders>
              <w:top w:val="single" w:sz="4" w:space="0" w:color="auto"/>
              <w:left w:val="nil"/>
              <w:bottom w:val="single" w:sz="8" w:space="0" w:color="auto"/>
              <w:right w:val="single" w:sz="4" w:space="0" w:color="auto"/>
            </w:tcBorders>
            <w:shd w:val="clear" w:color="000000" w:fill="808080"/>
            <w:noWrap/>
            <w:vAlign w:val="center"/>
            <w:hideMark/>
          </w:tcPr>
          <w:p w14:paraId="343AF201"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Water</w:t>
            </w:r>
          </w:p>
        </w:tc>
        <w:tc>
          <w:tcPr>
            <w:tcW w:w="1262" w:type="dxa"/>
            <w:gridSpan w:val="2"/>
            <w:tcBorders>
              <w:top w:val="single" w:sz="4" w:space="0" w:color="auto"/>
              <w:left w:val="nil"/>
              <w:bottom w:val="single" w:sz="8" w:space="0" w:color="auto"/>
              <w:right w:val="single" w:sz="4" w:space="0" w:color="auto"/>
            </w:tcBorders>
            <w:shd w:val="clear" w:color="000000" w:fill="808080"/>
            <w:noWrap/>
            <w:vAlign w:val="center"/>
            <w:hideMark/>
          </w:tcPr>
          <w:p w14:paraId="5462E16F"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Sewer</w:t>
            </w:r>
          </w:p>
        </w:tc>
      </w:tr>
      <w:tr w:rsidR="0037294A" w:rsidRPr="00F5573A" w14:paraId="4B1A630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A0FC6E5"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A4E010F"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D8B42F6"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294BF25" w14:textId="77777777" w:rsidR="0037294A" w:rsidRPr="00F5573A" w:rsidRDefault="0037294A" w:rsidP="002A7904">
            <w:pPr>
              <w:jc w:val="center"/>
              <w:rPr>
                <w:rFonts w:cs="Arial"/>
                <w:color w:val="000000"/>
                <w:sz w:val="18"/>
                <w:szCs w:val="18"/>
              </w:rPr>
            </w:pPr>
            <w:r w:rsidRPr="00F5573A">
              <w:rPr>
                <w:rFonts w:cs="Arial"/>
                <w:color w:val="000000"/>
                <w:sz w:val="18"/>
                <w:szCs w:val="18"/>
              </w:rPr>
              <w:t>8,772</w:t>
            </w:r>
          </w:p>
        </w:tc>
        <w:tc>
          <w:tcPr>
            <w:tcW w:w="1350" w:type="dxa"/>
            <w:tcBorders>
              <w:top w:val="nil"/>
              <w:left w:val="nil"/>
              <w:bottom w:val="single" w:sz="4" w:space="0" w:color="auto"/>
              <w:right w:val="single" w:sz="4" w:space="0" w:color="auto"/>
            </w:tcBorders>
            <w:shd w:val="clear" w:color="auto" w:fill="auto"/>
            <w:noWrap/>
            <w:vAlign w:val="center"/>
            <w:hideMark/>
          </w:tcPr>
          <w:p w14:paraId="6F75B7F2"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121EA006"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3BEDC93E"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2B4AAF0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E56460E"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ECA759B"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80E921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206C9C8"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5977C031"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SW3-LOG1-2</w:t>
            </w:r>
          </w:p>
        </w:tc>
        <w:tc>
          <w:tcPr>
            <w:tcW w:w="1350" w:type="dxa"/>
            <w:tcBorders>
              <w:top w:val="nil"/>
              <w:left w:val="nil"/>
              <w:bottom w:val="single" w:sz="8" w:space="0" w:color="auto"/>
              <w:right w:val="single" w:sz="4" w:space="0" w:color="auto"/>
            </w:tcBorders>
            <w:shd w:val="clear" w:color="auto" w:fill="auto"/>
            <w:noWrap/>
            <w:vAlign w:val="center"/>
            <w:hideMark/>
          </w:tcPr>
          <w:p w14:paraId="6214FD0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5A3BF59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782E3279"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6B2A9FEC" w14:textId="77777777" w:rsidR="0037294A" w:rsidRPr="00F5573A" w:rsidRDefault="0037294A" w:rsidP="002A7904">
            <w:pPr>
              <w:jc w:val="center"/>
              <w:rPr>
                <w:rFonts w:cs="Arial"/>
                <w:color w:val="000000"/>
                <w:sz w:val="18"/>
                <w:szCs w:val="18"/>
              </w:rPr>
            </w:pPr>
            <w:r>
              <w:rPr>
                <w:rFonts w:cs="Arial"/>
                <w:color w:val="000000"/>
                <w:sz w:val="18"/>
                <w:szCs w:val="18"/>
              </w:rPr>
              <w:t xml:space="preserve">Logistics </w:t>
            </w:r>
            <w:r>
              <w:rPr>
                <w:rFonts w:cs="Arial"/>
                <w:color w:val="000000"/>
                <w:sz w:val="18"/>
                <w:szCs w:val="18"/>
              </w:rPr>
              <w:lastRenderedPageBreak/>
              <w:t>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D4619E4" w14:textId="77777777" w:rsidR="0037294A" w:rsidRPr="00F5573A" w:rsidRDefault="0037294A" w:rsidP="002A7904">
            <w:pPr>
              <w:jc w:val="center"/>
              <w:rPr>
                <w:rFonts w:cs="Arial"/>
                <w:color w:val="000000"/>
                <w:sz w:val="18"/>
                <w:szCs w:val="18"/>
              </w:rPr>
            </w:pPr>
            <w:r w:rsidRPr="00F5573A">
              <w:rPr>
                <w:rFonts w:cs="Arial"/>
                <w:color w:val="000000"/>
                <w:sz w:val="18"/>
                <w:szCs w:val="18"/>
              </w:rPr>
              <w:lastRenderedPageBreak/>
              <w:t>B</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55C3517" w14:textId="77777777" w:rsidR="0037294A" w:rsidRPr="00F5573A" w:rsidRDefault="0037294A" w:rsidP="002A7904">
            <w:pPr>
              <w:jc w:val="center"/>
              <w:rPr>
                <w:rFonts w:cs="Arial"/>
                <w:color w:val="000000"/>
                <w:sz w:val="18"/>
                <w:szCs w:val="18"/>
              </w:rPr>
            </w:pPr>
            <w:r w:rsidRPr="00F5573A">
              <w:rPr>
                <w:rFonts w:cs="Arial"/>
                <w:color w:val="000000"/>
                <w:sz w:val="18"/>
                <w:szCs w:val="18"/>
              </w:rPr>
              <w:t xml:space="preserve">2542 S 194th </w:t>
            </w:r>
            <w:r w:rsidRPr="00F5573A">
              <w:rPr>
                <w:rFonts w:cs="Arial"/>
                <w:color w:val="000000"/>
                <w:sz w:val="18"/>
                <w:szCs w:val="18"/>
              </w:rPr>
              <w:lastRenderedPageBreak/>
              <w:t>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D6D9776" w14:textId="77777777" w:rsidR="0037294A" w:rsidRPr="00F5573A" w:rsidRDefault="0037294A" w:rsidP="002A7904">
            <w:pPr>
              <w:jc w:val="center"/>
              <w:rPr>
                <w:rFonts w:cs="Arial"/>
                <w:color w:val="000000"/>
                <w:sz w:val="18"/>
                <w:szCs w:val="18"/>
              </w:rPr>
            </w:pPr>
            <w:r w:rsidRPr="00F5573A">
              <w:rPr>
                <w:rFonts w:cs="Arial"/>
                <w:color w:val="000000"/>
                <w:sz w:val="18"/>
                <w:szCs w:val="18"/>
              </w:rPr>
              <w:lastRenderedPageBreak/>
              <w:t>6,300</w:t>
            </w:r>
          </w:p>
        </w:tc>
        <w:tc>
          <w:tcPr>
            <w:tcW w:w="1350" w:type="dxa"/>
            <w:tcBorders>
              <w:top w:val="nil"/>
              <w:left w:val="nil"/>
              <w:bottom w:val="single" w:sz="4" w:space="0" w:color="auto"/>
              <w:right w:val="single" w:sz="4" w:space="0" w:color="auto"/>
            </w:tcBorders>
            <w:shd w:val="clear" w:color="000000" w:fill="D9D9D9"/>
            <w:noWrap/>
            <w:vAlign w:val="center"/>
            <w:hideMark/>
          </w:tcPr>
          <w:p w14:paraId="1058571F"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2812FE27"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7BACF95A"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3A22A7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F53474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8E2BB1F"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D317AE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E453701"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005BEC9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SW3-LOG1-3</w:t>
            </w:r>
          </w:p>
        </w:tc>
        <w:tc>
          <w:tcPr>
            <w:tcW w:w="1350" w:type="dxa"/>
            <w:tcBorders>
              <w:top w:val="nil"/>
              <w:left w:val="nil"/>
              <w:bottom w:val="single" w:sz="8" w:space="0" w:color="auto"/>
              <w:right w:val="single" w:sz="4" w:space="0" w:color="auto"/>
            </w:tcBorders>
            <w:shd w:val="clear" w:color="000000" w:fill="D9D9D9"/>
            <w:noWrap/>
            <w:vAlign w:val="center"/>
            <w:hideMark/>
          </w:tcPr>
          <w:p w14:paraId="619044C7"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76AB8405"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1337AA0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F430845"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9A10308"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00FDF3B8"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97B9AF5" w14:textId="77777777" w:rsidR="0037294A" w:rsidRPr="00F5573A" w:rsidRDefault="0037294A" w:rsidP="002A7904">
            <w:pPr>
              <w:jc w:val="center"/>
              <w:rPr>
                <w:rFonts w:cs="Arial"/>
                <w:color w:val="000000"/>
                <w:sz w:val="18"/>
                <w:szCs w:val="18"/>
              </w:rPr>
            </w:pPr>
            <w:r w:rsidRPr="00F5573A">
              <w:rPr>
                <w:rFonts w:cs="Arial"/>
                <w:color w:val="000000"/>
                <w:sz w:val="18"/>
                <w:szCs w:val="18"/>
              </w:rPr>
              <w:t>4,559</w:t>
            </w:r>
          </w:p>
        </w:tc>
        <w:tc>
          <w:tcPr>
            <w:tcW w:w="1350" w:type="dxa"/>
            <w:tcBorders>
              <w:top w:val="nil"/>
              <w:left w:val="nil"/>
              <w:bottom w:val="single" w:sz="4" w:space="0" w:color="auto"/>
              <w:right w:val="single" w:sz="4" w:space="0" w:color="auto"/>
            </w:tcBorders>
            <w:shd w:val="clear" w:color="auto" w:fill="auto"/>
            <w:noWrap/>
            <w:vAlign w:val="center"/>
            <w:hideMark/>
          </w:tcPr>
          <w:p w14:paraId="05F47CEE"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0F695FDD"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588F4F41"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041709F6"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983A471"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A48563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4209403"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0DAFF9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4C8D4A02"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SW3-LOG1-4</w:t>
            </w:r>
          </w:p>
        </w:tc>
        <w:tc>
          <w:tcPr>
            <w:tcW w:w="1350" w:type="dxa"/>
            <w:tcBorders>
              <w:top w:val="nil"/>
              <w:left w:val="nil"/>
              <w:bottom w:val="single" w:sz="8" w:space="0" w:color="auto"/>
              <w:right w:val="single" w:sz="4" w:space="0" w:color="auto"/>
            </w:tcBorders>
            <w:shd w:val="clear" w:color="auto" w:fill="auto"/>
            <w:noWrap/>
            <w:vAlign w:val="center"/>
            <w:hideMark/>
          </w:tcPr>
          <w:p w14:paraId="635D00FF"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01FC216A"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53987CA3"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02E5C2D1"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36F71FD" w14:textId="77777777" w:rsidR="0037294A" w:rsidRPr="00F5573A" w:rsidRDefault="0037294A" w:rsidP="002A7904">
            <w:pPr>
              <w:jc w:val="center"/>
              <w:rPr>
                <w:rFonts w:cs="Arial"/>
                <w:color w:val="000000"/>
                <w:sz w:val="18"/>
                <w:szCs w:val="18"/>
              </w:rPr>
            </w:pPr>
            <w:r w:rsidRPr="00F5573A">
              <w:rPr>
                <w:rFonts w:cs="Arial"/>
                <w:color w:val="000000"/>
                <w:sz w:val="18"/>
                <w:szCs w:val="18"/>
              </w:rPr>
              <w:t>D</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574DB3E"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F0BAC53" w14:textId="77777777" w:rsidR="0037294A" w:rsidRPr="00F5573A" w:rsidRDefault="0037294A" w:rsidP="002A7904">
            <w:pPr>
              <w:jc w:val="center"/>
              <w:rPr>
                <w:rFonts w:cs="Arial"/>
                <w:color w:val="000000"/>
                <w:sz w:val="18"/>
                <w:szCs w:val="18"/>
              </w:rPr>
            </w:pPr>
            <w:r w:rsidRPr="00F5573A">
              <w:rPr>
                <w:rFonts w:cs="Arial"/>
                <w:color w:val="000000"/>
                <w:sz w:val="18"/>
                <w:szCs w:val="18"/>
              </w:rPr>
              <w:t>6,344</w:t>
            </w:r>
          </w:p>
        </w:tc>
        <w:tc>
          <w:tcPr>
            <w:tcW w:w="1350" w:type="dxa"/>
            <w:tcBorders>
              <w:top w:val="nil"/>
              <w:left w:val="nil"/>
              <w:bottom w:val="single" w:sz="4" w:space="0" w:color="auto"/>
              <w:right w:val="single" w:sz="4" w:space="0" w:color="auto"/>
            </w:tcBorders>
            <w:shd w:val="clear" w:color="000000" w:fill="D9D9D9"/>
            <w:noWrap/>
            <w:vAlign w:val="center"/>
            <w:hideMark/>
          </w:tcPr>
          <w:p w14:paraId="4DDE949D"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6EF8282B"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4129F15B"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62C8259C"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BF2619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C96C422"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7EEF23D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73FDB7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27D3E3D0"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SW3-LOG1-5</w:t>
            </w:r>
          </w:p>
        </w:tc>
        <w:tc>
          <w:tcPr>
            <w:tcW w:w="1350" w:type="dxa"/>
            <w:tcBorders>
              <w:top w:val="nil"/>
              <w:left w:val="nil"/>
              <w:bottom w:val="single" w:sz="8" w:space="0" w:color="auto"/>
              <w:right w:val="single" w:sz="4" w:space="0" w:color="auto"/>
            </w:tcBorders>
            <w:shd w:val="clear" w:color="000000" w:fill="D9D9D9"/>
            <w:noWrap/>
            <w:vAlign w:val="center"/>
            <w:hideMark/>
          </w:tcPr>
          <w:p w14:paraId="06D76C25"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115C892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23B9D314"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57C0B7"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8890DAA" w14:textId="77777777" w:rsidR="0037294A" w:rsidRPr="00F5573A" w:rsidRDefault="0037294A" w:rsidP="002A7904">
            <w:pPr>
              <w:jc w:val="center"/>
              <w:rPr>
                <w:rFonts w:cs="Arial"/>
                <w:color w:val="000000"/>
                <w:sz w:val="18"/>
                <w:szCs w:val="18"/>
              </w:rPr>
            </w:pPr>
            <w:r w:rsidRPr="00F5573A">
              <w:rPr>
                <w:rFonts w:cs="Arial"/>
                <w:color w:val="000000"/>
                <w:sz w:val="18"/>
                <w:szCs w:val="18"/>
              </w:rPr>
              <w:t>E</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CDDFCC9"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B37968A" w14:textId="77777777" w:rsidR="0037294A" w:rsidRPr="00F5573A" w:rsidRDefault="0037294A" w:rsidP="002A7904">
            <w:pPr>
              <w:jc w:val="center"/>
              <w:rPr>
                <w:rFonts w:cs="Arial"/>
                <w:color w:val="000000"/>
                <w:sz w:val="18"/>
                <w:szCs w:val="18"/>
              </w:rPr>
            </w:pPr>
            <w:r w:rsidRPr="00F5573A">
              <w:rPr>
                <w:rFonts w:cs="Arial"/>
                <w:color w:val="000000"/>
                <w:sz w:val="18"/>
                <w:szCs w:val="18"/>
              </w:rPr>
              <w:t>6,246</w:t>
            </w:r>
          </w:p>
        </w:tc>
        <w:tc>
          <w:tcPr>
            <w:tcW w:w="1350" w:type="dxa"/>
            <w:tcBorders>
              <w:top w:val="nil"/>
              <w:left w:val="nil"/>
              <w:bottom w:val="single" w:sz="4" w:space="0" w:color="auto"/>
              <w:right w:val="single" w:sz="4" w:space="0" w:color="auto"/>
            </w:tcBorders>
            <w:shd w:val="clear" w:color="auto" w:fill="auto"/>
            <w:noWrap/>
            <w:vAlign w:val="center"/>
            <w:hideMark/>
          </w:tcPr>
          <w:p w14:paraId="1E971F13"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268FE7F5"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79C2637D"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5B9917B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AE374C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304510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7A49B96"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0F185A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5CA178C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SW3-LOG1-6</w:t>
            </w:r>
          </w:p>
        </w:tc>
        <w:tc>
          <w:tcPr>
            <w:tcW w:w="1350" w:type="dxa"/>
            <w:tcBorders>
              <w:top w:val="nil"/>
              <w:left w:val="nil"/>
              <w:bottom w:val="single" w:sz="8" w:space="0" w:color="auto"/>
              <w:right w:val="single" w:sz="4" w:space="0" w:color="auto"/>
            </w:tcBorders>
            <w:shd w:val="clear" w:color="auto" w:fill="auto"/>
            <w:noWrap/>
            <w:vAlign w:val="center"/>
            <w:hideMark/>
          </w:tcPr>
          <w:p w14:paraId="39A2BEE9"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3382C3F7"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1CAD28D3"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B30CE62"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A6A50D5" w14:textId="77777777" w:rsidR="0037294A" w:rsidRPr="00F5573A" w:rsidRDefault="0037294A" w:rsidP="002A7904">
            <w:pPr>
              <w:jc w:val="center"/>
              <w:rPr>
                <w:rFonts w:cs="Arial"/>
                <w:color w:val="000000"/>
                <w:sz w:val="18"/>
                <w:szCs w:val="18"/>
              </w:rPr>
            </w:pPr>
            <w:r w:rsidRPr="00F5573A">
              <w:rPr>
                <w:rFonts w:cs="Arial"/>
                <w:color w:val="000000"/>
                <w:sz w:val="18"/>
                <w:szCs w:val="18"/>
              </w:rPr>
              <w:t>F</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BABBCF2"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67C40EB" w14:textId="77777777" w:rsidR="0037294A" w:rsidRPr="00F5573A" w:rsidRDefault="0037294A" w:rsidP="002A7904">
            <w:pPr>
              <w:jc w:val="center"/>
              <w:rPr>
                <w:rFonts w:cs="Arial"/>
                <w:color w:val="000000"/>
                <w:sz w:val="18"/>
                <w:szCs w:val="18"/>
              </w:rPr>
            </w:pPr>
            <w:r w:rsidRPr="00F5573A">
              <w:rPr>
                <w:rFonts w:cs="Arial"/>
                <w:color w:val="000000"/>
                <w:sz w:val="18"/>
                <w:szCs w:val="18"/>
              </w:rPr>
              <w:t>6,234</w:t>
            </w:r>
          </w:p>
        </w:tc>
        <w:tc>
          <w:tcPr>
            <w:tcW w:w="1350" w:type="dxa"/>
            <w:tcBorders>
              <w:top w:val="nil"/>
              <w:left w:val="nil"/>
              <w:bottom w:val="single" w:sz="4" w:space="0" w:color="auto"/>
              <w:right w:val="single" w:sz="4" w:space="0" w:color="auto"/>
            </w:tcBorders>
            <w:shd w:val="clear" w:color="000000" w:fill="D9D9D9"/>
            <w:noWrap/>
            <w:vAlign w:val="center"/>
            <w:hideMark/>
          </w:tcPr>
          <w:p w14:paraId="07D3494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4FAEA3FF"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79D655DC"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5B022BD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3A03D7A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07519EE"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770876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306EF8D"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1C20E77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SW3-LOG1-7</w:t>
            </w:r>
          </w:p>
        </w:tc>
        <w:tc>
          <w:tcPr>
            <w:tcW w:w="1350" w:type="dxa"/>
            <w:tcBorders>
              <w:top w:val="nil"/>
              <w:left w:val="nil"/>
              <w:bottom w:val="single" w:sz="8" w:space="0" w:color="auto"/>
              <w:right w:val="single" w:sz="4" w:space="0" w:color="auto"/>
            </w:tcBorders>
            <w:shd w:val="clear" w:color="000000" w:fill="D9D9D9"/>
            <w:noWrap/>
            <w:vAlign w:val="center"/>
            <w:hideMark/>
          </w:tcPr>
          <w:p w14:paraId="355C81A5"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38E6605F"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3C8373A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D59133F"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2</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D445BE9"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2286D595" w14:textId="77777777" w:rsidR="0037294A" w:rsidRPr="00F5573A" w:rsidRDefault="0037294A" w:rsidP="002A7904">
            <w:pPr>
              <w:jc w:val="center"/>
              <w:rPr>
                <w:rFonts w:cs="Arial"/>
                <w:color w:val="000000"/>
                <w:sz w:val="18"/>
                <w:szCs w:val="18"/>
              </w:rPr>
            </w:pPr>
            <w:r w:rsidRPr="00F5573A">
              <w:rPr>
                <w:rFonts w:cs="Arial"/>
                <w:color w:val="000000"/>
                <w:sz w:val="18"/>
                <w:szCs w:val="18"/>
              </w:rPr>
              <w:t>2624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9BC8A19" w14:textId="77777777" w:rsidR="0037294A" w:rsidRPr="00F5573A" w:rsidRDefault="0037294A" w:rsidP="002A7904">
            <w:pPr>
              <w:jc w:val="center"/>
              <w:rPr>
                <w:rFonts w:cs="Arial"/>
                <w:color w:val="000000"/>
                <w:sz w:val="18"/>
                <w:szCs w:val="18"/>
              </w:rPr>
            </w:pPr>
            <w:r w:rsidRPr="00F5573A">
              <w:rPr>
                <w:rFonts w:cs="Arial"/>
                <w:color w:val="000000"/>
                <w:sz w:val="18"/>
                <w:szCs w:val="18"/>
              </w:rPr>
              <w:t>6,897</w:t>
            </w:r>
          </w:p>
        </w:tc>
        <w:tc>
          <w:tcPr>
            <w:tcW w:w="1350" w:type="dxa"/>
            <w:tcBorders>
              <w:top w:val="nil"/>
              <w:left w:val="nil"/>
              <w:bottom w:val="single" w:sz="4" w:space="0" w:color="auto"/>
              <w:right w:val="single" w:sz="4" w:space="0" w:color="auto"/>
            </w:tcBorders>
            <w:shd w:val="clear" w:color="auto" w:fill="auto"/>
            <w:noWrap/>
            <w:vAlign w:val="center"/>
            <w:hideMark/>
          </w:tcPr>
          <w:p w14:paraId="410ABA2C"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539502B3"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16956944"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702357D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9F9B481"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B8E679F"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129FF6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338C913"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3486948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SW3-LOG2-2</w:t>
            </w:r>
          </w:p>
        </w:tc>
        <w:tc>
          <w:tcPr>
            <w:tcW w:w="1350" w:type="dxa"/>
            <w:tcBorders>
              <w:top w:val="nil"/>
              <w:left w:val="nil"/>
              <w:bottom w:val="single" w:sz="8" w:space="0" w:color="auto"/>
              <w:right w:val="single" w:sz="4" w:space="0" w:color="auto"/>
            </w:tcBorders>
            <w:shd w:val="clear" w:color="auto" w:fill="auto"/>
            <w:noWrap/>
            <w:vAlign w:val="center"/>
            <w:hideMark/>
          </w:tcPr>
          <w:p w14:paraId="29FCC27C"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60BDC571"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4A3212D5"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6ECF021"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2</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AC4D791" w14:textId="77777777" w:rsidR="0037294A" w:rsidRPr="00F5573A" w:rsidRDefault="0037294A" w:rsidP="002A7904">
            <w:pPr>
              <w:jc w:val="center"/>
              <w:rPr>
                <w:rFonts w:cs="Arial"/>
                <w:color w:val="000000"/>
                <w:sz w:val="18"/>
                <w:szCs w:val="18"/>
              </w:rPr>
            </w:pPr>
            <w:r w:rsidRPr="00F5573A">
              <w:rPr>
                <w:rFonts w:cs="Arial"/>
                <w:color w:val="000000"/>
                <w:sz w:val="18"/>
                <w:szCs w:val="18"/>
              </w:rPr>
              <w:t>B</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C8E8449" w14:textId="77777777" w:rsidR="0037294A" w:rsidRPr="00F5573A" w:rsidRDefault="0037294A" w:rsidP="002A7904">
            <w:pPr>
              <w:jc w:val="center"/>
              <w:rPr>
                <w:rFonts w:cs="Arial"/>
                <w:color w:val="000000"/>
                <w:sz w:val="18"/>
                <w:szCs w:val="18"/>
              </w:rPr>
            </w:pPr>
            <w:r w:rsidRPr="00F5573A">
              <w:rPr>
                <w:rFonts w:cs="Arial"/>
                <w:color w:val="000000"/>
                <w:sz w:val="18"/>
                <w:szCs w:val="18"/>
              </w:rPr>
              <w:t>2624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275973F" w14:textId="77777777" w:rsidR="0037294A" w:rsidRPr="00F5573A" w:rsidRDefault="0037294A" w:rsidP="002A7904">
            <w:pPr>
              <w:jc w:val="center"/>
              <w:rPr>
                <w:rFonts w:cs="Arial"/>
                <w:color w:val="000000"/>
                <w:sz w:val="18"/>
                <w:szCs w:val="18"/>
              </w:rPr>
            </w:pPr>
            <w:r w:rsidRPr="00F5573A">
              <w:rPr>
                <w:rFonts w:cs="Arial"/>
                <w:color w:val="000000"/>
                <w:sz w:val="18"/>
                <w:szCs w:val="18"/>
              </w:rPr>
              <w:t>6,733</w:t>
            </w:r>
          </w:p>
        </w:tc>
        <w:tc>
          <w:tcPr>
            <w:tcW w:w="1350" w:type="dxa"/>
            <w:tcBorders>
              <w:top w:val="nil"/>
              <w:left w:val="nil"/>
              <w:bottom w:val="single" w:sz="4" w:space="0" w:color="auto"/>
              <w:right w:val="single" w:sz="4" w:space="0" w:color="auto"/>
            </w:tcBorders>
            <w:shd w:val="clear" w:color="000000" w:fill="D9D9D9"/>
            <w:noWrap/>
            <w:vAlign w:val="center"/>
            <w:hideMark/>
          </w:tcPr>
          <w:p w14:paraId="0438249B"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78E1042E"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6B6A498D"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00F1F8E"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E094240"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43F9F64"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57D288D5"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42D8347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7B62627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SW3-LOG2-3</w:t>
            </w:r>
          </w:p>
        </w:tc>
        <w:tc>
          <w:tcPr>
            <w:tcW w:w="1350" w:type="dxa"/>
            <w:tcBorders>
              <w:top w:val="nil"/>
              <w:left w:val="nil"/>
              <w:bottom w:val="single" w:sz="8" w:space="0" w:color="auto"/>
              <w:right w:val="single" w:sz="4" w:space="0" w:color="auto"/>
            </w:tcBorders>
            <w:shd w:val="clear" w:color="000000" w:fill="D9D9D9"/>
            <w:noWrap/>
            <w:vAlign w:val="center"/>
            <w:hideMark/>
          </w:tcPr>
          <w:p w14:paraId="0868853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2CCC4183"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0025113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F3A621B"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2</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DD25F48"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2A9E0CD9" w14:textId="77777777" w:rsidR="0037294A" w:rsidRPr="00F5573A" w:rsidRDefault="0037294A" w:rsidP="002A7904">
            <w:pPr>
              <w:jc w:val="center"/>
              <w:rPr>
                <w:rFonts w:cs="Arial"/>
                <w:color w:val="000000"/>
                <w:sz w:val="18"/>
                <w:szCs w:val="18"/>
              </w:rPr>
            </w:pPr>
            <w:r w:rsidRPr="00F5573A">
              <w:rPr>
                <w:rFonts w:cs="Arial"/>
                <w:color w:val="000000"/>
                <w:sz w:val="18"/>
                <w:szCs w:val="18"/>
              </w:rPr>
              <w:t>2624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C5FA372" w14:textId="77777777" w:rsidR="0037294A" w:rsidRPr="00F5573A" w:rsidRDefault="0037294A" w:rsidP="002A7904">
            <w:pPr>
              <w:jc w:val="center"/>
              <w:rPr>
                <w:rFonts w:cs="Arial"/>
                <w:color w:val="000000"/>
                <w:sz w:val="18"/>
                <w:szCs w:val="18"/>
              </w:rPr>
            </w:pPr>
            <w:r w:rsidRPr="00F5573A">
              <w:rPr>
                <w:rFonts w:cs="Arial"/>
                <w:color w:val="000000"/>
                <w:sz w:val="18"/>
                <w:szCs w:val="18"/>
              </w:rPr>
              <w:t>5,284</w:t>
            </w:r>
          </w:p>
        </w:tc>
        <w:tc>
          <w:tcPr>
            <w:tcW w:w="1350" w:type="dxa"/>
            <w:tcBorders>
              <w:top w:val="nil"/>
              <w:left w:val="nil"/>
              <w:bottom w:val="single" w:sz="4" w:space="0" w:color="auto"/>
              <w:right w:val="single" w:sz="4" w:space="0" w:color="auto"/>
            </w:tcBorders>
            <w:shd w:val="clear" w:color="auto" w:fill="auto"/>
            <w:noWrap/>
            <w:vAlign w:val="center"/>
            <w:hideMark/>
          </w:tcPr>
          <w:p w14:paraId="4C0E123F"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52DEDFD0"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4B3D221A"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6A9721D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913532A"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56A425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88046F2"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2C2E79FF"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E0AFB70" w14:textId="77777777" w:rsidR="0037294A" w:rsidRPr="00F5573A" w:rsidRDefault="0037294A" w:rsidP="002A7904">
            <w:pPr>
              <w:jc w:val="center"/>
              <w:rPr>
                <w:rFonts w:cs="Arial"/>
                <w:color w:val="000000"/>
                <w:sz w:val="18"/>
                <w:szCs w:val="18"/>
              </w:rPr>
            </w:pPr>
            <w:r w:rsidRPr="00F5573A">
              <w:rPr>
                <w:rFonts w:cs="Arial"/>
                <w:color w:val="000000"/>
                <w:sz w:val="18"/>
                <w:szCs w:val="18"/>
              </w:rPr>
              <w:t>SW3-LOG2-4</w:t>
            </w:r>
          </w:p>
        </w:tc>
        <w:tc>
          <w:tcPr>
            <w:tcW w:w="1350" w:type="dxa"/>
            <w:tcBorders>
              <w:top w:val="nil"/>
              <w:left w:val="nil"/>
              <w:bottom w:val="single" w:sz="8" w:space="0" w:color="auto"/>
              <w:right w:val="single" w:sz="4" w:space="0" w:color="auto"/>
            </w:tcBorders>
            <w:shd w:val="clear" w:color="auto" w:fill="auto"/>
            <w:noWrap/>
            <w:vAlign w:val="center"/>
            <w:hideMark/>
          </w:tcPr>
          <w:p w14:paraId="565CBC52"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3EB17E50"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01041AE2"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42FA997D"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2</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2DF1C77" w14:textId="77777777" w:rsidR="0037294A" w:rsidRPr="00F5573A" w:rsidRDefault="0037294A" w:rsidP="002A7904">
            <w:pPr>
              <w:jc w:val="center"/>
              <w:rPr>
                <w:rFonts w:cs="Arial"/>
                <w:color w:val="000000"/>
                <w:sz w:val="18"/>
                <w:szCs w:val="18"/>
              </w:rPr>
            </w:pPr>
            <w:r w:rsidRPr="00F5573A">
              <w:rPr>
                <w:rFonts w:cs="Arial"/>
                <w:color w:val="000000"/>
                <w:sz w:val="18"/>
                <w:szCs w:val="18"/>
              </w:rPr>
              <w:t>D</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453C2B7" w14:textId="77777777" w:rsidR="0037294A" w:rsidRPr="00F5573A" w:rsidRDefault="0037294A" w:rsidP="002A7904">
            <w:pPr>
              <w:jc w:val="center"/>
              <w:rPr>
                <w:rFonts w:cs="Arial"/>
                <w:color w:val="000000"/>
                <w:sz w:val="18"/>
                <w:szCs w:val="18"/>
              </w:rPr>
            </w:pPr>
            <w:r w:rsidRPr="00F5573A">
              <w:rPr>
                <w:rFonts w:cs="Arial"/>
                <w:color w:val="000000"/>
                <w:sz w:val="18"/>
                <w:szCs w:val="18"/>
              </w:rPr>
              <w:t>2624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C61DD3D" w14:textId="77777777" w:rsidR="0037294A" w:rsidRPr="00F5573A" w:rsidRDefault="0037294A" w:rsidP="002A7904">
            <w:pPr>
              <w:jc w:val="center"/>
              <w:rPr>
                <w:rFonts w:cs="Arial"/>
                <w:color w:val="000000"/>
                <w:sz w:val="18"/>
                <w:szCs w:val="18"/>
              </w:rPr>
            </w:pPr>
            <w:r w:rsidRPr="00F5573A">
              <w:rPr>
                <w:rFonts w:cs="Arial"/>
                <w:color w:val="000000"/>
                <w:sz w:val="18"/>
                <w:szCs w:val="18"/>
              </w:rPr>
              <w:t>5,123</w:t>
            </w:r>
          </w:p>
        </w:tc>
        <w:tc>
          <w:tcPr>
            <w:tcW w:w="1350" w:type="dxa"/>
            <w:tcBorders>
              <w:top w:val="nil"/>
              <w:left w:val="nil"/>
              <w:bottom w:val="single" w:sz="4" w:space="0" w:color="auto"/>
              <w:right w:val="single" w:sz="4" w:space="0" w:color="auto"/>
            </w:tcBorders>
            <w:shd w:val="clear" w:color="000000" w:fill="D9D9D9"/>
            <w:noWrap/>
            <w:vAlign w:val="center"/>
            <w:hideMark/>
          </w:tcPr>
          <w:p w14:paraId="5171698A"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06EAC10E"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76FCFB77"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2D73A002"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5880BB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F376858"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BAAC1AA"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0D44FBD"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7C03F7F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SW3-LOG2-5</w:t>
            </w:r>
          </w:p>
        </w:tc>
        <w:tc>
          <w:tcPr>
            <w:tcW w:w="1350" w:type="dxa"/>
            <w:tcBorders>
              <w:top w:val="nil"/>
              <w:left w:val="nil"/>
              <w:bottom w:val="single" w:sz="8" w:space="0" w:color="auto"/>
              <w:right w:val="single" w:sz="4" w:space="0" w:color="auto"/>
            </w:tcBorders>
            <w:shd w:val="clear" w:color="000000" w:fill="D9D9D9"/>
            <w:noWrap/>
            <w:vAlign w:val="center"/>
            <w:hideMark/>
          </w:tcPr>
          <w:p w14:paraId="3F4C88E9"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762D25E3"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4D4D5A4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7CE27EB"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ADE4F3E"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D92D471"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4ECC181" w14:textId="77777777" w:rsidR="0037294A" w:rsidRPr="00F5573A" w:rsidRDefault="0037294A" w:rsidP="002A7904">
            <w:pPr>
              <w:jc w:val="center"/>
              <w:rPr>
                <w:rFonts w:cs="Arial"/>
                <w:color w:val="000000"/>
                <w:sz w:val="18"/>
                <w:szCs w:val="18"/>
              </w:rPr>
            </w:pPr>
            <w:r w:rsidRPr="00F5573A">
              <w:rPr>
                <w:rFonts w:cs="Arial"/>
                <w:color w:val="000000"/>
                <w:sz w:val="18"/>
                <w:szCs w:val="18"/>
              </w:rPr>
              <w:t>17,429</w:t>
            </w:r>
          </w:p>
        </w:tc>
        <w:tc>
          <w:tcPr>
            <w:tcW w:w="1350" w:type="dxa"/>
            <w:tcBorders>
              <w:top w:val="nil"/>
              <w:left w:val="nil"/>
              <w:bottom w:val="single" w:sz="4" w:space="0" w:color="auto"/>
              <w:right w:val="single" w:sz="4" w:space="0" w:color="auto"/>
            </w:tcBorders>
            <w:shd w:val="clear" w:color="auto" w:fill="auto"/>
            <w:noWrap/>
            <w:vAlign w:val="center"/>
            <w:hideMark/>
          </w:tcPr>
          <w:p w14:paraId="59C82C28"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6F52E082"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597BBD3B"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BAA2D4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B8E332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94E6B8B"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080625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848F825" w14:textId="77777777" w:rsidR="0037294A" w:rsidRPr="00F5573A" w:rsidRDefault="0037294A" w:rsidP="002A7904">
            <w:pPr>
              <w:rPr>
                <w:rFonts w:cs="Arial"/>
                <w:color w:val="000000"/>
                <w:sz w:val="18"/>
                <w:szCs w:val="18"/>
              </w:rPr>
            </w:pPr>
          </w:p>
        </w:tc>
        <w:tc>
          <w:tcPr>
            <w:tcW w:w="1350" w:type="dxa"/>
            <w:tcBorders>
              <w:top w:val="nil"/>
              <w:left w:val="nil"/>
              <w:bottom w:val="single" w:sz="4" w:space="0" w:color="auto"/>
              <w:right w:val="single" w:sz="4" w:space="0" w:color="auto"/>
            </w:tcBorders>
            <w:shd w:val="clear" w:color="auto" w:fill="auto"/>
            <w:noWrap/>
            <w:vAlign w:val="center"/>
            <w:hideMark/>
          </w:tcPr>
          <w:p w14:paraId="22649629"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SW3-LOG3-1</w:t>
            </w:r>
          </w:p>
        </w:tc>
        <w:tc>
          <w:tcPr>
            <w:tcW w:w="1350" w:type="dxa"/>
            <w:tcBorders>
              <w:top w:val="nil"/>
              <w:left w:val="nil"/>
              <w:bottom w:val="single" w:sz="4" w:space="0" w:color="auto"/>
              <w:right w:val="single" w:sz="4" w:space="0" w:color="auto"/>
            </w:tcBorders>
            <w:shd w:val="clear" w:color="auto" w:fill="auto"/>
            <w:noWrap/>
            <w:vAlign w:val="center"/>
            <w:hideMark/>
          </w:tcPr>
          <w:p w14:paraId="07E159F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6B4545F9"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4E692FE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A974CD6"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96BA45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18CFF2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924D808" w14:textId="77777777" w:rsidR="0037294A" w:rsidRPr="00F5573A" w:rsidRDefault="0037294A" w:rsidP="002A7904">
            <w:pPr>
              <w:rPr>
                <w:rFonts w:cs="Arial"/>
                <w:color w:val="000000"/>
                <w:sz w:val="18"/>
                <w:szCs w:val="18"/>
              </w:rPr>
            </w:pPr>
          </w:p>
        </w:tc>
        <w:tc>
          <w:tcPr>
            <w:tcW w:w="1350" w:type="dxa"/>
            <w:tcBorders>
              <w:top w:val="nil"/>
              <w:left w:val="nil"/>
              <w:bottom w:val="single" w:sz="4" w:space="0" w:color="auto"/>
              <w:right w:val="single" w:sz="4" w:space="0" w:color="auto"/>
            </w:tcBorders>
            <w:shd w:val="clear" w:color="auto" w:fill="auto"/>
            <w:noWrap/>
            <w:vAlign w:val="center"/>
            <w:hideMark/>
          </w:tcPr>
          <w:p w14:paraId="6580571D"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079AD3D2"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59BCE26C"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236938F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345FF3C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01910D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CA7A3E8"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647BDA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944206B"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SW3-LOG3-2</w:t>
            </w:r>
          </w:p>
        </w:tc>
        <w:tc>
          <w:tcPr>
            <w:tcW w:w="1350" w:type="dxa"/>
            <w:tcBorders>
              <w:top w:val="nil"/>
              <w:left w:val="nil"/>
              <w:bottom w:val="single" w:sz="8" w:space="0" w:color="auto"/>
              <w:right w:val="single" w:sz="4" w:space="0" w:color="auto"/>
            </w:tcBorders>
            <w:shd w:val="clear" w:color="auto" w:fill="auto"/>
            <w:noWrap/>
            <w:vAlign w:val="center"/>
            <w:hideMark/>
          </w:tcPr>
          <w:p w14:paraId="159C4D70"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28538DB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7D00707B"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6BC17EE"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8EECD04" w14:textId="77777777" w:rsidR="0037294A" w:rsidRPr="00F5573A" w:rsidRDefault="0037294A" w:rsidP="002A7904">
            <w:pPr>
              <w:jc w:val="center"/>
              <w:rPr>
                <w:rFonts w:cs="Arial"/>
                <w:color w:val="000000"/>
                <w:sz w:val="18"/>
                <w:szCs w:val="18"/>
              </w:rPr>
            </w:pPr>
            <w:r w:rsidRPr="00F5573A">
              <w:rPr>
                <w:rFonts w:cs="Arial"/>
                <w:color w:val="000000"/>
                <w:sz w:val="18"/>
                <w:szCs w:val="18"/>
              </w:rPr>
              <w:t>B</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C3BFE34"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493CC02" w14:textId="77777777" w:rsidR="0037294A" w:rsidRPr="00F5573A" w:rsidRDefault="0037294A" w:rsidP="002A7904">
            <w:pPr>
              <w:jc w:val="center"/>
              <w:rPr>
                <w:rFonts w:cs="Arial"/>
                <w:color w:val="000000"/>
                <w:sz w:val="18"/>
                <w:szCs w:val="18"/>
              </w:rPr>
            </w:pPr>
            <w:r w:rsidRPr="00F5573A">
              <w:rPr>
                <w:rFonts w:cs="Arial"/>
                <w:color w:val="000000"/>
                <w:sz w:val="18"/>
                <w:szCs w:val="18"/>
              </w:rPr>
              <w:t>5,373</w:t>
            </w:r>
          </w:p>
        </w:tc>
        <w:tc>
          <w:tcPr>
            <w:tcW w:w="1350" w:type="dxa"/>
            <w:tcBorders>
              <w:top w:val="nil"/>
              <w:left w:val="nil"/>
              <w:bottom w:val="single" w:sz="4" w:space="0" w:color="auto"/>
              <w:right w:val="single" w:sz="4" w:space="0" w:color="auto"/>
            </w:tcBorders>
            <w:shd w:val="clear" w:color="000000" w:fill="D9D9D9"/>
            <w:vAlign w:val="center"/>
            <w:hideMark/>
          </w:tcPr>
          <w:p w14:paraId="65064EA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3E035187"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205B761F"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718BCD20"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4E8252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8E7315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85D02CA"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340E8F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5C35D63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SW3-LOG3-3</w:t>
            </w:r>
          </w:p>
        </w:tc>
        <w:tc>
          <w:tcPr>
            <w:tcW w:w="1350" w:type="dxa"/>
            <w:tcBorders>
              <w:top w:val="nil"/>
              <w:left w:val="nil"/>
              <w:bottom w:val="single" w:sz="8" w:space="0" w:color="auto"/>
              <w:right w:val="single" w:sz="4" w:space="0" w:color="auto"/>
            </w:tcBorders>
            <w:shd w:val="clear" w:color="000000" w:fill="D9D9D9"/>
            <w:noWrap/>
            <w:vAlign w:val="center"/>
            <w:hideMark/>
          </w:tcPr>
          <w:p w14:paraId="18680CA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6ABACC4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657314E6"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B492F4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1A67002"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923DAB0"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F89633B" w14:textId="77777777" w:rsidR="0037294A" w:rsidRPr="00F5573A" w:rsidRDefault="0037294A" w:rsidP="002A7904">
            <w:pPr>
              <w:jc w:val="center"/>
              <w:rPr>
                <w:rFonts w:cs="Arial"/>
                <w:color w:val="000000"/>
                <w:sz w:val="18"/>
                <w:szCs w:val="18"/>
              </w:rPr>
            </w:pPr>
            <w:r w:rsidRPr="00F5573A">
              <w:rPr>
                <w:rFonts w:cs="Arial"/>
                <w:color w:val="000000"/>
                <w:sz w:val="18"/>
                <w:szCs w:val="18"/>
              </w:rPr>
              <w:t>9,005</w:t>
            </w:r>
          </w:p>
        </w:tc>
        <w:tc>
          <w:tcPr>
            <w:tcW w:w="1350" w:type="dxa"/>
            <w:tcBorders>
              <w:top w:val="nil"/>
              <w:left w:val="nil"/>
              <w:bottom w:val="single" w:sz="4" w:space="0" w:color="auto"/>
              <w:right w:val="single" w:sz="4" w:space="0" w:color="auto"/>
            </w:tcBorders>
            <w:shd w:val="clear" w:color="auto" w:fill="auto"/>
            <w:vAlign w:val="center"/>
            <w:hideMark/>
          </w:tcPr>
          <w:p w14:paraId="54B0D1B5"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1E69EF96"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6119175F"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653990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AF5AD13"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DFD6C8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E381FA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A220EA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6798C1C1"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SW3-LOG3-4</w:t>
            </w:r>
          </w:p>
        </w:tc>
        <w:tc>
          <w:tcPr>
            <w:tcW w:w="1350" w:type="dxa"/>
            <w:tcBorders>
              <w:top w:val="nil"/>
              <w:left w:val="nil"/>
              <w:bottom w:val="single" w:sz="8" w:space="0" w:color="auto"/>
              <w:right w:val="single" w:sz="4" w:space="0" w:color="auto"/>
            </w:tcBorders>
            <w:shd w:val="clear" w:color="auto" w:fill="auto"/>
            <w:noWrap/>
            <w:vAlign w:val="center"/>
            <w:hideMark/>
          </w:tcPr>
          <w:p w14:paraId="6A4E05F1"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4E46DFE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395B336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023A53A"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2864E34" w14:textId="77777777" w:rsidR="0037294A" w:rsidRPr="00F5573A" w:rsidRDefault="0037294A" w:rsidP="002A7904">
            <w:pPr>
              <w:jc w:val="center"/>
              <w:rPr>
                <w:rFonts w:cs="Arial"/>
                <w:color w:val="000000"/>
                <w:sz w:val="18"/>
                <w:szCs w:val="18"/>
              </w:rPr>
            </w:pPr>
            <w:r w:rsidRPr="00F5573A">
              <w:rPr>
                <w:rFonts w:cs="Arial"/>
                <w:color w:val="000000"/>
                <w:sz w:val="18"/>
                <w:szCs w:val="18"/>
              </w:rPr>
              <w:t>D</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572FA35"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6F58A83" w14:textId="77777777" w:rsidR="0037294A" w:rsidRPr="00F5573A" w:rsidRDefault="0037294A" w:rsidP="002A7904">
            <w:pPr>
              <w:jc w:val="center"/>
              <w:rPr>
                <w:rFonts w:cs="Arial"/>
                <w:color w:val="000000"/>
                <w:sz w:val="18"/>
                <w:szCs w:val="18"/>
              </w:rPr>
            </w:pPr>
            <w:r w:rsidRPr="00F5573A">
              <w:rPr>
                <w:rFonts w:cs="Arial"/>
                <w:color w:val="000000"/>
                <w:sz w:val="18"/>
                <w:szCs w:val="18"/>
              </w:rPr>
              <w:t>9,154</w:t>
            </w:r>
          </w:p>
        </w:tc>
        <w:tc>
          <w:tcPr>
            <w:tcW w:w="1350" w:type="dxa"/>
            <w:tcBorders>
              <w:top w:val="nil"/>
              <w:left w:val="nil"/>
              <w:bottom w:val="single" w:sz="4" w:space="0" w:color="auto"/>
              <w:right w:val="single" w:sz="4" w:space="0" w:color="auto"/>
            </w:tcBorders>
            <w:shd w:val="clear" w:color="000000" w:fill="D9D9D9"/>
            <w:vAlign w:val="center"/>
            <w:hideMark/>
          </w:tcPr>
          <w:p w14:paraId="64CF9376"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000000" w:fill="D9D9D9"/>
            <w:noWrap/>
            <w:vAlign w:val="center"/>
            <w:hideMark/>
          </w:tcPr>
          <w:p w14:paraId="0A5907D6"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148E5AC9"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5FF61D2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AD0B94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460F372"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66832A9"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66C337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6000482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SW3-LOG3-5</w:t>
            </w:r>
          </w:p>
        </w:tc>
        <w:tc>
          <w:tcPr>
            <w:tcW w:w="1350" w:type="dxa"/>
            <w:tcBorders>
              <w:top w:val="nil"/>
              <w:left w:val="nil"/>
              <w:bottom w:val="single" w:sz="8" w:space="0" w:color="auto"/>
              <w:right w:val="single" w:sz="4" w:space="0" w:color="auto"/>
            </w:tcBorders>
            <w:shd w:val="clear" w:color="000000" w:fill="D9D9D9"/>
            <w:noWrap/>
            <w:vAlign w:val="center"/>
            <w:hideMark/>
          </w:tcPr>
          <w:p w14:paraId="05DD0924"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0BB45F0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3806CC1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FCA436D" w14:textId="77777777" w:rsidR="0037294A" w:rsidRPr="00F5573A" w:rsidRDefault="0037294A" w:rsidP="002A7904">
            <w:pPr>
              <w:jc w:val="center"/>
              <w:rPr>
                <w:rFonts w:cs="Arial"/>
                <w:color w:val="000000"/>
                <w:sz w:val="18"/>
                <w:szCs w:val="18"/>
              </w:rPr>
            </w:pPr>
            <w:r>
              <w:rPr>
                <w:rFonts w:cs="Arial"/>
                <w:color w:val="000000"/>
                <w:sz w:val="18"/>
                <w:szCs w:val="18"/>
              </w:rPr>
              <w:lastRenderedPageBreak/>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D89A503" w14:textId="77777777" w:rsidR="0037294A" w:rsidRPr="00F5573A" w:rsidRDefault="0037294A" w:rsidP="002A7904">
            <w:pPr>
              <w:jc w:val="center"/>
              <w:rPr>
                <w:rFonts w:cs="Arial"/>
                <w:color w:val="000000"/>
                <w:sz w:val="18"/>
                <w:szCs w:val="18"/>
              </w:rPr>
            </w:pPr>
            <w:r w:rsidRPr="00F5573A">
              <w:rPr>
                <w:rFonts w:cs="Arial"/>
                <w:color w:val="000000"/>
                <w:sz w:val="18"/>
                <w:szCs w:val="18"/>
              </w:rPr>
              <w:t>E</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48C13AB"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CDB6E13" w14:textId="77777777" w:rsidR="0037294A" w:rsidRPr="00F5573A" w:rsidRDefault="0037294A" w:rsidP="002A7904">
            <w:pPr>
              <w:jc w:val="center"/>
              <w:rPr>
                <w:rFonts w:cs="Arial"/>
                <w:color w:val="000000"/>
                <w:sz w:val="18"/>
                <w:szCs w:val="18"/>
              </w:rPr>
            </w:pPr>
            <w:r w:rsidRPr="00F5573A">
              <w:rPr>
                <w:rFonts w:cs="Arial"/>
                <w:color w:val="000000"/>
                <w:sz w:val="18"/>
                <w:szCs w:val="18"/>
              </w:rPr>
              <w:t>17,212</w:t>
            </w:r>
          </w:p>
        </w:tc>
        <w:tc>
          <w:tcPr>
            <w:tcW w:w="1350" w:type="dxa"/>
            <w:tcBorders>
              <w:top w:val="nil"/>
              <w:left w:val="nil"/>
              <w:bottom w:val="single" w:sz="4" w:space="0" w:color="auto"/>
              <w:right w:val="single" w:sz="4" w:space="0" w:color="auto"/>
            </w:tcBorders>
            <w:shd w:val="clear" w:color="auto" w:fill="auto"/>
            <w:noWrap/>
            <w:vAlign w:val="center"/>
            <w:hideMark/>
          </w:tcPr>
          <w:p w14:paraId="491A988E"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1C5B6EA2"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7AAFF7AB"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194C085"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7D1411C"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1BBC17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AF8BFAE"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3DE2F76" w14:textId="77777777" w:rsidR="0037294A" w:rsidRPr="00F5573A" w:rsidRDefault="0037294A" w:rsidP="002A7904">
            <w:pPr>
              <w:rPr>
                <w:rFonts w:cs="Arial"/>
                <w:color w:val="000000"/>
                <w:sz w:val="18"/>
                <w:szCs w:val="18"/>
              </w:rPr>
            </w:pPr>
          </w:p>
        </w:tc>
        <w:tc>
          <w:tcPr>
            <w:tcW w:w="1350" w:type="dxa"/>
            <w:tcBorders>
              <w:top w:val="nil"/>
              <w:left w:val="nil"/>
              <w:bottom w:val="single" w:sz="4" w:space="0" w:color="auto"/>
              <w:right w:val="single" w:sz="4" w:space="0" w:color="auto"/>
            </w:tcBorders>
            <w:shd w:val="clear" w:color="auto" w:fill="auto"/>
            <w:noWrap/>
            <w:vAlign w:val="center"/>
            <w:hideMark/>
          </w:tcPr>
          <w:p w14:paraId="7DCF6CA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SW3-LOG3-6</w:t>
            </w:r>
          </w:p>
        </w:tc>
        <w:tc>
          <w:tcPr>
            <w:tcW w:w="1350" w:type="dxa"/>
            <w:tcBorders>
              <w:top w:val="nil"/>
              <w:left w:val="nil"/>
              <w:bottom w:val="single" w:sz="4" w:space="0" w:color="auto"/>
              <w:right w:val="single" w:sz="4" w:space="0" w:color="auto"/>
            </w:tcBorders>
            <w:shd w:val="clear" w:color="auto" w:fill="auto"/>
            <w:noWrap/>
            <w:vAlign w:val="center"/>
            <w:hideMark/>
          </w:tcPr>
          <w:p w14:paraId="198811A5"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1419ABC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24558206"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2AA86BC"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2FF9AA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2DD205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82F4787" w14:textId="77777777" w:rsidR="0037294A" w:rsidRPr="00F5573A" w:rsidRDefault="0037294A" w:rsidP="002A7904">
            <w:pPr>
              <w:rPr>
                <w:rFonts w:cs="Arial"/>
                <w:color w:val="000000"/>
                <w:sz w:val="18"/>
                <w:szCs w:val="18"/>
              </w:rPr>
            </w:pPr>
          </w:p>
        </w:tc>
        <w:tc>
          <w:tcPr>
            <w:tcW w:w="1350" w:type="dxa"/>
            <w:tcBorders>
              <w:top w:val="nil"/>
              <w:left w:val="nil"/>
              <w:bottom w:val="single" w:sz="4" w:space="0" w:color="auto"/>
              <w:right w:val="single" w:sz="4" w:space="0" w:color="auto"/>
            </w:tcBorders>
            <w:shd w:val="clear" w:color="auto" w:fill="auto"/>
            <w:noWrap/>
            <w:vAlign w:val="center"/>
            <w:hideMark/>
          </w:tcPr>
          <w:p w14:paraId="48D80BA4"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23437E41"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6F4F37C3"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61BE2F8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F69F8BE"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F7885B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DAD83B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4A3921F"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2298C6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SW3-LOG3-7</w:t>
            </w:r>
          </w:p>
        </w:tc>
        <w:tc>
          <w:tcPr>
            <w:tcW w:w="1350" w:type="dxa"/>
            <w:tcBorders>
              <w:top w:val="nil"/>
              <w:left w:val="nil"/>
              <w:bottom w:val="single" w:sz="8" w:space="0" w:color="auto"/>
              <w:right w:val="single" w:sz="4" w:space="0" w:color="auto"/>
            </w:tcBorders>
            <w:shd w:val="clear" w:color="auto" w:fill="auto"/>
            <w:noWrap/>
            <w:vAlign w:val="center"/>
            <w:hideMark/>
          </w:tcPr>
          <w:p w14:paraId="0EFBF66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7329977A"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3E9BD990"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58325643"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E242AB9"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C87C1A3"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F1C8087" w14:textId="77777777" w:rsidR="0037294A" w:rsidRPr="00F5573A" w:rsidRDefault="0037294A" w:rsidP="002A7904">
            <w:pPr>
              <w:jc w:val="center"/>
              <w:rPr>
                <w:rFonts w:cs="Arial"/>
                <w:color w:val="000000"/>
                <w:sz w:val="18"/>
                <w:szCs w:val="18"/>
              </w:rPr>
            </w:pPr>
            <w:r w:rsidRPr="00F5573A">
              <w:rPr>
                <w:rFonts w:cs="Arial"/>
                <w:color w:val="000000"/>
                <w:sz w:val="18"/>
                <w:szCs w:val="18"/>
              </w:rPr>
              <w:t>6,370</w:t>
            </w:r>
          </w:p>
        </w:tc>
        <w:tc>
          <w:tcPr>
            <w:tcW w:w="1350" w:type="dxa"/>
            <w:tcBorders>
              <w:top w:val="nil"/>
              <w:left w:val="nil"/>
              <w:bottom w:val="single" w:sz="4" w:space="0" w:color="auto"/>
              <w:right w:val="single" w:sz="4" w:space="0" w:color="auto"/>
            </w:tcBorders>
            <w:shd w:val="clear" w:color="000000" w:fill="D9D9D9"/>
            <w:noWrap/>
            <w:vAlign w:val="center"/>
            <w:hideMark/>
          </w:tcPr>
          <w:p w14:paraId="737B8DB0"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5F78030"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62FD96F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7A3BF72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BF64B9D"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2BFD23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3F0CF38"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484A4A2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650B4D1F"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SW3-LOG4-1</w:t>
            </w:r>
          </w:p>
        </w:tc>
        <w:tc>
          <w:tcPr>
            <w:tcW w:w="1350" w:type="dxa"/>
            <w:vMerge/>
            <w:tcBorders>
              <w:top w:val="nil"/>
              <w:left w:val="single" w:sz="4" w:space="0" w:color="auto"/>
              <w:bottom w:val="single" w:sz="8" w:space="0" w:color="000000"/>
              <w:right w:val="single" w:sz="4" w:space="0" w:color="auto"/>
            </w:tcBorders>
            <w:vAlign w:val="center"/>
            <w:hideMark/>
          </w:tcPr>
          <w:p w14:paraId="7D9A9CB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F7BEFE1" w14:textId="77777777" w:rsidR="0037294A" w:rsidRPr="00F5573A" w:rsidRDefault="0037294A" w:rsidP="002A7904">
            <w:pPr>
              <w:rPr>
                <w:rFonts w:cs="Arial"/>
                <w:color w:val="000000"/>
                <w:sz w:val="18"/>
                <w:szCs w:val="18"/>
              </w:rPr>
            </w:pPr>
          </w:p>
        </w:tc>
      </w:tr>
      <w:tr w:rsidR="0037294A" w:rsidRPr="00F5573A" w14:paraId="7936BEC4"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9849F4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FDE5A9B" w14:textId="77777777" w:rsidR="0037294A" w:rsidRPr="00F5573A" w:rsidRDefault="0037294A" w:rsidP="002A7904">
            <w:pPr>
              <w:jc w:val="center"/>
              <w:rPr>
                <w:rFonts w:cs="Arial"/>
                <w:color w:val="000000"/>
                <w:sz w:val="18"/>
                <w:szCs w:val="18"/>
              </w:rPr>
            </w:pPr>
            <w:r w:rsidRPr="00F5573A">
              <w:rPr>
                <w:rFonts w:cs="Arial"/>
                <w:color w:val="000000"/>
                <w:sz w:val="18"/>
                <w:szCs w:val="18"/>
              </w:rPr>
              <w:t>B</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3046A58E"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14A09BC" w14:textId="77777777" w:rsidR="0037294A" w:rsidRPr="00F5573A" w:rsidRDefault="0037294A" w:rsidP="002A7904">
            <w:pPr>
              <w:jc w:val="center"/>
              <w:rPr>
                <w:rFonts w:cs="Arial"/>
                <w:color w:val="000000"/>
                <w:sz w:val="18"/>
                <w:szCs w:val="18"/>
              </w:rPr>
            </w:pPr>
            <w:r w:rsidRPr="00F5573A">
              <w:rPr>
                <w:rFonts w:cs="Arial"/>
                <w:color w:val="000000"/>
                <w:sz w:val="18"/>
                <w:szCs w:val="18"/>
              </w:rPr>
              <w:t>5,894</w:t>
            </w:r>
          </w:p>
        </w:tc>
        <w:tc>
          <w:tcPr>
            <w:tcW w:w="1350" w:type="dxa"/>
            <w:tcBorders>
              <w:top w:val="nil"/>
              <w:left w:val="nil"/>
              <w:bottom w:val="single" w:sz="4" w:space="0" w:color="auto"/>
              <w:right w:val="single" w:sz="4" w:space="0" w:color="auto"/>
            </w:tcBorders>
            <w:shd w:val="clear" w:color="auto" w:fill="auto"/>
            <w:noWrap/>
            <w:vAlign w:val="center"/>
            <w:hideMark/>
          </w:tcPr>
          <w:p w14:paraId="30644046"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1102822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2847683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BE1B71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44152F9"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918F858"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DFC124C"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A56CEA3"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6F424C1B"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SW3-LOG4-2</w:t>
            </w:r>
          </w:p>
        </w:tc>
        <w:tc>
          <w:tcPr>
            <w:tcW w:w="1350" w:type="dxa"/>
            <w:vMerge/>
            <w:tcBorders>
              <w:top w:val="nil"/>
              <w:left w:val="single" w:sz="4" w:space="0" w:color="auto"/>
              <w:bottom w:val="single" w:sz="8" w:space="0" w:color="000000"/>
              <w:right w:val="single" w:sz="4" w:space="0" w:color="auto"/>
            </w:tcBorders>
            <w:vAlign w:val="center"/>
            <w:hideMark/>
          </w:tcPr>
          <w:p w14:paraId="5D6EA29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8615625" w14:textId="77777777" w:rsidR="0037294A" w:rsidRPr="00F5573A" w:rsidRDefault="0037294A" w:rsidP="002A7904">
            <w:pPr>
              <w:rPr>
                <w:rFonts w:cs="Arial"/>
                <w:color w:val="000000"/>
                <w:sz w:val="18"/>
                <w:szCs w:val="18"/>
              </w:rPr>
            </w:pPr>
          </w:p>
        </w:tc>
      </w:tr>
      <w:tr w:rsidR="0037294A" w:rsidRPr="00F5573A" w14:paraId="0BBB2E2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5D3A2B86"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BA48DAC"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2DBB8BC"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24AAF16" w14:textId="77777777" w:rsidR="0037294A" w:rsidRPr="00F5573A" w:rsidRDefault="0037294A" w:rsidP="002A7904">
            <w:pPr>
              <w:jc w:val="center"/>
              <w:rPr>
                <w:rFonts w:cs="Arial"/>
                <w:color w:val="000000"/>
                <w:sz w:val="18"/>
                <w:szCs w:val="18"/>
              </w:rPr>
            </w:pPr>
            <w:r w:rsidRPr="00F5573A">
              <w:rPr>
                <w:rFonts w:cs="Arial"/>
                <w:color w:val="000000"/>
                <w:sz w:val="18"/>
                <w:szCs w:val="18"/>
              </w:rPr>
              <w:t>5,642</w:t>
            </w:r>
          </w:p>
        </w:tc>
        <w:tc>
          <w:tcPr>
            <w:tcW w:w="1350" w:type="dxa"/>
            <w:tcBorders>
              <w:top w:val="nil"/>
              <w:left w:val="nil"/>
              <w:bottom w:val="single" w:sz="4" w:space="0" w:color="auto"/>
              <w:right w:val="single" w:sz="4" w:space="0" w:color="auto"/>
            </w:tcBorders>
            <w:shd w:val="clear" w:color="000000" w:fill="D9D9D9"/>
            <w:noWrap/>
            <w:vAlign w:val="center"/>
            <w:hideMark/>
          </w:tcPr>
          <w:p w14:paraId="562B879A"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EFE0A0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52D32AF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FEA17C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6E6C8A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EACFF9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DD54766"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A20F94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2E082835"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SW3-LOG4-3</w:t>
            </w:r>
          </w:p>
        </w:tc>
        <w:tc>
          <w:tcPr>
            <w:tcW w:w="1350" w:type="dxa"/>
            <w:vMerge/>
            <w:tcBorders>
              <w:top w:val="nil"/>
              <w:left w:val="single" w:sz="4" w:space="0" w:color="auto"/>
              <w:bottom w:val="single" w:sz="8" w:space="0" w:color="000000"/>
              <w:right w:val="single" w:sz="4" w:space="0" w:color="auto"/>
            </w:tcBorders>
            <w:vAlign w:val="center"/>
            <w:hideMark/>
          </w:tcPr>
          <w:p w14:paraId="09FB460F"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07BB67E6" w14:textId="77777777" w:rsidR="0037294A" w:rsidRPr="00F5573A" w:rsidRDefault="0037294A" w:rsidP="002A7904">
            <w:pPr>
              <w:rPr>
                <w:rFonts w:cs="Arial"/>
                <w:color w:val="000000"/>
                <w:sz w:val="18"/>
                <w:szCs w:val="18"/>
              </w:rPr>
            </w:pPr>
          </w:p>
        </w:tc>
      </w:tr>
      <w:tr w:rsidR="0037294A" w:rsidRPr="00F5573A" w14:paraId="48C8E9A1"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29F6B17"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8DC0882" w14:textId="77777777" w:rsidR="0037294A" w:rsidRPr="00F5573A" w:rsidRDefault="0037294A" w:rsidP="002A7904">
            <w:pPr>
              <w:jc w:val="center"/>
              <w:rPr>
                <w:rFonts w:cs="Arial"/>
                <w:color w:val="000000"/>
                <w:sz w:val="18"/>
                <w:szCs w:val="18"/>
              </w:rPr>
            </w:pPr>
            <w:r w:rsidRPr="00F5573A">
              <w:rPr>
                <w:rFonts w:cs="Arial"/>
                <w:color w:val="000000"/>
                <w:sz w:val="18"/>
                <w:szCs w:val="18"/>
              </w:rPr>
              <w:t>D</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C3F0AB6"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98ADDC2" w14:textId="77777777" w:rsidR="0037294A" w:rsidRPr="00F5573A" w:rsidRDefault="0037294A" w:rsidP="002A7904">
            <w:pPr>
              <w:jc w:val="center"/>
              <w:rPr>
                <w:rFonts w:cs="Arial"/>
                <w:color w:val="000000"/>
                <w:sz w:val="18"/>
                <w:szCs w:val="18"/>
              </w:rPr>
            </w:pPr>
            <w:r w:rsidRPr="00F5573A">
              <w:rPr>
                <w:rFonts w:cs="Arial"/>
                <w:color w:val="000000"/>
                <w:sz w:val="18"/>
                <w:szCs w:val="18"/>
              </w:rPr>
              <w:t>5,390</w:t>
            </w:r>
          </w:p>
        </w:tc>
        <w:tc>
          <w:tcPr>
            <w:tcW w:w="1350" w:type="dxa"/>
            <w:tcBorders>
              <w:top w:val="nil"/>
              <w:left w:val="nil"/>
              <w:bottom w:val="single" w:sz="4" w:space="0" w:color="auto"/>
              <w:right w:val="single" w:sz="4" w:space="0" w:color="auto"/>
            </w:tcBorders>
            <w:shd w:val="clear" w:color="auto" w:fill="auto"/>
            <w:noWrap/>
            <w:vAlign w:val="center"/>
            <w:hideMark/>
          </w:tcPr>
          <w:p w14:paraId="7F6A15D8"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23D4EC6B"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A7E7C8B"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42C283B"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EB7A8B1"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6CF7B06"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0AF5E29"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2BC2197"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661576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SW3-LOG4-4</w:t>
            </w:r>
          </w:p>
        </w:tc>
        <w:tc>
          <w:tcPr>
            <w:tcW w:w="1350" w:type="dxa"/>
            <w:vMerge/>
            <w:tcBorders>
              <w:top w:val="nil"/>
              <w:left w:val="single" w:sz="4" w:space="0" w:color="auto"/>
              <w:bottom w:val="single" w:sz="8" w:space="0" w:color="000000"/>
              <w:right w:val="single" w:sz="4" w:space="0" w:color="auto"/>
            </w:tcBorders>
            <w:vAlign w:val="center"/>
            <w:hideMark/>
          </w:tcPr>
          <w:p w14:paraId="5F62D113"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CFBC1BF" w14:textId="77777777" w:rsidR="0037294A" w:rsidRPr="00F5573A" w:rsidRDefault="0037294A" w:rsidP="002A7904">
            <w:pPr>
              <w:rPr>
                <w:rFonts w:cs="Arial"/>
                <w:color w:val="000000"/>
                <w:sz w:val="18"/>
                <w:szCs w:val="18"/>
              </w:rPr>
            </w:pPr>
          </w:p>
        </w:tc>
      </w:tr>
      <w:tr w:rsidR="0037294A" w:rsidRPr="00F5573A" w14:paraId="6990C0E3"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D1014A1"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6CF46357" w14:textId="77777777" w:rsidR="0037294A" w:rsidRPr="00F5573A" w:rsidRDefault="0037294A" w:rsidP="002A7904">
            <w:pPr>
              <w:jc w:val="center"/>
              <w:rPr>
                <w:rFonts w:cs="Arial"/>
                <w:color w:val="000000"/>
                <w:sz w:val="18"/>
                <w:szCs w:val="18"/>
              </w:rPr>
            </w:pPr>
            <w:r w:rsidRPr="00F5573A">
              <w:rPr>
                <w:rFonts w:cs="Arial"/>
                <w:color w:val="000000"/>
                <w:sz w:val="18"/>
                <w:szCs w:val="18"/>
              </w:rPr>
              <w:t>E</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693EE5F"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42CB6C3" w14:textId="77777777" w:rsidR="0037294A" w:rsidRPr="00F5573A" w:rsidRDefault="0037294A" w:rsidP="002A7904">
            <w:pPr>
              <w:jc w:val="center"/>
              <w:rPr>
                <w:rFonts w:cs="Arial"/>
                <w:color w:val="000000"/>
                <w:sz w:val="18"/>
                <w:szCs w:val="18"/>
              </w:rPr>
            </w:pPr>
            <w:r w:rsidRPr="00F5573A">
              <w:rPr>
                <w:rFonts w:cs="Arial"/>
                <w:color w:val="000000"/>
                <w:sz w:val="18"/>
                <w:szCs w:val="18"/>
              </w:rPr>
              <w:t>4,394</w:t>
            </w:r>
          </w:p>
        </w:tc>
        <w:tc>
          <w:tcPr>
            <w:tcW w:w="1350" w:type="dxa"/>
            <w:tcBorders>
              <w:top w:val="nil"/>
              <w:left w:val="nil"/>
              <w:bottom w:val="single" w:sz="4" w:space="0" w:color="auto"/>
              <w:right w:val="single" w:sz="4" w:space="0" w:color="auto"/>
            </w:tcBorders>
            <w:shd w:val="clear" w:color="000000" w:fill="D9D9D9"/>
            <w:noWrap/>
            <w:vAlign w:val="center"/>
            <w:hideMark/>
          </w:tcPr>
          <w:p w14:paraId="626C213E"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9442F8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77E00603"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CC0AF8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144B71A"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4315D33"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4D15801"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E29D630"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760AAF4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SW3-LOG4-5</w:t>
            </w:r>
          </w:p>
        </w:tc>
        <w:tc>
          <w:tcPr>
            <w:tcW w:w="1350" w:type="dxa"/>
            <w:vMerge/>
            <w:tcBorders>
              <w:top w:val="nil"/>
              <w:left w:val="single" w:sz="4" w:space="0" w:color="auto"/>
              <w:bottom w:val="single" w:sz="8" w:space="0" w:color="000000"/>
              <w:right w:val="single" w:sz="4" w:space="0" w:color="auto"/>
            </w:tcBorders>
            <w:vAlign w:val="center"/>
            <w:hideMark/>
          </w:tcPr>
          <w:p w14:paraId="12F30758"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106D78A3" w14:textId="77777777" w:rsidR="0037294A" w:rsidRPr="00F5573A" w:rsidRDefault="0037294A" w:rsidP="002A7904">
            <w:pPr>
              <w:rPr>
                <w:rFonts w:cs="Arial"/>
                <w:color w:val="000000"/>
                <w:sz w:val="18"/>
                <w:szCs w:val="18"/>
              </w:rPr>
            </w:pPr>
          </w:p>
        </w:tc>
      </w:tr>
      <w:tr w:rsidR="0037294A" w:rsidRPr="00F5573A" w14:paraId="349052F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71A0F67"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DCDC1F3" w14:textId="77777777" w:rsidR="0037294A" w:rsidRPr="00F5573A" w:rsidRDefault="0037294A" w:rsidP="002A7904">
            <w:pPr>
              <w:jc w:val="center"/>
              <w:rPr>
                <w:rFonts w:cs="Arial"/>
                <w:color w:val="000000"/>
                <w:sz w:val="18"/>
                <w:szCs w:val="18"/>
              </w:rPr>
            </w:pPr>
            <w:r w:rsidRPr="00F5573A">
              <w:rPr>
                <w:rFonts w:cs="Arial"/>
                <w:color w:val="000000"/>
                <w:sz w:val="18"/>
                <w:szCs w:val="18"/>
              </w:rPr>
              <w:t>F</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99677D1"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C7F8662" w14:textId="77777777" w:rsidR="0037294A" w:rsidRPr="00F5573A" w:rsidRDefault="0037294A" w:rsidP="002A7904">
            <w:pPr>
              <w:jc w:val="center"/>
              <w:rPr>
                <w:rFonts w:cs="Arial"/>
                <w:color w:val="000000"/>
                <w:sz w:val="18"/>
                <w:szCs w:val="18"/>
              </w:rPr>
            </w:pPr>
            <w:r w:rsidRPr="00F5573A">
              <w:rPr>
                <w:rFonts w:cs="Arial"/>
                <w:color w:val="000000"/>
                <w:sz w:val="18"/>
                <w:szCs w:val="18"/>
              </w:rPr>
              <w:t>4,595</w:t>
            </w:r>
          </w:p>
        </w:tc>
        <w:tc>
          <w:tcPr>
            <w:tcW w:w="1350" w:type="dxa"/>
            <w:tcBorders>
              <w:top w:val="nil"/>
              <w:left w:val="nil"/>
              <w:bottom w:val="single" w:sz="4" w:space="0" w:color="auto"/>
              <w:right w:val="single" w:sz="4" w:space="0" w:color="auto"/>
            </w:tcBorders>
            <w:shd w:val="clear" w:color="auto" w:fill="auto"/>
            <w:noWrap/>
            <w:vAlign w:val="center"/>
            <w:hideMark/>
          </w:tcPr>
          <w:p w14:paraId="5353484C"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3D097EA0"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04B92F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0DC717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FCC1292"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2F12508"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826946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B16F313"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6A7815B0"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SW3-LOG4-6</w:t>
            </w:r>
          </w:p>
        </w:tc>
        <w:tc>
          <w:tcPr>
            <w:tcW w:w="1350" w:type="dxa"/>
            <w:vMerge/>
            <w:tcBorders>
              <w:top w:val="nil"/>
              <w:left w:val="single" w:sz="4" w:space="0" w:color="auto"/>
              <w:bottom w:val="single" w:sz="8" w:space="0" w:color="000000"/>
              <w:right w:val="single" w:sz="4" w:space="0" w:color="auto"/>
            </w:tcBorders>
            <w:vAlign w:val="center"/>
            <w:hideMark/>
          </w:tcPr>
          <w:p w14:paraId="1BE4EF76"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38C33246" w14:textId="77777777" w:rsidR="0037294A" w:rsidRPr="00F5573A" w:rsidRDefault="0037294A" w:rsidP="002A7904">
            <w:pPr>
              <w:rPr>
                <w:rFonts w:cs="Arial"/>
                <w:color w:val="000000"/>
                <w:sz w:val="18"/>
                <w:szCs w:val="18"/>
              </w:rPr>
            </w:pPr>
          </w:p>
        </w:tc>
      </w:tr>
      <w:tr w:rsidR="0037294A" w:rsidRPr="00F5573A" w14:paraId="3698054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03F92E02"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966C56B" w14:textId="77777777" w:rsidR="0037294A" w:rsidRPr="00F5573A" w:rsidRDefault="0037294A" w:rsidP="002A7904">
            <w:pPr>
              <w:jc w:val="center"/>
              <w:rPr>
                <w:rFonts w:cs="Arial"/>
                <w:color w:val="000000"/>
                <w:sz w:val="18"/>
                <w:szCs w:val="18"/>
              </w:rPr>
            </w:pPr>
            <w:r w:rsidRPr="00F5573A">
              <w:rPr>
                <w:rFonts w:cs="Arial"/>
                <w:color w:val="000000"/>
                <w:sz w:val="18"/>
                <w:szCs w:val="18"/>
              </w:rPr>
              <w:t>G</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6B0404F"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29FF781" w14:textId="77777777" w:rsidR="0037294A" w:rsidRPr="00F5573A" w:rsidRDefault="0037294A" w:rsidP="002A7904">
            <w:pPr>
              <w:jc w:val="center"/>
              <w:rPr>
                <w:rFonts w:cs="Arial"/>
                <w:color w:val="000000"/>
                <w:sz w:val="18"/>
                <w:szCs w:val="18"/>
              </w:rPr>
            </w:pPr>
            <w:r w:rsidRPr="00F5573A">
              <w:rPr>
                <w:rFonts w:cs="Arial"/>
                <w:color w:val="000000"/>
                <w:sz w:val="18"/>
                <w:szCs w:val="18"/>
              </w:rPr>
              <w:t>4,675</w:t>
            </w:r>
          </w:p>
        </w:tc>
        <w:tc>
          <w:tcPr>
            <w:tcW w:w="1350" w:type="dxa"/>
            <w:tcBorders>
              <w:top w:val="nil"/>
              <w:left w:val="nil"/>
              <w:bottom w:val="single" w:sz="4" w:space="0" w:color="auto"/>
              <w:right w:val="single" w:sz="4" w:space="0" w:color="auto"/>
            </w:tcBorders>
            <w:shd w:val="clear" w:color="000000" w:fill="D9D9D9"/>
            <w:noWrap/>
            <w:vAlign w:val="center"/>
            <w:hideMark/>
          </w:tcPr>
          <w:p w14:paraId="7DE703C6"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288C32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73B2C118"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C6F2C4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1105B67"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B8F3EA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716299E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EB627A0"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5D1B0BB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SW3-LOG4-7</w:t>
            </w:r>
          </w:p>
        </w:tc>
        <w:tc>
          <w:tcPr>
            <w:tcW w:w="1350" w:type="dxa"/>
            <w:vMerge/>
            <w:tcBorders>
              <w:top w:val="nil"/>
              <w:left w:val="single" w:sz="4" w:space="0" w:color="auto"/>
              <w:bottom w:val="single" w:sz="8" w:space="0" w:color="000000"/>
              <w:right w:val="single" w:sz="4" w:space="0" w:color="auto"/>
            </w:tcBorders>
            <w:vAlign w:val="center"/>
            <w:hideMark/>
          </w:tcPr>
          <w:p w14:paraId="719CC57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6514918" w14:textId="77777777" w:rsidR="0037294A" w:rsidRPr="00F5573A" w:rsidRDefault="0037294A" w:rsidP="002A7904">
            <w:pPr>
              <w:rPr>
                <w:rFonts w:cs="Arial"/>
                <w:color w:val="000000"/>
                <w:sz w:val="18"/>
                <w:szCs w:val="18"/>
              </w:rPr>
            </w:pPr>
          </w:p>
        </w:tc>
      </w:tr>
      <w:tr w:rsidR="0037294A" w:rsidRPr="00F5573A" w14:paraId="3C639CC6"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002A924"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11F7B9C" w14:textId="77777777" w:rsidR="0037294A" w:rsidRPr="00F5573A" w:rsidRDefault="0037294A" w:rsidP="002A7904">
            <w:pPr>
              <w:jc w:val="center"/>
              <w:rPr>
                <w:rFonts w:cs="Arial"/>
                <w:color w:val="000000"/>
                <w:sz w:val="18"/>
                <w:szCs w:val="18"/>
              </w:rPr>
            </w:pPr>
            <w:r w:rsidRPr="00F5573A">
              <w:rPr>
                <w:rFonts w:cs="Arial"/>
                <w:color w:val="000000"/>
                <w:sz w:val="18"/>
                <w:szCs w:val="18"/>
              </w:rPr>
              <w:t>H</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2FD5C59F"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70B440B" w14:textId="77777777" w:rsidR="0037294A" w:rsidRPr="00F5573A" w:rsidRDefault="0037294A" w:rsidP="002A7904">
            <w:pPr>
              <w:jc w:val="center"/>
              <w:rPr>
                <w:rFonts w:cs="Arial"/>
                <w:color w:val="000000"/>
                <w:sz w:val="18"/>
                <w:szCs w:val="18"/>
              </w:rPr>
            </w:pPr>
            <w:r w:rsidRPr="00F5573A">
              <w:rPr>
                <w:rFonts w:cs="Arial"/>
                <w:color w:val="000000"/>
                <w:sz w:val="18"/>
                <w:szCs w:val="18"/>
              </w:rPr>
              <w:t>8,316</w:t>
            </w:r>
          </w:p>
        </w:tc>
        <w:tc>
          <w:tcPr>
            <w:tcW w:w="1350" w:type="dxa"/>
            <w:tcBorders>
              <w:top w:val="nil"/>
              <w:left w:val="nil"/>
              <w:bottom w:val="single" w:sz="4" w:space="0" w:color="auto"/>
              <w:right w:val="single" w:sz="4" w:space="0" w:color="auto"/>
            </w:tcBorders>
            <w:shd w:val="clear" w:color="auto" w:fill="auto"/>
            <w:vAlign w:val="center"/>
            <w:hideMark/>
          </w:tcPr>
          <w:p w14:paraId="463E39B8"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5C391039"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14304662"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2265291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482329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1DBC2D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6CD9E5A"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9408EA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5CAE749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SW3-LOG4-8</w:t>
            </w:r>
          </w:p>
        </w:tc>
        <w:tc>
          <w:tcPr>
            <w:tcW w:w="1350" w:type="dxa"/>
            <w:tcBorders>
              <w:top w:val="nil"/>
              <w:left w:val="nil"/>
              <w:bottom w:val="single" w:sz="8" w:space="0" w:color="auto"/>
              <w:right w:val="single" w:sz="4" w:space="0" w:color="auto"/>
            </w:tcBorders>
            <w:shd w:val="clear" w:color="auto" w:fill="auto"/>
            <w:noWrap/>
            <w:vAlign w:val="center"/>
            <w:hideMark/>
          </w:tcPr>
          <w:p w14:paraId="2BBB945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5637362F"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7F61BA38"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DE66319"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A7486B5" w14:textId="77777777" w:rsidR="0037294A" w:rsidRPr="00F5573A" w:rsidRDefault="0037294A" w:rsidP="002A7904">
            <w:pPr>
              <w:jc w:val="center"/>
              <w:rPr>
                <w:rFonts w:cs="Arial"/>
                <w:color w:val="000000"/>
                <w:sz w:val="18"/>
                <w:szCs w:val="18"/>
              </w:rPr>
            </w:pPr>
            <w:r w:rsidRPr="00F5573A">
              <w:rPr>
                <w:rFonts w:cs="Arial"/>
                <w:color w:val="000000"/>
                <w:sz w:val="18"/>
                <w:szCs w:val="18"/>
              </w:rPr>
              <w:t>I</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3609250"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AD9E89F" w14:textId="77777777" w:rsidR="0037294A" w:rsidRPr="00F5573A" w:rsidRDefault="0037294A" w:rsidP="002A7904">
            <w:pPr>
              <w:jc w:val="center"/>
              <w:rPr>
                <w:rFonts w:cs="Arial"/>
                <w:color w:val="000000"/>
                <w:sz w:val="18"/>
                <w:szCs w:val="18"/>
              </w:rPr>
            </w:pPr>
            <w:r w:rsidRPr="00F5573A">
              <w:rPr>
                <w:rFonts w:cs="Arial"/>
                <w:color w:val="000000"/>
                <w:sz w:val="18"/>
                <w:szCs w:val="18"/>
              </w:rPr>
              <w:t>4,767</w:t>
            </w:r>
          </w:p>
        </w:tc>
        <w:tc>
          <w:tcPr>
            <w:tcW w:w="1350" w:type="dxa"/>
            <w:tcBorders>
              <w:top w:val="nil"/>
              <w:left w:val="nil"/>
              <w:bottom w:val="single" w:sz="4" w:space="0" w:color="auto"/>
              <w:right w:val="single" w:sz="4" w:space="0" w:color="auto"/>
            </w:tcBorders>
            <w:shd w:val="clear" w:color="000000" w:fill="D9D9D9"/>
            <w:noWrap/>
            <w:vAlign w:val="center"/>
            <w:hideMark/>
          </w:tcPr>
          <w:p w14:paraId="54BDE24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39E47F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3A3C5CF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02B6CA7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331FEB6"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0057C7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D8392E1"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BA6926F"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404C9E3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SW3-LOG4-9</w:t>
            </w:r>
          </w:p>
        </w:tc>
        <w:tc>
          <w:tcPr>
            <w:tcW w:w="1350" w:type="dxa"/>
            <w:vMerge/>
            <w:tcBorders>
              <w:top w:val="nil"/>
              <w:left w:val="single" w:sz="4" w:space="0" w:color="auto"/>
              <w:bottom w:val="single" w:sz="8" w:space="0" w:color="000000"/>
              <w:right w:val="single" w:sz="4" w:space="0" w:color="auto"/>
            </w:tcBorders>
            <w:vAlign w:val="center"/>
            <w:hideMark/>
          </w:tcPr>
          <w:p w14:paraId="565E816A"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0297ACC2" w14:textId="77777777" w:rsidR="0037294A" w:rsidRPr="00F5573A" w:rsidRDefault="0037294A" w:rsidP="002A7904">
            <w:pPr>
              <w:rPr>
                <w:rFonts w:cs="Arial"/>
                <w:color w:val="000000"/>
                <w:sz w:val="18"/>
                <w:szCs w:val="18"/>
              </w:rPr>
            </w:pPr>
          </w:p>
        </w:tc>
      </w:tr>
      <w:tr w:rsidR="0037294A" w:rsidRPr="00F5573A" w14:paraId="0188F09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980FDDC"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497AC3B" w14:textId="77777777" w:rsidR="0037294A" w:rsidRPr="00F5573A" w:rsidRDefault="0037294A" w:rsidP="002A7904">
            <w:pPr>
              <w:jc w:val="center"/>
              <w:rPr>
                <w:rFonts w:cs="Arial"/>
                <w:color w:val="000000"/>
                <w:sz w:val="18"/>
                <w:szCs w:val="18"/>
              </w:rPr>
            </w:pPr>
            <w:r w:rsidRPr="00F5573A">
              <w:rPr>
                <w:rFonts w:cs="Arial"/>
                <w:color w:val="000000"/>
                <w:sz w:val="18"/>
                <w:szCs w:val="18"/>
              </w:rPr>
              <w:t>J</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9B70C9A"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E6B607D" w14:textId="77777777" w:rsidR="0037294A" w:rsidRPr="00F5573A" w:rsidRDefault="0037294A" w:rsidP="002A7904">
            <w:pPr>
              <w:jc w:val="center"/>
              <w:rPr>
                <w:rFonts w:cs="Arial"/>
                <w:color w:val="000000"/>
                <w:sz w:val="18"/>
                <w:szCs w:val="18"/>
              </w:rPr>
            </w:pPr>
            <w:r w:rsidRPr="00F5573A">
              <w:rPr>
                <w:rFonts w:cs="Arial"/>
                <w:color w:val="000000"/>
                <w:sz w:val="18"/>
                <w:szCs w:val="18"/>
              </w:rPr>
              <w:t>4,768</w:t>
            </w:r>
          </w:p>
        </w:tc>
        <w:tc>
          <w:tcPr>
            <w:tcW w:w="1350" w:type="dxa"/>
            <w:tcBorders>
              <w:top w:val="nil"/>
              <w:left w:val="nil"/>
              <w:bottom w:val="single" w:sz="4" w:space="0" w:color="auto"/>
              <w:right w:val="single" w:sz="4" w:space="0" w:color="auto"/>
            </w:tcBorders>
            <w:shd w:val="clear" w:color="auto" w:fill="auto"/>
            <w:noWrap/>
            <w:vAlign w:val="center"/>
            <w:hideMark/>
          </w:tcPr>
          <w:p w14:paraId="68616E8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7CD9358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3E8A1F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915A9B0"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D8365B6"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4E1FD8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5CC8774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194474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07ED43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SW3-LOG4-10</w:t>
            </w:r>
          </w:p>
        </w:tc>
        <w:tc>
          <w:tcPr>
            <w:tcW w:w="1350" w:type="dxa"/>
            <w:vMerge/>
            <w:tcBorders>
              <w:top w:val="nil"/>
              <w:left w:val="single" w:sz="4" w:space="0" w:color="auto"/>
              <w:bottom w:val="single" w:sz="8" w:space="0" w:color="000000"/>
              <w:right w:val="single" w:sz="4" w:space="0" w:color="auto"/>
            </w:tcBorders>
            <w:vAlign w:val="center"/>
            <w:hideMark/>
          </w:tcPr>
          <w:p w14:paraId="1C9F4980"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5D363FB" w14:textId="77777777" w:rsidR="0037294A" w:rsidRPr="00F5573A" w:rsidRDefault="0037294A" w:rsidP="002A7904">
            <w:pPr>
              <w:rPr>
                <w:rFonts w:cs="Arial"/>
                <w:color w:val="000000"/>
                <w:sz w:val="18"/>
                <w:szCs w:val="18"/>
              </w:rPr>
            </w:pPr>
          </w:p>
        </w:tc>
      </w:tr>
      <w:tr w:rsidR="0037294A" w:rsidRPr="00F5573A" w14:paraId="2D00004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6F1B84A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DBBD71A" w14:textId="77777777" w:rsidR="0037294A" w:rsidRPr="00F5573A" w:rsidRDefault="0037294A" w:rsidP="002A7904">
            <w:pPr>
              <w:jc w:val="center"/>
              <w:rPr>
                <w:rFonts w:cs="Arial"/>
                <w:color w:val="000000"/>
                <w:sz w:val="18"/>
                <w:szCs w:val="18"/>
              </w:rPr>
            </w:pPr>
            <w:r w:rsidRPr="00F5573A">
              <w:rPr>
                <w:rFonts w:cs="Arial"/>
                <w:color w:val="000000"/>
                <w:sz w:val="18"/>
                <w:szCs w:val="18"/>
              </w:rPr>
              <w:t>K</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A37C65A"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8C15698" w14:textId="77777777" w:rsidR="0037294A" w:rsidRPr="00F5573A" w:rsidRDefault="0037294A" w:rsidP="002A7904">
            <w:pPr>
              <w:jc w:val="center"/>
              <w:rPr>
                <w:rFonts w:cs="Arial"/>
                <w:color w:val="000000"/>
                <w:sz w:val="18"/>
                <w:szCs w:val="18"/>
              </w:rPr>
            </w:pPr>
            <w:r w:rsidRPr="00F5573A">
              <w:rPr>
                <w:rFonts w:cs="Arial"/>
                <w:color w:val="000000"/>
                <w:sz w:val="18"/>
                <w:szCs w:val="18"/>
              </w:rPr>
              <w:t>8,332</w:t>
            </w:r>
          </w:p>
        </w:tc>
        <w:tc>
          <w:tcPr>
            <w:tcW w:w="1350" w:type="dxa"/>
            <w:tcBorders>
              <w:top w:val="nil"/>
              <w:left w:val="nil"/>
              <w:bottom w:val="single" w:sz="4" w:space="0" w:color="auto"/>
              <w:right w:val="single" w:sz="4" w:space="0" w:color="auto"/>
            </w:tcBorders>
            <w:shd w:val="clear" w:color="000000" w:fill="D9D9D9"/>
            <w:vAlign w:val="center"/>
            <w:hideMark/>
          </w:tcPr>
          <w:p w14:paraId="3C23CE46"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000000" w:fill="D9D9D9"/>
            <w:noWrap/>
            <w:vAlign w:val="center"/>
            <w:hideMark/>
          </w:tcPr>
          <w:p w14:paraId="44AD3117"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43411B25"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558B6FE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417EED9"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532DE1C"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B7FCBF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0BF820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1DEBA66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SW3-LOG4-11</w:t>
            </w:r>
          </w:p>
        </w:tc>
        <w:tc>
          <w:tcPr>
            <w:tcW w:w="1350" w:type="dxa"/>
            <w:tcBorders>
              <w:top w:val="nil"/>
              <w:left w:val="nil"/>
              <w:bottom w:val="single" w:sz="8" w:space="0" w:color="auto"/>
              <w:right w:val="single" w:sz="4" w:space="0" w:color="auto"/>
            </w:tcBorders>
            <w:shd w:val="clear" w:color="000000" w:fill="D9D9D9"/>
            <w:noWrap/>
            <w:vAlign w:val="center"/>
            <w:hideMark/>
          </w:tcPr>
          <w:p w14:paraId="745B73D0"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7376EDD1"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52BBE44B"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151B5CE"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6B89075" w14:textId="77777777" w:rsidR="0037294A" w:rsidRPr="00F5573A" w:rsidRDefault="0037294A" w:rsidP="002A7904">
            <w:pPr>
              <w:jc w:val="center"/>
              <w:rPr>
                <w:rFonts w:cs="Arial"/>
                <w:color w:val="000000"/>
                <w:sz w:val="18"/>
                <w:szCs w:val="18"/>
              </w:rPr>
            </w:pPr>
            <w:r w:rsidRPr="00F5573A">
              <w:rPr>
                <w:rFonts w:cs="Arial"/>
                <w:color w:val="000000"/>
                <w:sz w:val="18"/>
                <w:szCs w:val="18"/>
              </w:rPr>
              <w:t>L</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18A8C34"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B318D77" w14:textId="77777777" w:rsidR="0037294A" w:rsidRPr="00F5573A" w:rsidRDefault="0037294A" w:rsidP="002A7904">
            <w:pPr>
              <w:jc w:val="center"/>
              <w:rPr>
                <w:rFonts w:cs="Arial"/>
                <w:color w:val="000000"/>
                <w:sz w:val="18"/>
                <w:szCs w:val="18"/>
              </w:rPr>
            </w:pPr>
            <w:r w:rsidRPr="00F5573A">
              <w:rPr>
                <w:rFonts w:cs="Arial"/>
                <w:color w:val="000000"/>
                <w:sz w:val="18"/>
                <w:szCs w:val="18"/>
              </w:rPr>
              <w:t>8,279</w:t>
            </w:r>
          </w:p>
        </w:tc>
        <w:tc>
          <w:tcPr>
            <w:tcW w:w="1350" w:type="dxa"/>
            <w:tcBorders>
              <w:top w:val="nil"/>
              <w:left w:val="nil"/>
              <w:bottom w:val="single" w:sz="4" w:space="0" w:color="auto"/>
              <w:right w:val="single" w:sz="4" w:space="0" w:color="auto"/>
            </w:tcBorders>
            <w:shd w:val="clear" w:color="auto" w:fill="auto"/>
            <w:vAlign w:val="center"/>
            <w:hideMark/>
          </w:tcPr>
          <w:p w14:paraId="370D019F"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0904001D"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798519B8"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34FD85A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D3204A4"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2E8C79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73CE429"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609D49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422E24BC"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SW3-LOG4-12</w:t>
            </w:r>
          </w:p>
        </w:tc>
        <w:tc>
          <w:tcPr>
            <w:tcW w:w="1350" w:type="dxa"/>
            <w:tcBorders>
              <w:top w:val="nil"/>
              <w:left w:val="nil"/>
              <w:bottom w:val="single" w:sz="8" w:space="0" w:color="auto"/>
              <w:right w:val="single" w:sz="4" w:space="0" w:color="auto"/>
            </w:tcBorders>
            <w:shd w:val="clear" w:color="auto" w:fill="auto"/>
            <w:noWrap/>
            <w:vAlign w:val="center"/>
            <w:hideMark/>
          </w:tcPr>
          <w:p w14:paraId="7F4425BF"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74690E57"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424F01F0"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CFD6A4D" w14:textId="77777777" w:rsidR="0037294A" w:rsidRPr="00F5573A" w:rsidRDefault="0037294A" w:rsidP="002A7904">
            <w:pPr>
              <w:jc w:val="center"/>
              <w:rPr>
                <w:rFonts w:cs="Arial"/>
                <w:color w:val="000000"/>
                <w:sz w:val="18"/>
                <w:szCs w:val="18"/>
              </w:rPr>
            </w:pPr>
            <w:r>
              <w:rPr>
                <w:rFonts w:cs="Arial"/>
                <w:color w:val="000000"/>
                <w:sz w:val="18"/>
                <w:szCs w:val="18"/>
              </w:rPr>
              <w:lastRenderedPageBreak/>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0E3F7DF" w14:textId="77777777" w:rsidR="0037294A" w:rsidRPr="00F5573A" w:rsidRDefault="0037294A" w:rsidP="002A7904">
            <w:pPr>
              <w:jc w:val="center"/>
              <w:rPr>
                <w:rFonts w:cs="Arial"/>
                <w:color w:val="000000"/>
                <w:sz w:val="18"/>
                <w:szCs w:val="18"/>
              </w:rPr>
            </w:pPr>
            <w:r w:rsidRPr="00F5573A">
              <w:rPr>
                <w:rFonts w:cs="Arial"/>
                <w:color w:val="000000"/>
                <w:sz w:val="18"/>
                <w:szCs w:val="18"/>
              </w:rPr>
              <w:t>M</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4A8EF11"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FE83CD6" w14:textId="77777777" w:rsidR="0037294A" w:rsidRPr="00F5573A" w:rsidRDefault="0037294A" w:rsidP="002A7904">
            <w:pPr>
              <w:jc w:val="center"/>
              <w:rPr>
                <w:rFonts w:cs="Arial"/>
                <w:color w:val="000000"/>
                <w:sz w:val="18"/>
                <w:szCs w:val="18"/>
              </w:rPr>
            </w:pPr>
            <w:r w:rsidRPr="00F5573A">
              <w:rPr>
                <w:rFonts w:cs="Arial"/>
                <w:color w:val="000000"/>
                <w:sz w:val="18"/>
                <w:szCs w:val="18"/>
              </w:rPr>
              <w:t>7,286</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B72B98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B445D71"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58C1730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3E8DD12"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C0A2183"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BB489D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817C7B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35527C0"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74E29EAE"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34EE6051"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37F1CB95" w14:textId="77777777" w:rsidR="0037294A" w:rsidRPr="00F5573A" w:rsidRDefault="0037294A" w:rsidP="002A7904">
            <w:pPr>
              <w:rPr>
                <w:rFonts w:cs="Arial"/>
                <w:color w:val="000000"/>
                <w:sz w:val="18"/>
                <w:szCs w:val="18"/>
              </w:rPr>
            </w:pPr>
          </w:p>
        </w:tc>
      </w:tr>
      <w:tr w:rsidR="0037294A" w:rsidRPr="00F5573A" w14:paraId="400DA34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775BE13"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B09C422" w14:textId="77777777" w:rsidR="0037294A" w:rsidRPr="00F5573A" w:rsidRDefault="0037294A" w:rsidP="002A7904">
            <w:pPr>
              <w:jc w:val="center"/>
              <w:rPr>
                <w:rFonts w:cs="Arial"/>
                <w:color w:val="000000"/>
                <w:sz w:val="18"/>
                <w:szCs w:val="18"/>
              </w:rPr>
            </w:pPr>
            <w:r w:rsidRPr="00F5573A">
              <w:rPr>
                <w:rFonts w:cs="Arial"/>
                <w:color w:val="000000"/>
                <w:sz w:val="18"/>
                <w:szCs w:val="18"/>
              </w:rPr>
              <w:t>A1</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30B60F0A"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36BBF6F" w14:textId="77777777" w:rsidR="0037294A" w:rsidRPr="00F5573A" w:rsidRDefault="0037294A" w:rsidP="002A7904">
            <w:pPr>
              <w:jc w:val="center"/>
              <w:rPr>
                <w:rFonts w:cs="Arial"/>
                <w:color w:val="000000"/>
                <w:sz w:val="18"/>
                <w:szCs w:val="18"/>
              </w:rPr>
            </w:pPr>
            <w:r w:rsidRPr="00F5573A">
              <w:rPr>
                <w:rFonts w:cs="Arial"/>
                <w:color w:val="000000"/>
                <w:sz w:val="18"/>
                <w:szCs w:val="18"/>
              </w:rPr>
              <w:t>6,274</w:t>
            </w:r>
          </w:p>
        </w:tc>
        <w:tc>
          <w:tcPr>
            <w:tcW w:w="1350" w:type="dxa"/>
            <w:tcBorders>
              <w:top w:val="nil"/>
              <w:left w:val="nil"/>
              <w:bottom w:val="single" w:sz="4" w:space="0" w:color="auto"/>
              <w:right w:val="single" w:sz="4" w:space="0" w:color="auto"/>
            </w:tcBorders>
            <w:shd w:val="clear" w:color="auto" w:fill="auto"/>
            <w:vAlign w:val="center"/>
            <w:hideMark/>
          </w:tcPr>
          <w:p w14:paraId="679BE62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62D873E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24E33EA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0159A1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63EB52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EB9C1B7"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74943B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20B7090A"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28E2846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w:t>
            </w:r>
          </w:p>
        </w:tc>
        <w:tc>
          <w:tcPr>
            <w:tcW w:w="1350" w:type="dxa"/>
            <w:vMerge/>
            <w:tcBorders>
              <w:top w:val="nil"/>
              <w:left w:val="single" w:sz="4" w:space="0" w:color="auto"/>
              <w:bottom w:val="single" w:sz="8" w:space="0" w:color="000000"/>
              <w:right w:val="single" w:sz="4" w:space="0" w:color="auto"/>
            </w:tcBorders>
            <w:vAlign w:val="center"/>
            <w:hideMark/>
          </w:tcPr>
          <w:p w14:paraId="14FE06A3"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0515CED" w14:textId="77777777" w:rsidR="0037294A" w:rsidRPr="00F5573A" w:rsidRDefault="0037294A" w:rsidP="002A7904">
            <w:pPr>
              <w:rPr>
                <w:rFonts w:cs="Arial"/>
                <w:color w:val="000000"/>
                <w:sz w:val="18"/>
                <w:szCs w:val="18"/>
              </w:rPr>
            </w:pPr>
          </w:p>
        </w:tc>
      </w:tr>
      <w:tr w:rsidR="0037294A" w:rsidRPr="00F5573A" w14:paraId="74545636"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27C493A9"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B617C2F" w14:textId="77777777" w:rsidR="0037294A" w:rsidRPr="00F5573A" w:rsidRDefault="0037294A" w:rsidP="002A7904">
            <w:pPr>
              <w:jc w:val="center"/>
              <w:rPr>
                <w:rFonts w:cs="Arial"/>
                <w:color w:val="000000"/>
                <w:sz w:val="18"/>
                <w:szCs w:val="18"/>
              </w:rPr>
            </w:pPr>
            <w:r w:rsidRPr="00F5573A">
              <w:rPr>
                <w:rFonts w:cs="Arial"/>
                <w:color w:val="000000"/>
                <w:sz w:val="18"/>
                <w:szCs w:val="18"/>
              </w:rPr>
              <w:t>A2</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5E5DCFC"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E5B7514" w14:textId="77777777" w:rsidR="0037294A" w:rsidRPr="00F5573A" w:rsidRDefault="0037294A" w:rsidP="002A7904">
            <w:pPr>
              <w:jc w:val="center"/>
              <w:rPr>
                <w:rFonts w:cs="Arial"/>
                <w:color w:val="000000"/>
                <w:sz w:val="18"/>
                <w:szCs w:val="18"/>
              </w:rPr>
            </w:pPr>
            <w:r w:rsidRPr="00F5573A">
              <w:rPr>
                <w:rFonts w:cs="Arial"/>
                <w:color w:val="000000"/>
                <w:sz w:val="18"/>
                <w:szCs w:val="18"/>
              </w:rPr>
              <w:t>5,292</w:t>
            </w:r>
          </w:p>
        </w:tc>
        <w:tc>
          <w:tcPr>
            <w:tcW w:w="1350" w:type="dxa"/>
            <w:tcBorders>
              <w:top w:val="nil"/>
              <w:left w:val="nil"/>
              <w:bottom w:val="single" w:sz="4" w:space="0" w:color="auto"/>
              <w:right w:val="single" w:sz="4" w:space="0" w:color="auto"/>
            </w:tcBorders>
            <w:shd w:val="clear" w:color="000000" w:fill="D9D9D9"/>
            <w:vAlign w:val="center"/>
            <w:hideMark/>
          </w:tcPr>
          <w:p w14:paraId="15A76FB0"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3746A4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341F3B7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7B96F8F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27C506C"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626345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2B31081"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A8CD3FD"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07AD9AC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SW3-LOG5-2</w:t>
            </w:r>
          </w:p>
        </w:tc>
        <w:tc>
          <w:tcPr>
            <w:tcW w:w="1350" w:type="dxa"/>
            <w:vMerge/>
            <w:tcBorders>
              <w:top w:val="nil"/>
              <w:left w:val="single" w:sz="4" w:space="0" w:color="auto"/>
              <w:bottom w:val="single" w:sz="8" w:space="0" w:color="000000"/>
              <w:right w:val="single" w:sz="4" w:space="0" w:color="auto"/>
            </w:tcBorders>
            <w:vAlign w:val="center"/>
            <w:hideMark/>
          </w:tcPr>
          <w:p w14:paraId="2A17A687"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85C4189" w14:textId="77777777" w:rsidR="0037294A" w:rsidRPr="00F5573A" w:rsidRDefault="0037294A" w:rsidP="002A7904">
            <w:pPr>
              <w:rPr>
                <w:rFonts w:cs="Arial"/>
                <w:color w:val="000000"/>
                <w:sz w:val="18"/>
                <w:szCs w:val="18"/>
              </w:rPr>
            </w:pPr>
          </w:p>
        </w:tc>
      </w:tr>
      <w:tr w:rsidR="0037294A" w:rsidRPr="00F5573A" w14:paraId="65D85C90"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9DA4FC8"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7339813" w14:textId="77777777" w:rsidR="0037294A" w:rsidRPr="00F5573A" w:rsidRDefault="0037294A" w:rsidP="002A7904">
            <w:pPr>
              <w:jc w:val="center"/>
              <w:rPr>
                <w:rFonts w:cs="Arial"/>
                <w:color w:val="000000"/>
                <w:sz w:val="18"/>
                <w:szCs w:val="18"/>
              </w:rPr>
            </w:pPr>
            <w:r w:rsidRPr="00F5573A">
              <w:rPr>
                <w:rFonts w:cs="Arial"/>
                <w:color w:val="000000"/>
                <w:sz w:val="18"/>
                <w:szCs w:val="18"/>
              </w:rPr>
              <w:t>A3</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115E0ABD"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FCEB59F" w14:textId="77777777" w:rsidR="0037294A" w:rsidRPr="00F5573A" w:rsidRDefault="0037294A" w:rsidP="002A7904">
            <w:pPr>
              <w:jc w:val="center"/>
              <w:rPr>
                <w:rFonts w:cs="Arial"/>
                <w:color w:val="000000"/>
                <w:sz w:val="18"/>
                <w:szCs w:val="18"/>
              </w:rPr>
            </w:pPr>
            <w:r w:rsidRPr="00F5573A">
              <w:rPr>
                <w:rFonts w:cs="Arial"/>
                <w:color w:val="000000"/>
                <w:sz w:val="18"/>
                <w:szCs w:val="18"/>
              </w:rPr>
              <w:t>5,053</w:t>
            </w:r>
          </w:p>
        </w:tc>
        <w:tc>
          <w:tcPr>
            <w:tcW w:w="1350" w:type="dxa"/>
            <w:tcBorders>
              <w:top w:val="nil"/>
              <w:left w:val="nil"/>
              <w:bottom w:val="single" w:sz="4" w:space="0" w:color="auto"/>
              <w:right w:val="single" w:sz="4" w:space="0" w:color="auto"/>
            </w:tcBorders>
            <w:shd w:val="clear" w:color="auto" w:fill="auto"/>
            <w:vAlign w:val="center"/>
            <w:hideMark/>
          </w:tcPr>
          <w:p w14:paraId="181A811C"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4BD7DBA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31340C8"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92CC995"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3863FF77"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F4C5B6F"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5F5C9E0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F27FB6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3BE4EF2B"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SW3-LOG5-3</w:t>
            </w:r>
          </w:p>
        </w:tc>
        <w:tc>
          <w:tcPr>
            <w:tcW w:w="1350" w:type="dxa"/>
            <w:vMerge/>
            <w:tcBorders>
              <w:top w:val="nil"/>
              <w:left w:val="single" w:sz="4" w:space="0" w:color="auto"/>
              <w:bottom w:val="single" w:sz="8" w:space="0" w:color="000000"/>
              <w:right w:val="single" w:sz="4" w:space="0" w:color="auto"/>
            </w:tcBorders>
            <w:vAlign w:val="center"/>
            <w:hideMark/>
          </w:tcPr>
          <w:p w14:paraId="58B8208F"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AC5E2EB" w14:textId="77777777" w:rsidR="0037294A" w:rsidRPr="00F5573A" w:rsidRDefault="0037294A" w:rsidP="002A7904">
            <w:pPr>
              <w:rPr>
                <w:rFonts w:cs="Arial"/>
                <w:color w:val="000000"/>
                <w:sz w:val="18"/>
                <w:szCs w:val="18"/>
              </w:rPr>
            </w:pPr>
          </w:p>
        </w:tc>
      </w:tr>
      <w:tr w:rsidR="0037294A" w:rsidRPr="00F5573A" w14:paraId="08284C3C"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63E355D"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B9221A0" w14:textId="77777777" w:rsidR="0037294A" w:rsidRPr="00F5573A" w:rsidRDefault="0037294A" w:rsidP="002A7904">
            <w:pPr>
              <w:jc w:val="center"/>
              <w:rPr>
                <w:rFonts w:cs="Arial"/>
                <w:color w:val="000000"/>
                <w:sz w:val="18"/>
                <w:szCs w:val="18"/>
              </w:rPr>
            </w:pPr>
            <w:r w:rsidRPr="00F5573A">
              <w:rPr>
                <w:rFonts w:cs="Arial"/>
                <w:color w:val="000000"/>
                <w:sz w:val="18"/>
                <w:szCs w:val="18"/>
              </w:rPr>
              <w:t>A4</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020E63E"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92DC0AC" w14:textId="77777777" w:rsidR="0037294A" w:rsidRPr="00F5573A" w:rsidRDefault="0037294A" w:rsidP="002A7904">
            <w:pPr>
              <w:jc w:val="center"/>
              <w:rPr>
                <w:rFonts w:cs="Arial"/>
                <w:color w:val="000000"/>
                <w:sz w:val="18"/>
                <w:szCs w:val="18"/>
              </w:rPr>
            </w:pPr>
            <w:r w:rsidRPr="00F5573A">
              <w:rPr>
                <w:rFonts w:cs="Arial"/>
                <w:color w:val="000000"/>
                <w:sz w:val="18"/>
                <w:szCs w:val="18"/>
              </w:rPr>
              <w:t>5,233</w:t>
            </w:r>
          </w:p>
        </w:tc>
        <w:tc>
          <w:tcPr>
            <w:tcW w:w="1350" w:type="dxa"/>
            <w:tcBorders>
              <w:top w:val="nil"/>
              <w:left w:val="nil"/>
              <w:bottom w:val="single" w:sz="4" w:space="0" w:color="auto"/>
              <w:right w:val="single" w:sz="4" w:space="0" w:color="auto"/>
            </w:tcBorders>
            <w:shd w:val="clear" w:color="000000" w:fill="D9D9D9"/>
            <w:vAlign w:val="center"/>
            <w:hideMark/>
          </w:tcPr>
          <w:p w14:paraId="7B4572C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2504203"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4C01362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D08DE40"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D0160D5"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8EC865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74EADC4C"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11232E3"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6237223A"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SW3-LOG5-4</w:t>
            </w:r>
          </w:p>
        </w:tc>
        <w:tc>
          <w:tcPr>
            <w:tcW w:w="1350" w:type="dxa"/>
            <w:vMerge/>
            <w:tcBorders>
              <w:top w:val="nil"/>
              <w:left w:val="single" w:sz="4" w:space="0" w:color="auto"/>
              <w:bottom w:val="single" w:sz="8" w:space="0" w:color="000000"/>
              <w:right w:val="single" w:sz="4" w:space="0" w:color="auto"/>
            </w:tcBorders>
            <w:vAlign w:val="center"/>
            <w:hideMark/>
          </w:tcPr>
          <w:p w14:paraId="7828FD5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78BA628" w14:textId="77777777" w:rsidR="0037294A" w:rsidRPr="00F5573A" w:rsidRDefault="0037294A" w:rsidP="002A7904">
            <w:pPr>
              <w:rPr>
                <w:rFonts w:cs="Arial"/>
                <w:color w:val="000000"/>
                <w:sz w:val="18"/>
                <w:szCs w:val="18"/>
              </w:rPr>
            </w:pPr>
          </w:p>
        </w:tc>
      </w:tr>
      <w:tr w:rsidR="0037294A" w:rsidRPr="00F5573A" w14:paraId="50C428F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8433237"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4EA304A" w14:textId="77777777" w:rsidR="0037294A" w:rsidRPr="00F5573A" w:rsidRDefault="0037294A" w:rsidP="002A7904">
            <w:pPr>
              <w:jc w:val="center"/>
              <w:rPr>
                <w:rFonts w:cs="Arial"/>
                <w:color w:val="000000"/>
                <w:sz w:val="18"/>
                <w:szCs w:val="18"/>
              </w:rPr>
            </w:pPr>
            <w:r w:rsidRPr="00F5573A">
              <w:rPr>
                <w:rFonts w:cs="Arial"/>
                <w:color w:val="000000"/>
                <w:sz w:val="18"/>
                <w:szCs w:val="18"/>
              </w:rPr>
              <w:t>B1</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74B4538"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DAB7A58" w14:textId="77777777" w:rsidR="0037294A" w:rsidRPr="00F5573A" w:rsidRDefault="0037294A" w:rsidP="002A7904">
            <w:pPr>
              <w:jc w:val="center"/>
              <w:rPr>
                <w:rFonts w:cs="Arial"/>
                <w:color w:val="000000"/>
                <w:sz w:val="18"/>
                <w:szCs w:val="18"/>
              </w:rPr>
            </w:pPr>
            <w:r w:rsidRPr="00F5573A">
              <w:rPr>
                <w:rFonts w:cs="Arial"/>
                <w:color w:val="000000"/>
                <w:sz w:val="18"/>
                <w:szCs w:val="18"/>
              </w:rPr>
              <w:t>5,407</w:t>
            </w:r>
          </w:p>
        </w:tc>
        <w:tc>
          <w:tcPr>
            <w:tcW w:w="1350" w:type="dxa"/>
            <w:tcBorders>
              <w:top w:val="nil"/>
              <w:left w:val="nil"/>
              <w:bottom w:val="single" w:sz="4" w:space="0" w:color="auto"/>
              <w:right w:val="single" w:sz="4" w:space="0" w:color="auto"/>
            </w:tcBorders>
            <w:shd w:val="clear" w:color="auto" w:fill="auto"/>
            <w:vAlign w:val="center"/>
            <w:hideMark/>
          </w:tcPr>
          <w:p w14:paraId="56814554"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384D8CAB"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121A5E3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232C6A2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0658FB6"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347012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7602F17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9F5DE42"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185C7234"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SW3-LOG5-5</w:t>
            </w:r>
          </w:p>
        </w:tc>
        <w:tc>
          <w:tcPr>
            <w:tcW w:w="1350" w:type="dxa"/>
            <w:vMerge/>
            <w:tcBorders>
              <w:top w:val="nil"/>
              <w:left w:val="single" w:sz="4" w:space="0" w:color="auto"/>
              <w:bottom w:val="single" w:sz="8" w:space="0" w:color="000000"/>
              <w:right w:val="single" w:sz="4" w:space="0" w:color="auto"/>
            </w:tcBorders>
            <w:vAlign w:val="center"/>
            <w:hideMark/>
          </w:tcPr>
          <w:p w14:paraId="2D9601C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ECEA3FA" w14:textId="77777777" w:rsidR="0037294A" w:rsidRPr="00F5573A" w:rsidRDefault="0037294A" w:rsidP="002A7904">
            <w:pPr>
              <w:rPr>
                <w:rFonts w:cs="Arial"/>
                <w:color w:val="000000"/>
                <w:sz w:val="18"/>
                <w:szCs w:val="18"/>
              </w:rPr>
            </w:pPr>
          </w:p>
        </w:tc>
      </w:tr>
      <w:tr w:rsidR="0037294A" w:rsidRPr="00F5573A" w14:paraId="0A61B35B"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9F20787"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517B54F" w14:textId="77777777" w:rsidR="0037294A" w:rsidRPr="00F5573A" w:rsidRDefault="0037294A" w:rsidP="002A7904">
            <w:pPr>
              <w:jc w:val="center"/>
              <w:rPr>
                <w:rFonts w:cs="Arial"/>
                <w:color w:val="000000"/>
                <w:sz w:val="18"/>
                <w:szCs w:val="18"/>
              </w:rPr>
            </w:pPr>
            <w:r w:rsidRPr="00F5573A">
              <w:rPr>
                <w:rFonts w:cs="Arial"/>
                <w:color w:val="000000"/>
                <w:sz w:val="18"/>
                <w:szCs w:val="18"/>
              </w:rPr>
              <w:t>B2</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9938DDD"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CB61BEB" w14:textId="77777777" w:rsidR="0037294A" w:rsidRPr="00F5573A" w:rsidRDefault="0037294A" w:rsidP="002A7904">
            <w:pPr>
              <w:jc w:val="center"/>
              <w:rPr>
                <w:rFonts w:cs="Arial"/>
                <w:color w:val="000000"/>
                <w:sz w:val="18"/>
                <w:szCs w:val="18"/>
              </w:rPr>
            </w:pPr>
            <w:r w:rsidRPr="00F5573A">
              <w:rPr>
                <w:rFonts w:cs="Arial"/>
                <w:color w:val="000000"/>
                <w:sz w:val="18"/>
                <w:szCs w:val="18"/>
              </w:rPr>
              <w:t>5,389</w:t>
            </w:r>
          </w:p>
        </w:tc>
        <w:tc>
          <w:tcPr>
            <w:tcW w:w="1350" w:type="dxa"/>
            <w:tcBorders>
              <w:top w:val="nil"/>
              <w:left w:val="nil"/>
              <w:bottom w:val="single" w:sz="4" w:space="0" w:color="auto"/>
              <w:right w:val="single" w:sz="4" w:space="0" w:color="auto"/>
            </w:tcBorders>
            <w:shd w:val="clear" w:color="000000" w:fill="D9D9D9"/>
            <w:vAlign w:val="center"/>
            <w:hideMark/>
          </w:tcPr>
          <w:p w14:paraId="7159EEE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22EB00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742367C9"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2A8DB62E"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12A4FF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F4AD9D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594443A"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40A6294"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1D7484C2"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SW3-LOG5-6</w:t>
            </w:r>
          </w:p>
        </w:tc>
        <w:tc>
          <w:tcPr>
            <w:tcW w:w="1350" w:type="dxa"/>
            <w:vMerge/>
            <w:tcBorders>
              <w:top w:val="nil"/>
              <w:left w:val="single" w:sz="4" w:space="0" w:color="auto"/>
              <w:bottom w:val="single" w:sz="8" w:space="0" w:color="000000"/>
              <w:right w:val="single" w:sz="4" w:space="0" w:color="auto"/>
            </w:tcBorders>
            <w:vAlign w:val="center"/>
            <w:hideMark/>
          </w:tcPr>
          <w:p w14:paraId="1A15DAC6"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3769EAB" w14:textId="77777777" w:rsidR="0037294A" w:rsidRPr="00F5573A" w:rsidRDefault="0037294A" w:rsidP="002A7904">
            <w:pPr>
              <w:rPr>
                <w:rFonts w:cs="Arial"/>
                <w:color w:val="000000"/>
                <w:sz w:val="18"/>
                <w:szCs w:val="18"/>
              </w:rPr>
            </w:pPr>
          </w:p>
        </w:tc>
      </w:tr>
      <w:tr w:rsidR="0037294A" w:rsidRPr="00F5573A" w14:paraId="2C128F58"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992C686"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ED6C4EB" w14:textId="77777777" w:rsidR="0037294A" w:rsidRPr="00F5573A" w:rsidRDefault="0037294A" w:rsidP="002A7904">
            <w:pPr>
              <w:jc w:val="center"/>
              <w:rPr>
                <w:rFonts w:cs="Arial"/>
                <w:color w:val="000000"/>
                <w:sz w:val="18"/>
                <w:szCs w:val="18"/>
              </w:rPr>
            </w:pPr>
            <w:r w:rsidRPr="00F5573A">
              <w:rPr>
                <w:rFonts w:cs="Arial"/>
                <w:color w:val="000000"/>
                <w:sz w:val="18"/>
                <w:szCs w:val="18"/>
              </w:rPr>
              <w:t>B3</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004D34BB"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CEC96BE" w14:textId="77777777" w:rsidR="0037294A" w:rsidRPr="00F5573A" w:rsidRDefault="0037294A" w:rsidP="002A7904">
            <w:pPr>
              <w:jc w:val="center"/>
              <w:rPr>
                <w:rFonts w:cs="Arial"/>
                <w:color w:val="000000"/>
                <w:sz w:val="18"/>
                <w:szCs w:val="18"/>
              </w:rPr>
            </w:pPr>
            <w:r w:rsidRPr="00F5573A">
              <w:rPr>
                <w:rFonts w:cs="Arial"/>
                <w:color w:val="000000"/>
                <w:sz w:val="18"/>
                <w:szCs w:val="18"/>
              </w:rPr>
              <w:t>4,983</w:t>
            </w:r>
          </w:p>
        </w:tc>
        <w:tc>
          <w:tcPr>
            <w:tcW w:w="1350" w:type="dxa"/>
            <w:tcBorders>
              <w:top w:val="nil"/>
              <w:left w:val="nil"/>
              <w:bottom w:val="single" w:sz="4" w:space="0" w:color="auto"/>
              <w:right w:val="single" w:sz="4" w:space="0" w:color="auto"/>
            </w:tcBorders>
            <w:shd w:val="clear" w:color="auto" w:fill="auto"/>
            <w:vAlign w:val="center"/>
            <w:hideMark/>
          </w:tcPr>
          <w:p w14:paraId="0B5FC25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73AEE76E"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17F15BC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7B99B6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F11DA7D"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AF7DE1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2106C7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B1E66C6"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0859ADB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SW3-LOG5-7</w:t>
            </w:r>
          </w:p>
        </w:tc>
        <w:tc>
          <w:tcPr>
            <w:tcW w:w="1350" w:type="dxa"/>
            <w:vMerge/>
            <w:tcBorders>
              <w:top w:val="nil"/>
              <w:left w:val="single" w:sz="4" w:space="0" w:color="auto"/>
              <w:bottom w:val="single" w:sz="8" w:space="0" w:color="000000"/>
              <w:right w:val="single" w:sz="4" w:space="0" w:color="auto"/>
            </w:tcBorders>
            <w:vAlign w:val="center"/>
            <w:hideMark/>
          </w:tcPr>
          <w:p w14:paraId="73695190"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A6B0197" w14:textId="77777777" w:rsidR="0037294A" w:rsidRPr="00F5573A" w:rsidRDefault="0037294A" w:rsidP="002A7904">
            <w:pPr>
              <w:rPr>
                <w:rFonts w:cs="Arial"/>
                <w:color w:val="000000"/>
                <w:sz w:val="18"/>
                <w:szCs w:val="18"/>
              </w:rPr>
            </w:pPr>
          </w:p>
        </w:tc>
      </w:tr>
      <w:tr w:rsidR="0037294A" w:rsidRPr="00F5573A" w14:paraId="649F089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368BB362"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86D7ED6" w14:textId="77777777" w:rsidR="0037294A" w:rsidRPr="00F5573A" w:rsidRDefault="0037294A" w:rsidP="002A7904">
            <w:pPr>
              <w:jc w:val="center"/>
              <w:rPr>
                <w:rFonts w:cs="Arial"/>
                <w:color w:val="000000"/>
                <w:sz w:val="18"/>
                <w:szCs w:val="18"/>
              </w:rPr>
            </w:pPr>
            <w:r w:rsidRPr="00F5573A">
              <w:rPr>
                <w:rFonts w:cs="Arial"/>
                <w:color w:val="000000"/>
                <w:sz w:val="18"/>
                <w:szCs w:val="18"/>
              </w:rPr>
              <w:t>B4</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BA78F1E"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62A2E4B" w14:textId="77777777" w:rsidR="0037294A" w:rsidRPr="00F5573A" w:rsidRDefault="0037294A" w:rsidP="002A7904">
            <w:pPr>
              <w:jc w:val="center"/>
              <w:rPr>
                <w:rFonts w:cs="Arial"/>
                <w:color w:val="000000"/>
                <w:sz w:val="18"/>
                <w:szCs w:val="18"/>
              </w:rPr>
            </w:pPr>
            <w:r w:rsidRPr="00F5573A">
              <w:rPr>
                <w:rFonts w:cs="Arial"/>
                <w:color w:val="000000"/>
                <w:sz w:val="18"/>
                <w:szCs w:val="18"/>
              </w:rPr>
              <w:t>5,311</w:t>
            </w:r>
          </w:p>
        </w:tc>
        <w:tc>
          <w:tcPr>
            <w:tcW w:w="1350" w:type="dxa"/>
            <w:tcBorders>
              <w:top w:val="nil"/>
              <w:left w:val="nil"/>
              <w:bottom w:val="single" w:sz="4" w:space="0" w:color="auto"/>
              <w:right w:val="single" w:sz="4" w:space="0" w:color="auto"/>
            </w:tcBorders>
            <w:shd w:val="clear" w:color="000000" w:fill="D9D9D9"/>
            <w:vAlign w:val="center"/>
            <w:hideMark/>
          </w:tcPr>
          <w:p w14:paraId="0B3EB629"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FDEFE3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28CC3E9B"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AAF2184"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41A6AE4"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483905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644EF1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D95E40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1A59DF19"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SW3-LOG5-8</w:t>
            </w:r>
          </w:p>
        </w:tc>
        <w:tc>
          <w:tcPr>
            <w:tcW w:w="1350" w:type="dxa"/>
            <w:vMerge/>
            <w:tcBorders>
              <w:top w:val="nil"/>
              <w:left w:val="single" w:sz="4" w:space="0" w:color="auto"/>
              <w:bottom w:val="single" w:sz="8" w:space="0" w:color="000000"/>
              <w:right w:val="single" w:sz="4" w:space="0" w:color="auto"/>
            </w:tcBorders>
            <w:vAlign w:val="center"/>
            <w:hideMark/>
          </w:tcPr>
          <w:p w14:paraId="04D093E8"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0C6EC3E" w14:textId="77777777" w:rsidR="0037294A" w:rsidRPr="00F5573A" w:rsidRDefault="0037294A" w:rsidP="002A7904">
            <w:pPr>
              <w:rPr>
                <w:rFonts w:cs="Arial"/>
                <w:color w:val="000000"/>
                <w:sz w:val="18"/>
                <w:szCs w:val="18"/>
              </w:rPr>
            </w:pPr>
          </w:p>
        </w:tc>
      </w:tr>
      <w:tr w:rsidR="0037294A" w:rsidRPr="00F5573A" w14:paraId="13E05E4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BA589F6"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8AA875F" w14:textId="77777777" w:rsidR="0037294A" w:rsidRPr="00F5573A" w:rsidRDefault="0037294A" w:rsidP="002A7904">
            <w:pPr>
              <w:jc w:val="center"/>
              <w:rPr>
                <w:rFonts w:cs="Arial"/>
                <w:color w:val="000000"/>
                <w:sz w:val="18"/>
                <w:szCs w:val="18"/>
              </w:rPr>
            </w:pPr>
            <w:r w:rsidRPr="00F5573A">
              <w:rPr>
                <w:rFonts w:cs="Arial"/>
                <w:color w:val="000000"/>
                <w:sz w:val="18"/>
                <w:szCs w:val="18"/>
              </w:rPr>
              <w:t>C1</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31181BA8"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4E9D533" w14:textId="77777777" w:rsidR="0037294A" w:rsidRPr="00F5573A" w:rsidRDefault="0037294A" w:rsidP="002A7904">
            <w:pPr>
              <w:jc w:val="center"/>
              <w:rPr>
                <w:rFonts w:cs="Arial"/>
                <w:color w:val="000000"/>
                <w:sz w:val="18"/>
                <w:szCs w:val="18"/>
              </w:rPr>
            </w:pPr>
            <w:r w:rsidRPr="00F5573A">
              <w:rPr>
                <w:rFonts w:cs="Arial"/>
                <w:color w:val="000000"/>
                <w:sz w:val="18"/>
                <w:szCs w:val="18"/>
              </w:rPr>
              <w:t>5,149</w:t>
            </w:r>
          </w:p>
        </w:tc>
        <w:tc>
          <w:tcPr>
            <w:tcW w:w="1350" w:type="dxa"/>
            <w:tcBorders>
              <w:top w:val="nil"/>
              <w:left w:val="nil"/>
              <w:bottom w:val="single" w:sz="4" w:space="0" w:color="auto"/>
              <w:right w:val="single" w:sz="4" w:space="0" w:color="auto"/>
            </w:tcBorders>
            <w:shd w:val="clear" w:color="auto" w:fill="auto"/>
            <w:vAlign w:val="center"/>
            <w:hideMark/>
          </w:tcPr>
          <w:p w14:paraId="19A4BEDA"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603A62F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AF2CF2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5BE461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18E59A3"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D117563"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51D1597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762FA6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5B2E4EFC"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SW3-LOG5-9</w:t>
            </w:r>
          </w:p>
        </w:tc>
        <w:tc>
          <w:tcPr>
            <w:tcW w:w="1350" w:type="dxa"/>
            <w:vMerge/>
            <w:tcBorders>
              <w:top w:val="nil"/>
              <w:left w:val="single" w:sz="4" w:space="0" w:color="auto"/>
              <w:bottom w:val="single" w:sz="8" w:space="0" w:color="000000"/>
              <w:right w:val="single" w:sz="4" w:space="0" w:color="auto"/>
            </w:tcBorders>
            <w:vAlign w:val="center"/>
            <w:hideMark/>
          </w:tcPr>
          <w:p w14:paraId="1A991182"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D417AA5" w14:textId="77777777" w:rsidR="0037294A" w:rsidRPr="00F5573A" w:rsidRDefault="0037294A" w:rsidP="002A7904">
            <w:pPr>
              <w:rPr>
                <w:rFonts w:cs="Arial"/>
                <w:color w:val="000000"/>
                <w:sz w:val="18"/>
                <w:szCs w:val="18"/>
              </w:rPr>
            </w:pPr>
          </w:p>
        </w:tc>
      </w:tr>
      <w:tr w:rsidR="0037294A" w:rsidRPr="00F5573A" w14:paraId="4E776CD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2F94E9BB"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ED775EF" w14:textId="77777777" w:rsidR="0037294A" w:rsidRPr="00F5573A" w:rsidRDefault="0037294A" w:rsidP="002A7904">
            <w:pPr>
              <w:jc w:val="center"/>
              <w:rPr>
                <w:rFonts w:cs="Arial"/>
                <w:color w:val="000000"/>
                <w:sz w:val="18"/>
                <w:szCs w:val="18"/>
              </w:rPr>
            </w:pPr>
            <w:r w:rsidRPr="00F5573A">
              <w:rPr>
                <w:rFonts w:cs="Arial"/>
                <w:color w:val="000000"/>
                <w:sz w:val="18"/>
                <w:szCs w:val="18"/>
              </w:rPr>
              <w:t>C2</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AD44B36"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D5613FC" w14:textId="77777777" w:rsidR="0037294A" w:rsidRPr="00F5573A" w:rsidRDefault="0037294A" w:rsidP="002A7904">
            <w:pPr>
              <w:jc w:val="center"/>
              <w:rPr>
                <w:rFonts w:cs="Arial"/>
                <w:color w:val="000000"/>
                <w:sz w:val="18"/>
                <w:szCs w:val="18"/>
              </w:rPr>
            </w:pPr>
            <w:r w:rsidRPr="00F5573A">
              <w:rPr>
                <w:rFonts w:cs="Arial"/>
                <w:color w:val="000000"/>
                <w:sz w:val="18"/>
                <w:szCs w:val="18"/>
              </w:rPr>
              <w:t>5,348</w:t>
            </w:r>
          </w:p>
        </w:tc>
        <w:tc>
          <w:tcPr>
            <w:tcW w:w="1350" w:type="dxa"/>
            <w:tcBorders>
              <w:top w:val="nil"/>
              <w:left w:val="nil"/>
              <w:bottom w:val="single" w:sz="4" w:space="0" w:color="auto"/>
              <w:right w:val="single" w:sz="4" w:space="0" w:color="auto"/>
            </w:tcBorders>
            <w:shd w:val="clear" w:color="000000" w:fill="D9D9D9"/>
            <w:vAlign w:val="center"/>
            <w:hideMark/>
          </w:tcPr>
          <w:p w14:paraId="5A497B5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00CCB49"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15DF88D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74EC86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69898FA"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731933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3E9DAD6"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D7CF126"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7D3C1B7D"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SW3-LOG5-10</w:t>
            </w:r>
          </w:p>
        </w:tc>
        <w:tc>
          <w:tcPr>
            <w:tcW w:w="1350" w:type="dxa"/>
            <w:vMerge/>
            <w:tcBorders>
              <w:top w:val="nil"/>
              <w:left w:val="single" w:sz="4" w:space="0" w:color="auto"/>
              <w:bottom w:val="single" w:sz="8" w:space="0" w:color="000000"/>
              <w:right w:val="single" w:sz="4" w:space="0" w:color="auto"/>
            </w:tcBorders>
            <w:vAlign w:val="center"/>
            <w:hideMark/>
          </w:tcPr>
          <w:p w14:paraId="05F77EB4"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02C46F46" w14:textId="77777777" w:rsidR="0037294A" w:rsidRPr="00F5573A" w:rsidRDefault="0037294A" w:rsidP="002A7904">
            <w:pPr>
              <w:rPr>
                <w:rFonts w:cs="Arial"/>
                <w:color w:val="000000"/>
                <w:sz w:val="18"/>
                <w:szCs w:val="18"/>
              </w:rPr>
            </w:pPr>
          </w:p>
        </w:tc>
      </w:tr>
      <w:tr w:rsidR="0037294A" w:rsidRPr="00F5573A" w14:paraId="53733C03"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46BF735"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CF77E86" w14:textId="77777777" w:rsidR="0037294A" w:rsidRPr="00F5573A" w:rsidRDefault="0037294A" w:rsidP="002A7904">
            <w:pPr>
              <w:jc w:val="center"/>
              <w:rPr>
                <w:rFonts w:cs="Arial"/>
                <w:color w:val="000000"/>
                <w:sz w:val="18"/>
                <w:szCs w:val="18"/>
              </w:rPr>
            </w:pPr>
            <w:r w:rsidRPr="00F5573A">
              <w:rPr>
                <w:rFonts w:cs="Arial"/>
                <w:color w:val="000000"/>
                <w:sz w:val="18"/>
                <w:szCs w:val="18"/>
              </w:rPr>
              <w:t>C3</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DBDC574"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44CC6C4" w14:textId="77777777" w:rsidR="0037294A" w:rsidRPr="00F5573A" w:rsidRDefault="0037294A" w:rsidP="002A7904">
            <w:pPr>
              <w:jc w:val="center"/>
              <w:rPr>
                <w:rFonts w:cs="Arial"/>
                <w:color w:val="000000"/>
                <w:sz w:val="18"/>
                <w:szCs w:val="18"/>
              </w:rPr>
            </w:pPr>
            <w:r w:rsidRPr="00F5573A">
              <w:rPr>
                <w:rFonts w:cs="Arial"/>
                <w:color w:val="000000"/>
                <w:sz w:val="18"/>
                <w:szCs w:val="18"/>
              </w:rPr>
              <w:t>5,013</w:t>
            </w:r>
          </w:p>
        </w:tc>
        <w:tc>
          <w:tcPr>
            <w:tcW w:w="1350" w:type="dxa"/>
            <w:tcBorders>
              <w:top w:val="nil"/>
              <w:left w:val="nil"/>
              <w:bottom w:val="single" w:sz="4" w:space="0" w:color="auto"/>
              <w:right w:val="single" w:sz="4" w:space="0" w:color="auto"/>
            </w:tcBorders>
            <w:shd w:val="clear" w:color="auto" w:fill="auto"/>
            <w:vAlign w:val="center"/>
            <w:hideMark/>
          </w:tcPr>
          <w:p w14:paraId="1071F598"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7EE7780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10F453AD"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0FE0C1E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6D219D5"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535B29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810CC6E"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77F6AA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6E2C836E"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SW3-LOG5-11</w:t>
            </w:r>
          </w:p>
        </w:tc>
        <w:tc>
          <w:tcPr>
            <w:tcW w:w="1350" w:type="dxa"/>
            <w:vMerge/>
            <w:tcBorders>
              <w:top w:val="nil"/>
              <w:left w:val="single" w:sz="4" w:space="0" w:color="auto"/>
              <w:bottom w:val="single" w:sz="8" w:space="0" w:color="000000"/>
              <w:right w:val="single" w:sz="4" w:space="0" w:color="auto"/>
            </w:tcBorders>
            <w:vAlign w:val="center"/>
            <w:hideMark/>
          </w:tcPr>
          <w:p w14:paraId="3CBAF44B"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B3AB949" w14:textId="77777777" w:rsidR="0037294A" w:rsidRPr="00F5573A" w:rsidRDefault="0037294A" w:rsidP="002A7904">
            <w:pPr>
              <w:rPr>
                <w:rFonts w:cs="Arial"/>
                <w:color w:val="000000"/>
                <w:sz w:val="18"/>
                <w:szCs w:val="18"/>
              </w:rPr>
            </w:pPr>
          </w:p>
        </w:tc>
      </w:tr>
      <w:tr w:rsidR="0037294A" w:rsidRPr="00F5573A" w14:paraId="1B6718D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3C7C4DE8"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7C58897" w14:textId="77777777" w:rsidR="0037294A" w:rsidRPr="00F5573A" w:rsidRDefault="0037294A" w:rsidP="002A7904">
            <w:pPr>
              <w:jc w:val="center"/>
              <w:rPr>
                <w:rFonts w:cs="Arial"/>
                <w:color w:val="000000"/>
                <w:sz w:val="18"/>
                <w:szCs w:val="18"/>
              </w:rPr>
            </w:pPr>
            <w:r w:rsidRPr="00F5573A">
              <w:rPr>
                <w:rFonts w:cs="Arial"/>
                <w:color w:val="000000"/>
                <w:sz w:val="18"/>
                <w:szCs w:val="18"/>
              </w:rPr>
              <w:t>C4</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015AB06"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A4ED86D" w14:textId="77777777" w:rsidR="0037294A" w:rsidRPr="00F5573A" w:rsidRDefault="0037294A" w:rsidP="002A7904">
            <w:pPr>
              <w:jc w:val="center"/>
              <w:rPr>
                <w:rFonts w:cs="Arial"/>
                <w:color w:val="000000"/>
                <w:sz w:val="18"/>
                <w:szCs w:val="18"/>
              </w:rPr>
            </w:pPr>
            <w:r w:rsidRPr="00F5573A">
              <w:rPr>
                <w:rFonts w:cs="Arial"/>
                <w:color w:val="000000"/>
                <w:sz w:val="18"/>
                <w:szCs w:val="18"/>
              </w:rPr>
              <w:t>5,322</w:t>
            </w:r>
          </w:p>
        </w:tc>
        <w:tc>
          <w:tcPr>
            <w:tcW w:w="1350" w:type="dxa"/>
            <w:tcBorders>
              <w:top w:val="nil"/>
              <w:left w:val="nil"/>
              <w:bottom w:val="single" w:sz="4" w:space="0" w:color="auto"/>
              <w:right w:val="single" w:sz="4" w:space="0" w:color="auto"/>
            </w:tcBorders>
            <w:shd w:val="clear" w:color="000000" w:fill="D9D9D9"/>
            <w:vAlign w:val="center"/>
            <w:hideMark/>
          </w:tcPr>
          <w:p w14:paraId="5DD19FDE"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DEEF26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62D6ECDA"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A11610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D31D224"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B57929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99F405C"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D74E847"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08FFEA5A"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SW3-LOG5-12</w:t>
            </w:r>
          </w:p>
        </w:tc>
        <w:tc>
          <w:tcPr>
            <w:tcW w:w="1350" w:type="dxa"/>
            <w:vMerge/>
            <w:tcBorders>
              <w:top w:val="nil"/>
              <w:left w:val="single" w:sz="4" w:space="0" w:color="auto"/>
              <w:bottom w:val="single" w:sz="8" w:space="0" w:color="000000"/>
              <w:right w:val="single" w:sz="4" w:space="0" w:color="auto"/>
            </w:tcBorders>
            <w:vAlign w:val="center"/>
            <w:hideMark/>
          </w:tcPr>
          <w:p w14:paraId="5CCE2A3A"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C36E15D" w14:textId="77777777" w:rsidR="0037294A" w:rsidRPr="00F5573A" w:rsidRDefault="0037294A" w:rsidP="002A7904">
            <w:pPr>
              <w:rPr>
                <w:rFonts w:cs="Arial"/>
                <w:color w:val="000000"/>
                <w:sz w:val="18"/>
                <w:szCs w:val="18"/>
              </w:rPr>
            </w:pPr>
          </w:p>
        </w:tc>
      </w:tr>
      <w:tr w:rsidR="0037294A" w:rsidRPr="00F5573A" w14:paraId="4A93C77C"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7C4AB61"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EEF6D8B" w14:textId="77777777" w:rsidR="0037294A" w:rsidRPr="00F5573A" w:rsidRDefault="0037294A" w:rsidP="002A7904">
            <w:pPr>
              <w:jc w:val="center"/>
              <w:rPr>
                <w:rFonts w:cs="Arial"/>
                <w:color w:val="000000"/>
                <w:sz w:val="18"/>
                <w:szCs w:val="18"/>
              </w:rPr>
            </w:pPr>
            <w:r w:rsidRPr="00F5573A">
              <w:rPr>
                <w:rFonts w:cs="Arial"/>
                <w:color w:val="000000"/>
                <w:sz w:val="18"/>
                <w:szCs w:val="18"/>
              </w:rPr>
              <w:t>E</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24A6E5F"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C791C89" w14:textId="77777777" w:rsidR="0037294A" w:rsidRPr="00F5573A" w:rsidRDefault="0037294A" w:rsidP="002A7904">
            <w:pPr>
              <w:jc w:val="center"/>
              <w:rPr>
                <w:rFonts w:cs="Arial"/>
                <w:color w:val="000000"/>
                <w:sz w:val="18"/>
                <w:szCs w:val="18"/>
              </w:rPr>
            </w:pPr>
            <w:r w:rsidRPr="00F5573A">
              <w:rPr>
                <w:rFonts w:cs="Arial"/>
                <w:color w:val="000000"/>
                <w:sz w:val="18"/>
                <w:szCs w:val="18"/>
              </w:rPr>
              <w:t>8,769</w:t>
            </w:r>
          </w:p>
        </w:tc>
        <w:tc>
          <w:tcPr>
            <w:tcW w:w="1350" w:type="dxa"/>
            <w:tcBorders>
              <w:top w:val="nil"/>
              <w:left w:val="nil"/>
              <w:bottom w:val="single" w:sz="4" w:space="0" w:color="auto"/>
              <w:right w:val="single" w:sz="4" w:space="0" w:color="auto"/>
            </w:tcBorders>
            <w:shd w:val="clear" w:color="auto" w:fill="auto"/>
            <w:vAlign w:val="center"/>
            <w:hideMark/>
          </w:tcPr>
          <w:p w14:paraId="3D488E82"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238FE9CB"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6308DF0B"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741FB29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258C14E"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1FC9E5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3530A48"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3BE391B"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63A1AF8D"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SW3-LOG5-13</w:t>
            </w:r>
          </w:p>
        </w:tc>
        <w:tc>
          <w:tcPr>
            <w:tcW w:w="1350" w:type="dxa"/>
            <w:tcBorders>
              <w:top w:val="nil"/>
              <w:left w:val="nil"/>
              <w:bottom w:val="single" w:sz="8" w:space="0" w:color="auto"/>
              <w:right w:val="single" w:sz="4" w:space="0" w:color="auto"/>
            </w:tcBorders>
            <w:shd w:val="clear" w:color="auto" w:fill="auto"/>
            <w:noWrap/>
            <w:vAlign w:val="center"/>
            <w:hideMark/>
          </w:tcPr>
          <w:p w14:paraId="4CD8A00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2D80AE73"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7EA78D39"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F12A251" w14:textId="77777777" w:rsidR="0037294A" w:rsidRPr="00F5573A" w:rsidRDefault="0037294A" w:rsidP="002A7904">
            <w:pPr>
              <w:jc w:val="center"/>
              <w:rPr>
                <w:rFonts w:cs="Arial"/>
                <w:color w:val="000000"/>
                <w:sz w:val="18"/>
                <w:szCs w:val="18"/>
              </w:rPr>
            </w:pPr>
            <w:r>
              <w:rPr>
                <w:rFonts w:cs="Arial"/>
                <w:color w:val="000000"/>
                <w:sz w:val="18"/>
                <w:szCs w:val="18"/>
              </w:rPr>
              <w:lastRenderedPageBreak/>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8E9F371" w14:textId="77777777" w:rsidR="0037294A" w:rsidRPr="00F5573A" w:rsidRDefault="0037294A" w:rsidP="002A7904">
            <w:pPr>
              <w:jc w:val="center"/>
              <w:rPr>
                <w:rFonts w:cs="Arial"/>
                <w:color w:val="000000"/>
                <w:sz w:val="18"/>
                <w:szCs w:val="18"/>
              </w:rPr>
            </w:pPr>
            <w:r w:rsidRPr="00F5573A">
              <w:rPr>
                <w:rFonts w:cs="Arial"/>
                <w:color w:val="000000"/>
                <w:sz w:val="18"/>
                <w:szCs w:val="18"/>
              </w:rPr>
              <w:t>F</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22CECD4"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60862C06" w14:textId="77777777" w:rsidR="0037294A" w:rsidRPr="00F5573A" w:rsidRDefault="0037294A" w:rsidP="002A7904">
            <w:pPr>
              <w:jc w:val="center"/>
              <w:rPr>
                <w:rFonts w:cs="Arial"/>
                <w:color w:val="000000"/>
                <w:sz w:val="18"/>
                <w:szCs w:val="18"/>
              </w:rPr>
            </w:pPr>
            <w:r w:rsidRPr="00F5573A">
              <w:rPr>
                <w:rFonts w:cs="Arial"/>
                <w:color w:val="000000"/>
                <w:sz w:val="18"/>
                <w:szCs w:val="18"/>
              </w:rPr>
              <w:t>8,857</w:t>
            </w:r>
          </w:p>
        </w:tc>
        <w:tc>
          <w:tcPr>
            <w:tcW w:w="1350" w:type="dxa"/>
            <w:tcBorders>
              <w:top w:val="nil"/>
              <w:left w:val="nil"/>
              <w:bottom w:val="single" w:sz="4" w:space="0" w:color="auto"/>
              <w:right w:val="single" w:sz="4" w:space="0" w:color="auto"/>
            </w:tcBorders>
            <w:shd w:val="clear" w:color="000000" w:fill="D9D9D9"/>
            <w:vAlign w:val="center"/>
            <w:hideMark/>
          </w:tcPr>
          <w:p w14:paraId="1653C610"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000000" w:fill="D9D9D9"/>
            <w:noWrap/>
            <w:vAlign w:val="center"/>
            <w:hideMark/>
          </w:tcPr>
          <w:p w14:paraId="26E20C29"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48F94B26"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5C21597"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CE1B71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A3A096E"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F88A897"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8B8646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34F16C9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SW3-LOG5-14</w:t>
            </w:r>
          </w:p>
        </w:tc>
        <w:tc>
          <w:tcPr>
            <w:tcW w:w="1350" w:type="dxa"/>
            <w:tcBorders>
              <w:top w:val="nil"/>
              <w:left w:val="nil"/>
              <w:bottom w:val="single" w:sz="8" w:space="0" w:color="auto"/>
              <w:right w:val="single" w:sz="4" w:space="0" w:color="auto"/>
            </w:tcBorders>
            <w:shd w:val="clear" w:color="000000" w:fill="D9D9D9"/>
            <w:noWrap/>
            <w:vAlign w:val="center"/>
            <w:hideMark/>
          </w:tcPr>
          <w:p w14:paraId="2CDF78C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142A4729"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2BF08657"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1C32D3A"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7AAEF12" w14:textId="77777777" w:rsidR="0037294A" w:rsidRPr="00F5573A" w:rsidRDefault="0037294A" w:rsidP="002A7904">
            <w:pPr>
              <w:jc w:val="center"/>
              <w:rPr>
                <w:rFonts w:cs="Arial"/>
                <w:color w:val="000000"/>
                <w:sz w:val="18"/>
                <w:szCs w:val="18"/>
              </w:rPr>
            </w:pPr>
            <w:r w:rsidRPr="00F5573A">
              <w:rPr>
                <w:rFonts w:cs="Arial"/>
                <w:color w:val="000000"/>
                <w:sz w:val="18"/>
                <w:szCs w:val="18"/>
              </w:rPr>
              <w:t>G</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3A2800B"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C172599" w14:textId="77777777" w:rsidR="0037294A" w:rsidRPr="00F5573A" w:rsidRDefault="0037294A" w:rsidP="002A7904">
            <w:pPr>
              <w:jc w:val="center"/>
              <w:rPr>
                <w:rFonts w:cs="Arial"/>
                <w:color w:val="000000"/>
                <w:sz w:val="18"/>
                <w:szCs w:val="18"/>
              </w:rPr>
            </w:pPr>
            <w:r w:rsidRPr="00F5573A">
              <w:rPr>
                <w:rFonts w:cs="Arial"/>
                <w:color w:val="000000"/>
                <w:sz w:val="18"/>
                <w:szCs w:val="18"/>
              </w:rPr>
              <w:t>8,758</w:t>
            </w:r>
          </w:p>
        </w:tc>
        <w:tc>
          <w:tcPr>
            <w:tcW w:w="1350" w:type="dxa"/>
            <w:tcBorders>
              <w:top w:val="nil"/>
              <w:left w:val="nil"/>
              <w:bottom w:val="single" w:sz="4" w:space="0" w:color="auto"/>
              <w:right w:val="single" w:sz="4" w:space="0" w:color="auto"/>
            </w:tcBorders>
            <w:shd w:val="clear" w:color="auto" w:fill="auto"/>
            <w:vAlign w:val="center"/>
            <w:hideMark/>
          </w:tcPr>
          <w:p w14:paraId="5F0A454F"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2811C2AA"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4C65BADD"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0DF951F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55E74F9"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3BA453B"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BFEBAEE"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65615C6"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0F8E3A8E"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SW3-LOG5-15</w:t>
            </w:r>
          </w:p>
        </w:tc>
        <w:tc>
          <w:tcPr>
            <w:tcW w:w="1350" w:type="dxa"/>
            <w:tcBorders>
              <w:top w:val="nil"/>
              <w:left w:val="nil"/>
              <w:bottom w:val="single" w:sz="8" w:space="0" w:color="auto"/>
              <w:right w:val="single" w:sz="4" w:space="0" w:color="auto"/>
            </w:tcBorders>
            <w:shd w:val="clear" w:color="auto" w:fill="auto"/>
            <w:noWrap/>
            <w:vAlign w:val="center"/>
            <w:hideMark/>
          </w:tcPr>
          <w:p w14:paraId="5E69031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7DA8A1A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10922A2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30C984AF"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DF40A43" w14:textId="77777777" w:rsidR="0037294A" w:rsidRPr="00F5573A" w:rsidRDefault="0037294A" w:rsidP="002A7904">
            <w:pPr>
              <w:jc w:val="center"/>
              <w:rPr>
                <w:rFonts w:cs="Arial"/>
                <w:color w:val="000000"/>
                <w:sz w:val="18"/>
                <w:szCs w:val="18"/>
              </w:rPr>
            </w:pPr>
            <w:r w:rsidRPr="00F5573A">
              <w:rPr>
                <w:rFonts w:cs="Arial"/>
                <w:color w:val="000000"/>
                <w:sz w:val="18"/>
                <w:szCs w:val="18"/>
              </w:rPr>
              <w:t>H1</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63A7A44"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C7158F3" w14:textId="77777777" w:rsidR="0037294A" w:rsidRPr="00F5573A" w:rsidRDefault="0037294A" w:rsidP="002A7904">
            <w:pPr>
              <w:jc w:val="center"/>
              <w:rPr>
                <w:rFonts w:cs="Arial"/>
                <w:color w:val="000000"/>
                <w:sz w:val="18"/>
                <w:szCs w:val="18"/>
              </w:rPr>
            </w:pPr>
            <w:r w:rsidRPr="00F5573A">
              <w:rPr>
                <w:rFonts w:cs="Arial"/>
                <w:color w:val="000000"/>
                <w:sz w:val="18"/>
                <w:szCs w:val="18"/>
              </w:rPr>
              <w:t>2,074</w:t>
            </w:r>
          </w:p>
        </w:tc>
        <w:tc>
          <w:tcPr>
            <w:tcW w:w="1350" w:type="dxa"/>
            <w:tcBorders>
              <w:top w:val="nil"/>
              <w:left w:val="nil"/>
              <w:bottom w:val="single" w:sz="4" w:space="0" w:color="auto"/>
              <w:right w:val="single" w:sz="4" w:space="0" w:color="auto"/>
            </w:tcBorders>
            <w:shd w:val="clear" w:color="000000" w:fill="D9D9D9"/>
            <w:vAlign w:val="center"/>
            <w:hideMark/>
          </w:tcPr>
          <w:p w14:paraId="436E1860"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1A9FA4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20F2989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541AC9E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268FA6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05B3D8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753298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C6DB5B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17E1808E"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SW3-LOG5-16</w:t>
            </w:r>
          </w:p>
        </w:tc>
        <w:tc>
          <w:tcPr>
            <w:tcW w:w="1350" w:type="dxa"/>
            <w:vMerge/>
            <w:tcBorders>
              <w:top w:val="nil"/>
              <w:left w:val="single" w:sz="4" w:space="0" w:color="auto"/>
              <w:bottom w:val="single" w:sz="8" w:space="0" w:color="000000"/>
              <w:right w:val="single" w:sz="4" w:space="0" w:color="auto"/>
            </w:tcBorders>
            <w:vAlign w:val="center"/>
            <w:hideMark/>
          </w:tcPr>
          <w:p w14:paraId="410D9549"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4124F938" w14:textId="77777777" w:rsidR="0037294A" w:rsidRPr="00F5573A" w:rsidRDefault="0037294A" w:rsidP="002A7904">
            <w:pPr>
              <w:rPr>
                <w:rFonts w:cs="Arial"/>
                <w:color w:val="000000"/>
                <w:sz w:val="18"/>
                <w:szCs w:val="18"/>
              </w:rPr>
            </w:pPr>
          </w:p>
        </w:tc>
      </w:tr>
      <w:tr w:rsidR="0037294A" w:rsidRPr="00F5573A" w14:paraId="4FEA9E14"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2BFA9E9"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DE61C13" w14:textId="77777777" w:rsidR="0037294A" w:rsidRPr="00F5573A" w:rsidRDefault="0037294A" w:rsidP="002A7904">
            <w:pPr>
              <w:jc w:val="center"/>
              <w:rPr>
                <w:rFonts w:cs="Arial"/>
                <w:color w:val="000000"/>
                <w:sz w:val="18"/>
                <w:szCs w:val="18"/>
              </w:rPr>
            </w:pPr>
            <w:r w:rsidRPr="00F5573A">
              <w:rPr>
                <w:rFonts w:cs="Arial"/>
                <w:color w:val="000000"/>
                <w:sz w:val="18"/>
                <w:szCs w:val="18"/>
              </w:rPr>
              <w:t>H2</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FCFC2DE"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073A0CF" w14:textId="77777777" w:rsidR="0037294A" w:rsidRPr="00F5573A" w:rsidRDefault="0037294A" w:rsidP="002A7904">
            <w:pPr>
              <w:jc w:val="center"/>
              <w:rPr>
                <w:rFonts w:cs="Arial"/>
                <w:color w:val="000000"/>
                <w:sz w:val="18"/>
                <w:szCs w:val="18"/>
              </w:rPr>
            </w:pPr>
            <w:r w:rsidRPr="00F5573A">
              <w:rPr>
                <w:rFonts w:cs="Arial"/>
                <w:color w:val="000000"/>
                <w:sz w:val="18"/>
                <w:szCs w:val="18"/>
              </w:rPr>
              <w:t>2,629</w:t>
            </w:r>
          </w:p>
        </w:tc>
        <w:tc>
          <w:tcPr>
            <w:tcW w:w="1350" w:type="dxa"/>
            <w:tcBorders>
              <w:top w:val="nil"/>
              <w:left w:val="nil"/>
              <w:bottom w:val="single" w:sz="4" w:space="0" w:color="auto"/>
              <w:right w:val="single" w:sz="4" w:space="0" w:color="auto"/>
            </w:tcBorders>
            <w:shd w:val="clear" w:color="auto" w:fill="auto"/>
            <w:vAlign w:val="center"/>
            <w:hideMark/>
          </w:tcPr>
          <w:p w14:paraId="3EECD6E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1EFC39A0"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4D3B785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07D3C59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6BF537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4F29D4E"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A898A7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992860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652C58E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SW3-LOG5-17</w:t>
            </w:r>
          </w:p>
        </w:tc>
        <w:tc>
          <w:tcPr>
            <w:tcW w:w="1350" w:type="dxa"/>
            <w:vMerge/>
            <w:tcBorders>
              <w:top w:val="nil"/>
              <w:left w:val="single" w:sz="4" w:space="0" w:color="auto"/>
              <w:bottom w:val="single" w:sz="8" w:space="0" w:color="000000"/>
              <w:right w:val="single" w:sz="4" w:space="0" w:color="auto"/>
            </w:tcBorders>
            <w:vAlign w:val="center"/>
            <w:hideMark/>
          </w:tcPr>
          <w:p w14:paraId="715AEBF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481AFAA2" w14:textId="77777777" w:rsidR="0037294A" w:rsidRPr="00F5573A" w:rsidRDefault="0037294A" w:rsidP="002A7904">
            <w:pPr>
              <w:rPr>
                <w:rFonts w:cs="Arial"/>
                <w:color w:val="000000"/>
                <w:sz w:val="18"/>
                <w:szCs w:val="18"/>
              </w:rPr>
            </w:pPr>
          </w:p>
        </w:tc>
      </w:tr>
      <w:tr w:rsidR="0037294A" w:rsidRPr="00F5573A" w14:paraId="74341C69"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625031E8"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9977B61" w14:textId="77777777" w:rsidR="0037294A" w:rsidRPr="00F5573A" w:rsidRDefault="0037294A" w:rsidP="002A7904">
            <w:pPr>
              <w:jc w:val="center"/>
              <w:rPr>
                <w:rFonts w:cs="Arial"/>
                <w:color w:val="000000"/>
                <w:sz w:val="18"/>
                <w:szCs w:val="18"/>
              </w:rPr>
            </w:pPr>
            <w:r w:rsidRPr="00F5573A">
              <w:rPr>
                <w:rFonts w:cs="Arial"/>
                <w:color w:val="000000"/>
                <w:sz w:val="18"/>
                <w:szCs w:val="18"/>
              </w:rPr>
              <w:t>H3</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36519E0"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89E4D7D" w14:textId="77777777" w:rsidR="0037294A" w:rsidRPr="00F5573A" w:rsidRDefault="0037294A" w:rsidP="002A7904">
            <w:pPr>
              <w:jc w:val="center"/>
              <w:rPr>
                <w:rFonts w:cs="Arial"/>
                <w:color w:val="000000"/>
                <w:sz w:val="18"/>
                <w:szCs w:val="18"/>
              </w:rPr>
            </w:pPr>
            <w:r w:rsidRPr="00F5573A">
              <w:rPr>
                <w:rFonts w:cs="Arial"/>
                <w:color w:val="000000"/>
                <w:sz w:val="18"/>
                <w:szCs w:val="18"/>
              </w:rPr>
              <w:t>2,439</w:t>
            </w:r>
          </w:p>
        </w:tc>
        <w:tc>
          <w:tcPr>
            <w:tcW w:w="1350" w:type="dxa"/>
            <w:tcBorders>
              <w:top w:val="nil"/>
              <w:left w:val="nil"/>
              <w:bottom w:val="single" w:sz="4" w:space="0" w:color="auto"/>
              <w:right w:val="single" w:sz="4" w:space="0" w:color="auto"/>
            </w:tcBorders>
            <w:shd w:val="clear" w:color="000000" w:fill="D9D9D9"/>
            <w:vAlign w:val="center"/>
            <w:hideMark/>
          </w:tcPr>
          <w:p w14:paraId="4C0F873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AC2CB1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6DF59B6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477295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E32D4CC"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F1A48D6"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E691275"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FF5EEBD"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78D4B980"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SW3-LOG5-18</w:t>
            </w:r>
          </w:p>
        </w:tc>
        <w:tc>
          <w:tcPr>
            <w:tcW w:w="1350" w:type="dxa"/>
            <w:vMerge/>
            <w:tcBorders>
              <w:top w:val="nil"/>
              <w:left w:val="single" w:sz="4" w:space="0" w:color="auto"/>
              <w:bottom w:val="single" w:sz="8" w:space="0" w:color="000000"/>
              <w:right w:val="single" w:sz="4" w:space="0" w:color="auto"/>
            </w:tcBorders>
            <w:vAlign w:val="center"/>
            <w:hideMark/>
          </w:tcPr>
          <w:p w14:paraId="13DD5279"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CB19FE2" w14:textId="77777777" w:rsidR="0037294A" w:rsidRPr="00F5573A" w:rsidRDefault="0037294A" w:rsidP="002A7904">
            <w:pPr>
              <w:rPr>
                <w:rFonts w:cs="Arial"/>
                <w:color w:val="000000"/>
                <w:sz w:val="18"/>
                <w:szCs w:val="18"/>
              </w:rPr>
            </w:pPr>
          </w:p>
        </w:tc>
      </w:tr>
      <w:tr w:rsidR="0037294A" w:rsidRPr="00F5573A" w14:paraId="53056AA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A7AF1FD"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9A22D88" w14:textId="77777777" w:rsidR="0037294A" w:rsidRPr="00F5573A" w:rsidRDefault="0037294A" w:rsidP="002A7904">
            <w:pPr>
              <w:jc w:val="center"/>
              <w:rPr>
                <w:rFonts w:cs="Arial"/>
                <w:color w:val="000000"/>
                <w:sz w:val="18"/>
                <w:szCs w:val="18"/>
              </w:rPr>
            </w:pPr>
            <w:r w:rsidRPr="00F5573A">
              <w:rPr>
                <w:rFonts w:cs="Arial"/>
                <w:color w:val="000000"/>
                <w:sz w:val="18"/>
                <w:szCs w:val="18"/>
              </w:rPr>
              <w:t>H4</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DB9A434"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5DD4B04" w14:textId="77777777" w:rsidR="0037294A" w:rsidRPr="00F5573A" w:rsidRDefault="0037294A" w:rsidP="002A7904">
            <w:pPr>
              <w:jc w:val="center"/>
              <w:rPr>
                <w:rFonts w:cs="Arial"/>
                <w:color w:val="000000"/>
                <w:sz w:val="18"/>
                <w:szCs w:val="18"/>
              </w:rPr>
            </w:pPr>
            <w:r w:rsidRPr="00F5573A">
              <w:rPr>
                <w:rFonts w:cs="Arial"/>
                <w:color w:val="000000"/>
                <w:sz w:val="18"/>
                <w:szCs w:val="18"/>
              </w:rPr>
              <w:t>2,746</w:t>
            </w:r>
          </w:p>
        </w:tc>
        <w:tc>
          <w:tcPr>
            <w:tcW w:w="1350" w:type="dxa"/>
            <w:tcBorders>
              <w:top w:val="nil"/>
              <w:left w:val="nil"/>
              <w:bottom w:val="single" w:sz="4" w:space="0" w:color="auto"/>
              <w:right w:val="single" w:sz="4" w:space="0" w:color="auto"/>
            </w:tcBorders>
            <w:shd w:val="clear" w:color="auto" w:fill="auto"/>
            <w:vAlign w:val="center"/>
            <w:hideMark/>
          </w:tcPr>
          <w:p w14:paraId="1593902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590CF3E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60F54A9E"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0D99D1A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1D9EB1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01D1B22"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7A6EDA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49F6D9C8"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1E0DB28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SW3-LOG5-19</w:t>
            </w:r>
          </w:p>
        </w:tc>
        <w:tc>
          <w:tcPr>
            <w:tcW w:w="1350" w:type="dxa"/>
            <w:vMerge/>
            <w:tcBorders>
              <w:top w:val="nil"/>
              <w:left w:val="single" w:sz="4" w:space="0" w:color="auto"/>
              <w:bottom w:val="single" w:sz="8" w:space="0" w:color="000000"/>
              <w:right w:val="single" w:sz="4" w:space="0" w:color="auto"/>
            </w:tcBorders>
            <w:vAlign w:val="center"/>
            <w:hideMark/>
          </w:tcPr>
          <w:p w14:paraId="0E8611C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4865A084" w14:textId="77777777" w:rsidR="0037294A" w:rsidRPr="00F5573A" w:rsidRDefault="0037294A" w:rsidP="002A7904">
            <w:pPr>
              <w:rPr>
                <w:rFonts w:cs="Arial"/>
                <w:color w:val="000000"/>
                <w:sz w:val="18"/>
                <w:szCs w:val="18"/>
              </w:rPr>
            </w:pPr>
          </w:p>
        </w:tc>
      </w:tr>
      <w:tr w:rsidR="0037294A" w:rsidRPr="00F5573A" w14:paraId="2960F80F"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610BB4F9"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92AAA19" w14:textId="77777777" w:rsidR="0037294A" w:rsidRPr="00F5573A" w:rsidRDefault="0037294A" w:rsidP="002A7904">
            <w:pPr>
              <w:jc w:val="center"/>
              <w:rPr>
                <w:rFonts w:cs="Arial"/>
                <w:color w:val="000000"/>
                <w:sz w:val="18"/>
                <w:szCs w:val="18"/>
              </w:rPr>
            </w:pPr>
            <w:r w:rsidRPr="00F5573A">
              <w:rPr>
                <w:rFonts w:cs="Arial"/>
                <w:color w:val="000000"/>
                <w:sz w:val="18"/>
                <w:szCs w:val="18"/>
              </w:rPr>
              <w:t>I1</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4CC3B4E"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A0BD7FA" w14:textId="77777777" w:rsidR="0037294A" w:rsidRPr="00F5573A" w:rsidRDefault="0037294A" w:rsidP="002A7904">
            <w:pPr>
              <w:jc w:val="center"/>
              <w:rPr>
                <w:rFonts w:cs="Arial"/>
                <w:color w:val="000000"/>
                <w:sz w:val="18"/>
                <w:szCs w:val="18"/>
              </w:rPr>
            </w:pPr>
            <w:r w:rsidRPr="00F5573A">
              <w:rPr>
                <w:rFonts w:cs="Arial"/>
                <w:color w:val="000000"/>
                <w:sz w:val="18"/>
                <w:szCs w:val="18"/>
              </w:rPr>
              <w:t>2,921</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3699E50"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5EB2CB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5A1F578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54DA819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8191485"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534E737"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9970BF7"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2B2B42F"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2CB7446B"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0DC89271"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2A6BD29" w14:textId="77777777" w:rsidR="0037294A" w:rsidRPr="00F5573A" w:rsidRDefault="0037294A" w:rsidP="002A7904">
            <w:pPr>
              <w:rPr>
                <w:rFonts w:cs="Arial"/>
                <w:color w:val="000000"/>
                <w:sz w:val="18"/>
                <w:szCs w:val="18"/>
              </w:rPr>
            </w:pPr>
          </w:p>
        </w:tc>
      </w:tr>
      <w:tr w:rsidR="0037294A" w:rsidRPr="00F5573A" w14:paraId="043A33AB"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DAA9F4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5AC3DD4" w14:textId="77777777" w:rsidR="0037294A" w:rsidRPr="00F5573A" w:rsidRDefault="0037294A" w:rsidP="002A7904">
            <w:pPr>
              <w:jc w:val="center"/>
              <w:rPr>
                <w:rFonts w:cs="Arial"/>
                <w:color w:val="000000"/>
                <w:sz w:val="18"/>
                <w:szCs w:val="18"/>
              </w:rPr>
            </w:pPr>
            <w:r w:rsidRPr="00F5573A">
              <w:rPr>
                <w:rFonts w:cs="Arial"/>
                <w:color w:val="000000"/>
                <w:sz w:val="18"/>
                <w:szCs w:val="18"/>
              </w:rPr>
              <w:t>I2</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BCCD736"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C6933B8" w14:textId="77777777" w:rsidR="0037294A" w:rsidRPr="00F5573A" w:rsidRDefault="0037294A" w:rsidP="002A7904">
            <w:pPr>
              <w:jc w:val="center"/>
              <w:rPr>
                <w:rFonts w:cs="Arial"/>
                <w:color w:val="000000"/>
                <w:sz w:val="18"/>
                <w:szCs w:val="18"/>
              </w:rPr>
            </w:pPr>
            <w:r w:rsidRPr="00F5573A">
              <w:rPr>
                <w:rFonts w:cs="Arial"/>
                <w:color w:val="000000"/>
                <w:sz w:val="18"/>
                <w:szCs w:val="18"/>
              </w:rPr>
              <w:t>3,271</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5AF1F27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0EF0545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4DF760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1520D14"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7DCE397"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013E1BD"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5C7C6E3"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2C25A0EC"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3A9B568B"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7453EDD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2D7EE54" w14:textId="77777777" w:rsidR="0037294A" w:rsidRPr="00F5573A" w:rsidRDefault="0037294A" w:rsidP="002A7904">
            <w:pPr>
              <w:rPr>
                <w:rFonts w:cs="Arial"/>
                <w:color w:val="000000"/>
                <w:sz w:val="18"/>
                <w:szCs w:val="18"/>
              </w:rPr>
            </w:pPr>
          </w:p>
        </w:tc>
      </w:tr>
      <w:tr w:rsidR="0037294A" w:rsidRPr="00F5573A" w14:paraId="1FB456AC"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03CC8213"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7A6C328" w14:textId="77777777" w:rsidR="0037294A" w:rsidRPr="00F5573A" w:rsidRDefault="0037294A" w:rsidP="002A7904">
            <w:pPr>
              <w:jc w:val="center"/>
              <w:rPr>
                <w:rFonts w:cs="Arial"/>
                <w:color w:val="000000"/>
                <w:sz w:val="18"/>
                <w:szCs w:val="18"/>
              </w:rPr>
            </w:pPr>
            <w:r w:rsidRPr="00F5573A">
              <w:rPr>
                <w:rFonts w:cs="Arial"/>
                <w:color w:val="000000"/>
                <w:sz w:val="18"/>
                <w:szCs w:val="18"/>
              </w:rPr>
              <w:t>I3</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399AE79"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9C722BD" w14:textId="77777777" w:rsidR="0037294A" w:rsidRPr="00F5573A" w:rsidRDefault="0037294A" w:rsidP="002A7904">
            <w:pPr>
              <w:jc w:val="center"/>
              <w:rPr>
                <w:rFonts w:cs="Arial"/>
                <w:color w:val="000000"/>
                <w:sz w:val="18"/>
                <w:szCs w:val="18"/>
              </w:rPr>
            </w:pPr>
            <w:r w:rsidRPr="00F5573A">
              <w:rPr>
                <w:rFonts w:cs="Arial"/>
                <w:color w:val="000000"/>
                <w:sz w:val="18"/>
                <w:szCs w:val="18"/>
              </w:rPr>
              <w:t>2,449</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78C6AC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0E91E0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4A319BD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7DBB93B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46DC632"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2595177"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797324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E6F89EF"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380B50A5"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252193F9"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14367C9E" w14:textId="77777777" w:rsidR="0037294A" w:rsidRPr="00F5573A" w:rsidRDefault="0037294A" w:rsidP="002A7904">
            <w:pPr>
              <w:rPr>
                <w:rFonts w:cs="Arial"/>
                <w:color w:val="000000"/>
                <w:sz w:val="18"/>
                <w:szCs w:val="18"/>
              </w:rPr>
            </w:pPr>
          </w:p>
        </w:tc>
      </w:tr>
      <w:tr w:rsidR="0037294A" w:rsidRPr="00F5573A" w14:paraId="3F090BD8"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01EFA2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F6E4FE6" w14:textId="77777777" w:rsidR="0037294A" w:rsidRPr="00F5573A" w:rsidRDefault="0037294A" w:rsidP="002A7904">
            <w:pPr>
              <w:jc w:val="center"/>
              <w:rPr>
                <w:rFonts w:cs="Arial"/>
                <w:color w:val="000000"/>
                <w:sz w:val="18"/>
                <w:szCs w:val="18"/>
              </w:rPr>
            </w:pPr>
            <w:r w:rsidRPr="00F5573A">
              <w:rPr>
                <w:rFonts w:cs="Arial"/>
                <w:color w:val="000000"/>
                <w:sz w:val="18"/>
                <w:szCs w:val="18"/>
              </w:rPr>
              <w:t>I4</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25FC2630"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551CE09" w14:textId="77777777" w:rsidR="0037294A" w:rsidRPr="00F5573A" w:rsidRDefault="0037294A" w:rsidP="002A7904">
            <w:pPr>
              <w:jc w:val="center"/>
              <w:rPr>
                <w:rFonts w:cs="Arial"/>
                <w:color w:val="000000"/>
                <w:sz w:val="18"/>
                <w:szCs w:val="18"/>
              </w:rPr>
            </w:pPr>
            <w:r w:rsidRPr="00F5573A">
              <w:rPr>
                <w:rFonts w:cs="Arial"/>
                <w:color w:val="000000"/>
                <w:sz w:val="18"/>
                <w:szCs w:val="18"/>
              </w:rPr>
              <w:t>2,485</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3E5A1DDD"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2238850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6D53F39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0060ED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91838E1"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14B00A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564FC9C"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E3B9C68"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1FEBE9F2"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387AAA2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4DF6234" w14:textId="77777777" w:rsidR="0037294A" w:rsidRPr="00F5573A" w:rsidRDefault="0037294A" w:rsidP="002A7904">
            <w:pPr>
              <w:rPr>
                <w:rFonts w:cs="Arial"/>
                <w:color w:val="000000"/>
                <w:sz w:val="18"/>
                <w:szCs w:val="18"/>
              </w:rPr>
            </w:pPr>
          </w:p>
        </w:tc>
      </w:tr>
      <w:tr w:rsidR="0037294A" w:rsidRPr="00F5573A" w14:paraId="4CF58CE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375043B" w14:textId="77777777" w:rsidR="0037294A" w:rsidRPr="00F5573A" w:rsidRDefault="0037294A" w:rsidP="002A7904">
            <w:pPr>
              <w:jc w:val="center"/>
              <w:rPr>
                <w:rFonts w:cs="Arial"/>
                <w:color w:val="000000"/>
                <w:sz w:val="18"/>
                <w:szCs w:val="18"/>
              </w:rPr>
            </w:pPr>
            <w:r>
              <w:rPr>
                <w:rFonts w:cs="Arial"/>
                <w:color w:val="000000"/>
                <w:sz w:val="18"/>
                <w:szCs w:val="18"/>
              </w:rPr>
              <w:t xml:space="preserve">Radisson </w:t>
            </w:r>
            <w:r w:rsidRPr="00F5573A">
              <w:rPr>
                <w:rFonts w:cs="Arial"/>
                <w:color w:val="000000"/>
                <w:sz w:val="18"/>
                <w:szCs w:val="18"/>
              </w:rPr>
              <w:t>Lot 6</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6B30445E"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5BBAA95" w14:textId="77777777" w:rsidR="0037294A" w:rsidRPr="00F5573A" w:rsidRDefault="0037294A" w:rsidP="002A7904">
            <w:pPr>
              <w:jc w:val="center"/>
              <w:rPr>
                <w:rFonts w:cs="Arial"/>
                <w:color w:val="000000"/>
                <w:sz w:val="18"/>
                <w:szCs w:val="18"/>
              </w:rPr>
            </w:pPr>
            <w:r w:rsidRPr="00F5573A">
              <w:rPr>
                <w:rFonts w:cs="Arial"/>
                <w:color w:val="000000"/>
                <w:sz w:val="18"/>
                <w:szCs w:val="18"/>
              </w:rPr>
              <w:t>17001 International Blvd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B8BE746" w14:textId="77777777" w:rsidR="0037294A" w:rsidRPr="00F5573A" w:rsidRDefault="0037294A" w:rsidP="002A7904">
            <w:pPr>
              <w:jc w:val="center"/>
              <w:rPr>
                <w:rFonts w:cs="Arial"/>
                <w:color w:val="000000"/>
                <w:sz w:val="18"/>
                <w:szCs w:val="18"/>
              </w:rPr>
            </w:pPr>
            <w:r w:rsidRPr="00F5573A">
              <w:rPr>
                <w:rFonts w:cs="Arial"/>
                <w:color w:val="000000"/>
                <w:sz w:val="18"/>
                <w:szCs w:val="18"/>
              </w:rPr>
              <w:t>8,620</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1345DC5" w14:textId="77777777" w:rsidR="0037294A" w:rsidRPr="00F5573A" w:rsidRDefault="0037294A" w:rsidP="002A7904">
            <w:pPr>
              <w:jc w:val="center"/>
              <w:rPr>
                <w:rFonts w:cs="Arial"/>
                <w:color w:val="000000"/>
                <w:sz w:val="18"/>
                <w:szCs w:val="18"/>
              </w:rPr>
            </w:pPr>
            <w:r w:rsidRPr="00F5573A">
              <w:rPr>
                <w:rFonts w:cs="Arial"/>
                <w:color w:val="000000"/>
                <w:sz w:val="18"/>
                <w:szCs w:val="18"/>
              </w:rPr>
              <w:t>100A, 200A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0FE136E"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7E3C13A9"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A11B9C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32C7429"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B70F95F"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81B9F5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6BD61D6"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5A5F51A4"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15CBE702"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4A69F6D1" w14:textId="77777777" w:rsidR="0037294A" w:rsidRPr="00F5573A" w:rsidRDefault="0037294A" w:rsidP="002A7904">
            <w:pPr>
              <w:rPr>
                <w:rFonts w:cs="Arial"/>
                <w:color w:val="000000"/>
                <w:sz w:val="18"/>
                <w:szCs w:val="18"/>
              </w:rPr>
            </w:pPr>
          </w:p>
        </w:tc>
      </w:tr>
      <w:tr w:rsidR="0037294A" w:rsidRPr="00F5573A" w14:paraId="7ADA6A0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510030B" w14:textId="77777777" w:rsidR="0037294A" w:rsidRPr="00F5573A" w:rsidRDefault="0037294A" w:rsidP="002A7904">
            <w:pPr>
              <w:jc w:val="center"/>
              <w:rPr>
                <w:rFonts w:cs="Arial"/>
                <w:color w:val="000000"/>
                <w:sz w:val="18"/>
                <w:szCs w:val="18"/>
              </w:rPr>
            </w:pPr>
            <w:r>
              <w:rPr>
                <w:rFonts w:cs="Arial"/>
                <w:color w:val="000000"/>
                <w:sz w:val="18"/>
                <w:szCs w:val="18"/>
              </w:rPr>
              <w:t xml:space="preserve">Radisson </w:t>
            </w:r>
            <w:r w:rsidRPr="00F5573A">
              <w:rPr>
                <w:rFonts w:cs="Arial"/>
                <w:color w:val="000000"/>
                <w:sz w:val="18"/>
                <w:szCs w:val="18"/>
              </w:rPr>
              <w:t>Lot 6</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251A658" w14:textId="77777777" w:rsidR="0037294A" w:rsidRPr="00F5573A" w:rsidRDefault="0037294A" w:rsidP="002A7904">
            <w:pPr>
              <w:jc w:val="center"/>
              <w:rPr>
                <w:rFonts w:cs="Arial"/>
                <w:color w:val="000000"/>
                <w:sz w:val="18"/>
                <w:szCs w:val="18"/>
              </w:rPr>
            </w:pPr>
            <w:r w:rsidRPr="00F5573A">
              <w:rPr>
                <w:rFonts w:cs="Arial"/>
                <w:color w:val="000000"/>
                <w:sz w:val="18"/>
                <w:szCs w:val="18"/>
              </w:rPr>
              <w:t>B</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16766A4" w14:textId="77777777" w:rsidR="0037294A" w:rsidRPr="00F5573A" w:rsidRDefault="0037294A" w:rsidP="002A7904">
            <w:pPr>
              <w:jc w:val="center"/>
              <w:rPr>
                <w:rFonts w:cs="Arial"/>
                <w:color w:val="000000"/>
                <w:sz w:val="18"/>
                <w:szCs w:val="18"/>
              </w:rPr>
            </w:pPr>
            <w:r w:rsidRPr="00F5573A">
              <w:rPr>
                <w:rFonts w:cs="Arial"/>
                <w:color w:val="000000"/>
                <w:sz w:val="18"/>
                <w:szCs w:val="18"/>
              </w:rPr>
              <w:t>17001 International Blvd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6D99844" w14:textId="77777777" w:rsidR="0037294A" w:rsidRPr="00F5573A" w:rsidRDefault="0037294A" w:rsidP="002A7904">
            <w:pPr>
              <w:jc w:val="center"/>
              <w:rPr>
                <w:rFonts w:cs="Arial"/>
                <w:color w:val="000000"/>
                <w:sz w:val="18"/>
                <w:szCs w:val="18"/>
              </w:rPr>
            </w:pPr>
            <w:r w:rsidRPr="00F5573A">
              <w:rPr>
                <w:rFonts w:cs="Arial"/>
                <w:color w:val="000000"/>
                <w:sz w:val="18"/>
                <w:szCs w:val="18"/>
              </w:rPr>
              <w:t>18,050</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04B337C2" w14:textId="77777777" w:rsidR="0037294A" w:rsidRPr="00F5573A" w:rsidRDefault="0037294A" w:rsidP="002A7904">
            <w:pPr>
              <w:jc w:val="center"/>
              <w:rPr>
                <w:rFonts w:cs="Arial"/>
                <w:color w:val="000000"/>
                <w:sz w:val="18"/>
                <w:szCs w:val="18"/>
              </w:rPr>
            </w:pPr>
            <w:r w:rsidRPr="00F5573A">
              <w:rPr>
                <w:rFonts w:cs="Arial"/>
                <w:color w:val="000000"/>
                <w:sz w:val="18"/>
                <w:szCs w:val="18"/>
              </w:rPr>
              <w:t>Multiple 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6A6EB2CA"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3CDDAC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970649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823013D"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1F34186"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C258CA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7915D0C"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7EAB7DA8"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1400903E"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4AA57E3" w14:textId="77777777" w:rsidR="0037294A" w:rsidRPr="00F5573A" w:rsidRDefault="0037294A" w:rsidP="002A7904">
            <w:pPr>
              <w:rPr>
                <w:rFonts w:cs="Arial"/>
                <w:color w:val="000000"/>
                <w:sz w:val="18"/>
                <w:szCs w:val="18"/>
              </w:rPr>
            </w:pPr>
          </w:p>
        </w:tc>
      </w:tr>
      <w:tr w:rsidR="0037294A" w:rsidRPr="00F5573A" w14:paraId="47914096"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27CFDC1C" w14:textId="77777777" w:rsidR="0037294A" w:rsidRPr="00F5573A" w:rsidRDefault="0037294A" w:rsidP="002A7904">
            <w:pPr>
              <w:jc w:val="center"/>
              <w:rPr>
                <w:rFonts w:cs="Arial"/>
                <w:color w:val="000000"/>
                <w:sz w:val="18"/>
                <w:szCs w:val="18"/>
              </w:rPr>
            </w:pPr>
            <w:r>
              <w:rPr>
                <w:rFonts w:cs="Arial"/>
                <w:color w:val="000000"/>
                <w:sz w:val="18"/>
                <w:szCs w:val="18"/>
              </w:rPr>
              <w:t xml:space="preserve">Radisson </w:t>
            </w:r>
            <w:r w:rsidRPr="00F5573A">
              <w:rPr>
                <w:rFonts w:cs="Arial"/>
                <w:color w:val="000000"/>
                <w:sz w:val="18"/>
                <w:szCs w:val="18"/>
              </w:rPr>
              <w:t>Lot 6</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6C3BDD2F"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FA14B0F" w14:textId="77777777" w:rsidR="0037294A" w:rsidRPr="00F5573A" w:rsidRDefault="0037294A" w:rsidP="002A7904">
            <w:pPr>
              <w:jc w:val="center"/>
              <w:rPr>
                <w:rFonts w:cs="Arial"/>
                <w:color w:val="000000"/>
                <w:sz w:val="18"/>
                <w:szCs w:val="18"/>
              </w:rPr>
            </w:pPr>
            <w:r w:rsidRPr="00F5573A">
              <w:rPr>
                <w:rFonts w:cs="Arial"/>
                <w:color w:val="000000"/>
                <w:sz w:val="18"/>
                <w:szCs w:val="18"/>
              </w:rPr>
              <w:t>17001 International Blvd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9C9695E" w14:textId="77777777" w:rsidR="0037294A" w:rsidRPr="00F5573A" w:rsidRDefault="0037294A" w:rsidP="002A7904">
            <w:pPr>
              <w:jc w:val="center"/>
              <w:rPr>
                <w:rFonts w:cs="Arial"/>
                <w:color w:val="000000"/>
                <w:sz w:val="18"/>
                <w:szCs w:val="18"/>
              </w:rPr>
            </w:pPr>
            <w:r w:rsidRPr="00F5573A">
              <w:rPr>
                <w:rFonts w:cs="Arial"/>
                <w:color w:val="000000"/>
                <w:sz w:val="18"/>
                <w:szCs w:val="18"/>
              </w:rPr>
              <w:t>9,805</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EDC4312" w14:textId="77777777" w:rsidR="0037294A" w:rsidRPr="00F5573A" w:rsidRDefault="0037294A" w:rsidP="002A7904">
            <w:pPr>
              <w:jc w:val="center"/>
              <w:rPr>
                <w:rFonts w:cs="Arial"/>
                <w:color w:val="000000"/>
                <w:sz w:val="18"/>
                <w:szCs w:val="18"/>
              </w:rPr>
            </w:pPr>
            <w:r w:rsidRPr="00F5573A">
              <w:rPr>
                <w:rFonts w:cs="Arial"/>
                <w:color w:val="000000"/>
                <w:sz w:val="18"/>
                <w:szCs w:val="18"/>
              </w:rPr>
              <w:t>Multiple 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305D033"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3110F30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5390D022"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A67996E"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375C9C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8C9E52E"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469D70D"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5B6BD02F"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521E795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6219F0C" w14:textId="77777777" w:rsidR="0037294A" w:rsidRPr="00F5573A" w:rsidRDefault="0037294A" w:rsidP="002A7904">
            <w:pPr>
              <w:rPr>
                <w:rFonts w:cs="Arial"/>
                <w:color w:val="000000"/>
                <w:sz w:val="18"/>
                <w:szCs w:val="18"/>
              </w:rPr>
            </w:pPr>
          </w:p>
        </w:tc>
      </w:tr>
      <w:tr w:rsidR="0037294A" w:rsidRPr="00F5573A" w14:paraId="0B4C5066" w14:textId="77777777" w:rsidTr="0037294A">
        <w:trPr>
          <w:trHeight w:val="360"/>
          <w:jc w:val="center"/>
        </w:trPr>
        <w:tc>
          <w:tcPr>
            <w:tcW w:w="1063" w:type="dxa"/>
            <w:tcBorders>
              <w:top w:val="nil"/>
              <w:left w:val="single" w:sz="8" w:space="0" w:color="auto"/>
              <w:bottom w:val="single" w:sz="8" w:space="0" w:color="000000"/>
              <w:right w:val="single" w:sz="4" w:space="0" w:color="auto"/>
            </w:tcBorders>
            <w:vAlign w:val="center"/>
          </w:tcPr>
          <w:p w14:paraId="758D8A82" w14:textId="77777777" w:rsidR="0037294A" w:rsidRPr="00F5573A" w:rsidRDefault="0037294A" w:rsidP="0029723A">
            <w:pPr>
              <w:rPr>
                <w:rFonts w:cs="Arial"/>
                <w:color w:val="000000"/>
                <w:sz w:val="18"/>
                <w:szCs w:val="18"/>
              </w:rPr>
            </w:pPr>
            <w:r>
              <w:rPr>
                <w:rFonts w:cs="Arial"/>
                <w:color w:val="000000"/>
                <w:sz w:val="18"/>
                <w:szCs w:val="18"/>
              </w:rPr>
              <w:lastRenderedPageBreak/>
              <w:t>Cell Lot LSA</w:t>
            </w:r>
          </w:p>
        </w:tc>
        <w:tc>
          <w:tcPr>
            <w:tcW w:w="747" w:type="dxa"/>
            <w:tcBorders>
              <w:top w:val="nil"/>
              <w:left w:val="single" w:sz="4" w:space="0" w:color="auto"/>
              <w:bottom w:val="single" w:sz="8" w:space="0" w:color="000000"/>
              <w:right w:val="single" w:sz="4" w:space="0" w:color="auto"/>
            </w:tcBorders>
            <w:vAlign w:val="center"/>
          </w:tcPr>
          <w:p w14:paraId="52078C1F" w14:textId="77777777" w:rsidR="0037294A" w:rsidRPr="00F5573A" w:rsidRDefault="0037294A" w:rsidP="0029723A">
            <w:pPr>
              <w:rPr>
                <w:rFonts w:cs="Arial"/>
                <w:color w:val="000000"/>
                <w:sz w:val="18"/>
                <w:szCs w:val="18"/>
              </w:rPr>
            </w:pPr>
          </w:p>
        </w:tc>
        <w:tc>
          <w:tcPr>
            <w:tcW w:w="1430" w:type="dxa"/>
            <w:tcBorders>
              <w:top w:val="nil"/>
              <w:left w:val="single" w:sz="4" w:space="0" w:color="auto"/>
              <w:bottom w:val="single" w:sz="8" w:space="0" w:color="000000"/>
              <w:right w:val="single" w:sz="4" w:space="0" w:color="auto"/>
            </w:tcBorders>
            <w:vAlign w:val="center"/>
          </w:tcPr>
          <w:p w14:paraId="06975483" w14:textId="77777777" w:rsidR="0037294A" w:rsidRPr="00F5573A" w:rsidRDefault="0037294A" w:rsidP="008C1378">
            <w:pPr>
              <w:jc w:val="center"/>
              <w:rPr>
                <w:rFonts w:cs="Arial"/>
                <w:color w:val="000000"/>
                <w:sz w:val="18"/>
                <w:szCs w:val="18"/>
              </w:rPr>
            </w:pPr>
            <w:r>
              <w:rPr>
                <w:rFonts w:cs="Arial"/>
                <w:color w:val="000000"/>
                <w:sz w:val="18"/>
                <w:szCs w:val="18"/>
              </w:rPr>
              <w:t>2623 S. 170</w:t>
            </w:r>
            <w:r w:rsidRPr="0029723A">
              <w:rPr>
                <w:rFonts w:cs="Arial"/>
                <w:color w:val="000000"/>
                <w:sz w:val="18"/>
                <w:szCs w:val="18"/>
              </w:rPr>
              <w:t>th</w:t>
            </w:r>
            <w:r>
              <w:rPr>
                <w:rFonts w:cs="Arial"/>
                <w:color w:val="000000"/>
                <w:sz w:val="18"/>
                <w:szCs w:val="18"/>
              </w:rPr>
              <w:t xml:space="preserve"> St SeaTac WA, 98188</w:t>
            </w:r>
          </w:p>
        </w:tc>
        <w:tc>
          <w:tcPr>
            <w:tcW w:w="810" w:type="dxa"/>
            <w:tcBorders>
              <w:top w:val="nil"/>
              <w:left w:val="single" w:sz="4" w:space="0" w:color="auto"/>
              <w:bottom w:val="single" w:sz="8" w:space="0" w:color="000000"/>
              <w:right w:val="single" w:sz="4" w:space="0" w:color="auto"/>
            </w:tcBorders>
            <w:vAlign w:val="center"/>
          </w:tcPr>
          <w:p w14:paraId="7691D17F" w14:textId="77777777" w:rsidR="0037294A" w:rsidRPr="00F5573A" w:rsidRDefault="0037294A" w:rsidP="0029723A">
            <w:pPr>
              <w:rPr>
                <w:rFonts w:cs="Arial"/>
                <w:color w:val="000000"/>
                <w:sz w:val="18"/>
                <w:szCs w:val="18"/>
              </w:rPr>
            </w:pPr>
            <w:r>
              <w:rPr>
                <w:rFonts w:cs="Arial"/>
                <w:color w:val="000000"/>
                <w:sz w:val="18"/>
                <w:szCs w:val="18"/>
              </w:rPr>
              <w:t>13,000</w:t>
            </w:r>
          </w:p>
        </w:tc>
        <w:tc>
          <w:tcPr>
            <w:tcW w:w="1350" w:type="dxa"/>
            <w:tcBorders>
              <w:top w:val="nil"/>
              <w:left w:val="single" w:sz="4" w:space="0" w:color="auto"/>
              <w:bottom w:val="single" w:sz="8" w:space="0" w:color="000000"/>
              <w:right w:val="single" w:sz="4" w:space="0" w:color="auto"/>
            </w:tcBorders>
            <w:vAlign w:val="center"/>
          </w:tcPr>
          <w:p w14:paraId="531EDFE9" w14:textId="77777777" w:rsidR="0037294A" w:rsidRPr="00F5573A" w:rsidRDefault="0037294A" w:rsidP="0029723A">
            <w:pPr>
              <w:rPr>
                <w:rFonts w:cs="Arial"/>
                <w:color w:val="000000"/>
                <w:sz w:val="18"/>
                <w:szCs w:val="18"/>
              </w:rPr>
            </w:pPr>
            <w:r>
              <w:rPr>
                <w:rFonts w:cs="Arial"/>
                <w:color w:val="000000"/>
                <w:sz w:val="18"/>
                <w:szCs w:val="18"/>
              </w:rPr>
              <w:t>Not Available</w:t>
            </w:r>
          </w:p>
        </w:tc>
        <w:tc>
          <w:tcPr>
            <w:tcW w:w="1350" w:type="dxa"/>
            <w:tcBorders>
              <w:top w:val="nil"/>
              <w:left w:val="single" w:sz="4" w:space="0" w:color="auto"/>
              <w:bottom w:val="single" w:sz="8" w:space="0" w:color="000000"/>
              <w:right w:val="single" w:sz="4" w:space="0" w:color="auto"/>
            </w:tcBorders>
            <w:vAlign w:val="center"/>
          </w:tcPr>
          <w:p w14:paraId="6280C156" w14:textId="77777777" w:rsidR="0037294A" w:rsidRPr="00F5573A" w:rsidRDefault="0037294A" w:rsidP="0029723A">
            <w:pPr>
              <w:rPr>
                <w:rFonts w:cs="Arial"/>
                <w:color w:val="000000"/>
                <w:sz w:val="18"/>
                <w:szCs w:val="18"/>
              </w:rPr>
            </w:pPr>
            <w:r w:rsidRPr="0066670F">
              <w:rPr>
                <w:rFonts w:cs="Arial"/>
                <w:color w:val="000000"/>
                <w:sz w:val="18"/>
                <w:szCs w:val="18"/>
              </w:rPr>
              <w:t>Not Available</w:t>
            </w:r>
          </w:p>
        </w:tc>
        <w:tc>
          <w:tcPr>
            <w:tcW w:w="1262" w:type="dxa"/>
            <w:gridSpan w:val="2"/>
            <w:tcBorders>
              <w:top w:val="nil"/>
              <w:left w:val="single" w:sz="4" w:space="0" w:color="auto"/>
              <w:bottom w:val="single" w:sz="8" w:space="0" w:color="000000"/>
              <w:right w:val="single" w:sz="4" w:space="0" w:color="auto"/>
            </w:tcBorders>
            <w:vAlign w:val="center"/>
          </w:tcPr>
          <w:p w14:paraId="0085FC54" w14:textId="77777777" w:rsidR="0037294A" w:rsidRPr="00F5573A" w:rsidRDefault="0037294A" w:rsidP="0029723A">
            <w:pPr>
              <w:rPr>
                <w:rFonts w:cs="Arial"/>
                <w:color w:val="000000"/>
                <w:sz w:val="18"/>
                <w:szCs w:val="18"/>
              </w:rPr>
            </w:pPr>
            <w:r w:rsidRPr="0066670F">
              <w:rPr>
                <w:rFonts w:cs="Arial"/>
                <w:color w:val="000000"/>
                <w:sz w:val="18"/>
                <w:szCs w:val="18"/>
              </w:rPr>
              <w:t>Not Available</w:t>
            </w:r>
          </w:p>
        </w:tc>
      </w:tr>
      <w:tr w:rsidR="0037294A" w:rsidRPr="00F5573A" w14:paraId="4D2A43A6" w14:textId="77777777" w:rsidTr="0037294A">
        <w:trPr>
          <w:trHeight w:val="360"/>
          <w:jc w:val="center"/>
        </w:trPr>
        <w:tc>
          <w:tcPr>
            <w:tcW w:w="1063" w:type="dxa"/>
            <w:tcBorders>
              <w:top w:val="nil"/>
              <w:left w:val="single" w:sz="8" w:space="0" w:color="auto"/>
              <w:bottom w:val="single" w:sz="8" w:space="0" w:color="000000"/>
              <w:right w:val="single" w:sz="4" w:space="0" w:color="auto"/>
            </w:tcBorders>
            <w:shd w:val="clear" w:color="auto" w:fill="D9D9D9"/>
            <w:vAlign w:val="center"/>
          </w:tcPr>
          <w:p w14:paraId="09B51E2E" w14:textId="77777777" w:rsidR="0037294A" w:rsidRPr="00F5573A" w:rsidRDefault="0037294A" w:rsidP="0029723A">
            <w:pPr>
              <w:rPr>
                <w:rFonts w:cs="Arial"/>
                <w:color w:val="000000"/>
                <w:sz w:val="18"/>
                <w:szCs w:val="18"/>
              </w:rPr>
            </w:pPr>
            <w:r>
              <w:rPr>
                <w:rFonts w:cs="Arial"/>
                <w:color w:val="000000"/>
                <w:sz w:val="18"/>
                <w:szCs w:val="18"/>
              </w:rPr>
              <w:t>West LSA</w:t>
            </w:r>
          </w:p>
        </w:tc>
        <w:tc>
          <w:tcPr>
            <w:tcW w:w="747" w:type="dxa"/>
            <w:tcBorders>
              <w:top w:val="nil"/>
              <w:left w:val="single" w:sz="4" w:space="0" w:color="auto"/>
              <w:bottom w:val="single" w:sz="8" w:space="0" w:color="000000"/>
              <w:right w:val="single" w:sz="4" w:space="0" w:color="auto"/>
            </w:tcBorders>
            <w:shd w:val="clear" w:color="auto" w:fill="D9D9D9"/>
            <w:vAlign w:val="center"/>
          </w:tcPr>
          <w:p w14:paraId="045380A0" w14:textId="77777777" w:rsidR="0037294A" w:rsidRPr="00F5573A" w:rsidRDefault="0037294A" w:rsidP="0029723A">
            <w:pPr>
              <w:rPr>
                <w:rFonts w:cs="Arial"/>
                <w:color w:val="000000"/>
                <w:sz w:val="18"/>
                <w:szCs w:val="18"/>
              </w:rPr>
            </w:pPr>
          </w:p>
        </w:tc>
        <w:tc>
          <w:tcPr>
            <w:tcW w:w="1430" w:type="dxa"/>
            <w:tcBorders>
              <w:top w:val="nil"/>
              <w:left w:val="single" w:sz="4" w:space="0" w:color="auto"/>
              <w:bottom w:val="single" w:sz="8" w:space="0" w:color="000000"/>
              <w:right w:val="single" w:sz="4" w:space="0" w:color="auto"/>
            </w:tcBorders>
            <w:shd w:val="clear" w:color="auto" w:fill="D9D9D9"/>
            <w:vAlign w:val="center"/>
          </w:tcPr>
          <w:p w14:paraId="127A34E9" w14:textId="77777777" w:rsidR="0037294A" w:rsidRPr="00F5573A" w:rsidRDefault="0037294A" w:rsidP="008C1378">
            <w:pPr>
              <w:jc w:val="center"/>
              <w:rPr>
                <w:rFonts w:cs="Arial"/>
                <w:color w:val="000000"/>
                <w:sz w:val="18"/>
                <w:szCs w:val="18"/>
              </w:rPr>
            </w:pPr>
            <w:r w:rsidRPr="00877563">
              <w:rPr>
                <w:rFonts w:cs="Arial"/>
                <w:color w:val="000000"/>
                <w:sz w:val="18"/>
                <w:szCs w:val="18"/>
              </w:rPr>
              <w:t>1006 S. 170</w:t>
            </w:r>
            <w:r w:rsidRPr="0029723A">
              <w:rPr>
                <w:rFonts w:cs="Arial"/>
                <w:color w:val="000000"/>
                <w:sz w:val="18"/>
                <w:szCs w:val="18"/>
              </w:rPr>
              <w:t>th</w:t>
            </w:r>
            <w:r w:rsidRPr="00877563">
              <w:rPr>
                <w:rFonts w:cs="Arial"/>
                <w:color w:val="000000"/>
                <w:sz w:val="18"/>
                <w:szCs w:val="18"/>
              </w:rPr>
              <w:t xml:space="preserve"> St SeaTac WA, 98148</w:t>
            </w:r>
          </w:p>
        </w:tc>
        <w:tc>
          <w:tcPr>
            <w:tcW w:w="810" w:type="dxa"/>
            <w:tcBorders>
              <w:top w:val="nil"/>
              <w:left w:val="single" w:sz="4" w:space="0" w:color="auto"/>
              <w:bottom w:val="single" w:sz="8" w:space="0" w:color="000000"/>
              <w:right w:val="single" w:sz="4" w:space="0" w:color="auto"/>
            </w:tcBorders>
            <w:shd w:val="clear" w:color="auto" w:fill="D9D9D9"/>
            <w:vAlign w:val="center"/>
          </w:tcPr>
          <w:p w14:paraId="754C8201" w14:textId="77777777" w:rsidR="0037294A" w:rsidRPr="00F5573A" w:rsidRDefault="0037294A" w:rsidP="0029723A">
            <w:pPr>
              <w:rPr>
                <w:rFonts w:cs="Arial"/>
                <w:color w:val="000000"/>
                <w:sz w:val="18"/>
                <w:szCs w:val="18"/>
              </w:rPr>
            </w:pPr>
            <w:r>
              <w:rPr>
                <w:rFonts w:cs="Arial"/>
                <w:color w:val="000000"/>
                <w:sz w:val="18"/>
                <w:szCs w:val="18"/>
              </w:rPr>
              <w:t>35,000</w:t>
            </w:r>
          </w:p>
        </w:tc>
        <w:tc>
          <w:tcPr>
            <w:tcW w:w="1350" w:type="dxa"/>
            <w:tcBorders>
              <w:top w:val="nil"/>
              <w:left w:val="single" w:sz="4" w:space="0" w:color="auto"/>
              <w:bottom w:val="single" w:sz="8" w:space="0" w:color="000000"/>
              <w:right w:val="single" w:sz="4" w:space="0" w:color="auto"/>
            </w:tcBorders>
            <w:shd w:val="clear" w:color="auto" w:fill="D9D9D9"/>
            <w:vAlign w:val="center"/>
          </w:tcPr>
          <w:p w14:paraId="13246121"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c>
          <w:tcPr>
            <w:tcW w:w="1350" w:type="dxa"/>
            <w:tcBorders>
              <w:top w:val="nil"/>
              <w:left w:val="single" w:sz="4" w:space="0" w:color="auto"/>
              <w:bottom w:val="single" w:sz="8" w:space="0" w:color="000000"/>
              <w:right w:val="single" w:sz="4" w:space="0" w:color="auto"/>
            </w:tcBorders>
            <w:shd w:val="clear" w:color="auto" w:fill="D9D9D9"/>
            <w:vAlign w:val="center"/>
          </w:tcPr>
          <w:p w14:paraId="75AEFB7D"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c>
          <w:tcPr>
            <w:tcW w:w="1262" w:type="dxa"/>
            <w:gridSpan w:val="2"/>
            <w:tcBorders>
              <w:top w:val="nil"/>
              <w:left w:val="single" w:sz="4" w:space="0" w:color="auto"/>
              <w:bottom w:val="single" w:sz="8" w:space="0" w:color="000000"/>
              <w:right w:val="single" w:sz="4" w:space="0" w:color="auto"/>
            </w:tcBorders>
            <w:shd w:val="clear" w:color="auto" w:fill="D9D9D9"/>
            <w:vAlign w:val="center"/>
          </w:tcPr>
          <w:p w14:paraId="54F2D5B5"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r>
      <w:tr w:rsidR="0037294A" w:rsidRPr="00F5573A" w14:paraId="1CD392EB" w14:textId="77777777" w:rsidTr="0037294A">
        <w:trPr>
          <w:trHeight w:val="360"/>
          <w:jc w:val="center"/>
        </w:trPr>
        <w:tc>
          <w:tcPr>
            <w:tcW w:w="1063" w:type="dxa"/>
            <w:tcBorders>
              <w:top w:val="nil"/>
              <w:left w:val="single" w:sz="8" w:space="0" w:color="auto"/>
              <w:bottom w:val="single" w:sz="8" w:space="0" w:color="000000"/>
              <w:right w:val="single" w:sz="4" w:space="0" w:color="auto"/>
            </w:tcBorders>
            <w:vAlign w:val="center"/>
          </w:tcPr>
          <w:p w14:paraId="69721018" w14:textId="77777777" w:rsidR="0037294A" w:rsidRPr="00F5573A" w:rsidRDefault="0037294A" w:rsidP="0029723A">
            <w:pPr>
              <w:rPr>
                <w:rFonts w:cs="Arial"/>
                <w:color w:val="000000"/>
                <w:sz w:val="18"/>
                <w:szCs w:val="18"/>
              </w:rPr>
            </w:pPr>
            <w:r>
              <w:rPr>
                <w:rFonts w:cs="Arial"/>
                <w:color w:val="000000"/>
                <w:sz w:val="18"/>
                <w:szCs w:val="18"/>
              </w:rPr>
              <w:t>North LSA</w:t>
            </w:r>
          </w:p>
        </w:tc>
        <w:tc>
          <w:tcPr>
            <w:tcW w:w="747" w:type="dxa"/>
            <w:tcBorders>
              <w:top w:val="nil"/>
              <w:left w:val="single" w:sz="4" w:space="0" w:color="auto"/>
              <w:bottom w:val="single" w:sz="8" w:space="0" w:color="000000"/>
              <w:right w:val="single" w:sz="4" w:space="0" w:color="auto"/>
            </w:tcBorders>
            <w:vAlign w:val="center"/>
          </w:tcPr>
          <w:p w14:paraId="57E062ED" w14:textId="77777777" w:rsidR="0037294A" w:rsidRPr="00F5573A" w:rsidRDefault="0037294A" w:rsidP="0029723A">
            <w:pPr>
              <w:rPr>
                <w:rFonts w:cs="Arial"/>
                <w:color w:val="000000"/>
                <w:sz w:val="18"/>
                <w:szCs w:val="18"/>
              </w:rPr>
            </w:pPr>
          </w:p>
        </w:tc>
        <w:tc>
          <w:tcPr>
            <w:tcW w:w="1430" w:type="dxa"/>
            <w:tcBorders>
              <w:top w:val="nil"/>
              <w:left w:val="single" w:sz="4" w:space="0" w:color="auto"/>
              <w:bottom w:val="single" w:sz="8" w:space="0" w:color="000000"/>
              <w:right w:val="single" w:sz="4" w:space="0" w:color="auto"/>
            </w:tcBorders>
            <w:vAlign w:val="center"/>
          </w:tcPr>
          <w:p w14:paraId="564001C0" w14:textId="77777777" w:rsidR="0037294A" w:rsidRPr="00F5573A" w:rsidRDefault="0037294A" w:rsidP="008C1378">
            <w:pPr>
              <w:jc w:val="center"/>
              <w:rPr>
                <w:rFonts w:cs="Arial"/>
                <w:color w:val="000000"/>
                <w:sz w:val="18"/>
                <w:szCs w:val="18"/>
              </w:rPr>
            </w:pPr>
            <w:r w:rsidRPr="00877563">
              <w:rPr>
                <w:rFonts w:cs="Arial"/>
                <w:color w:val="000000"/>
                <w:sz w:val="18"/>
                <w:szCs w:val="18"/>
              </w:rPr>
              <w:t>North haul road SeaTac WA, 98148</w:t>
            </w:r>
          </w:p>
        </w:tc>
        <w:tc>
          <w:tcPr>
            <w:tcW w:w="810" w:type="dxa"/>
            <w:tcBorders>
              <w:top w:val="nil"/>
              <w:left w:val="single" w:sz="4" w:space="0" w:color="auto"/>
              <w:bottom w:val="single" w:sz="8" w:space="0" w:color="000000"/>
              <w:right w:val="single" w:sz="4" w:space="0" w:color="auto"/>
            </w:tcBorders>
            <w:vAlign w:val="center"/>
          </w:tcPr>
          <w:p w14:paraId="709012EA" w14:textId="77777777" w:rsidR="0037294A" w:rsidRPr="00F5573A" w:rsidRDefault="0037294A" w:rsidP="0029723A">
            <w:pPr>
              <w:rPr>
                <w:rFonts w:cs="Arial"/>
                <w:color w:val="000000"/>
                <w:sz w:val="18"/>
                <w:szCs w:val="18"/>
              </w:rPr>
            </w:pPr>
            <w:r>
              <w:rPr>
                <w:rFonts w:cs="Arial"/>
                <w:color w:val="000000"/>
                <w:sz w:val="18"/>
                <w:szCs w:val="18"/>
              </w:rPr>
              <w:t>126,000</w:t>
            </w:r>
          </w:p>
        </w:tc>
        <w:tc>
          <w:tcPr>
            <w:tcW w:w="1350" w:type="dxa"/>
            <w:tcBorders>
              <w:top w:val="nil"/>
              <w:left w:val="single" w:sz="4" w:space="0" w:color="auto"/>
              <w:bottom w:val="single" w:sz="8" w:space="0" w:color="000000"/>
              <w:right w:val="single" w:sz="4" w:space="0" w:color="auto"/>
            </w:tcBorders>
            <w:vAlign w:val="center"/>
          </w:tcPr>
          <w:p w14:paraId="623297FD"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c>
          <w:tcPr>
            <w:tcW w:w="1350" w:type="dxa"/>
            <w:tcBorders>
              <w:top w:val="nil"/>
              <w:left w:val="single" w:sz="4" w:space="0" w:color="auto"/>
              <w:bottom w:val="single" w:sz="8" w:space="0" w:color="000000"/>
              <w:right w:val="single" w:sz="4" w:space="0" w:color="auto"/>
            </w:tcBorders>
            <w:vAlign w:val="center"/>
          </w:tcPr>
          <w:p w14:paraId="49FD9DDA"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c>
          <w:tcPr>
            <w:tcW w:w="1262" w:type="dxa"/>
            <w:gridSpan w:val="2"/>
            <w:tcBorders>
              <w:top w:val="nil"/>
              <w:left w:val="single" w:sz="4" w:space="0" w:color="auto"/>
              <w:bottom w:val="single" w:sz="8" w:space="0" w:color="000000"/>
              <w:right w:val="single" w:sz="4" w:space="0" w:color="auto"/>
            </w:tcBorders>
            <w:vAlign w:val="center"/>
          </w:tcPr>
          <w:p w14:paraId="219D7EFA"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r>
    </w:tbl>
    <w:p w14:paraId="7BB81104" w14:textId="77777777" w:rsidR="00271C7B" w:rsidRPr="0017633C" w:rsidRDefault="00271C7B" w:rsidP="00F5573A">
      <w:pPr>
        <w:pStyle w:val="NumberedMaterial"/>
        <w:numPr>
          <w:ilvl w:val="0"/>
          <w:numId w:val="0"/>
        </w:numPr>
      </w:pPr>
    </w:p>
    <w:p w14:paraId="5F71C9E0" w14:textId="77777777" w:rsidR="009E5F4D" w:rsidRDefault="009E5F4D" w:rsidP="00F5573A">
      <w:pPr>
        <w:pStyle w:val="NumberedMaterial"/>
        <w:numPr>
          <w:ilvl w:val="2"/>
          <w:numId w:val="1"/>
        </w:numPr>
      </w:pPr>
      <w:r w:rsidRPr="009E5F4D">
        <w:t>The Contractor shall be responsible for all housekeeping</w:t>
      </w:r>
      <w:r w:rsidR="00784566">
        <w:t>, protection of Port stormwater facilities,</w:t>
      </w:r>
      <w:r w:rsidRPr="009E5F4D">
        <w:t xml:space="preserve"> and security within their assigned space in the Port’s Logistics Area and must keep all of their materials and equipment within their assigned area. The utility areas, as delineated</w:t>
      </w:r>
      <w:r w:rsidR="00491CF2">
        <w:t>,</w:t>
      </w:r>
      <w:r w:rsidRPr="009E5F4D">
        <w:t xml:space="preserve"> must remain clear at all times.</w:t>
      </w:r>
    </w:p>
    <w:p w14:paraId="2B5A874B" w14:textId="77777777" w:rsidR="00C52AD6" w:rsidRDefault="00C52AD6" w:rsidP="009E5F4D">
      <w:pPr>
        <w:pStyle w:val="NumberedMaterial"/>
        <w:numPr>
          <w:ilvl w:val="2"/>
          <w:numId w:val="1"/>
        </w:numPr>
      </w:pPr>
      <w:r w:rsidRPr="0017633C">
        <w:t xml:space="preserve">Field offices and sheds in the Port’s Logistics </w:t>
      </w:r>
      <w:r w:rsidR="00491CF2">
        <w:t>A</w:t>
      </w:r>
      <w:r w:rsidR="00491CF2" w:rsidRPr="0017633C">
        <w:t xml:space="preserve">rea </w:t>
      </w:r>
      <w:r w:rsidRPr="0017633C">
        <w:t xml:space="preserve">shall be weather tight, with lighting, electrical outlets, heating, cooling and ventilation equipment. </w:t>
      </w:r>
      <w:r w:rsidR="00BB4AA7">
        <w:t xml:space="preserve">All sheds, structures, and enclosures shall be free of exposed galvanized surfaces. </w:t>
      </w:r>
      <w:r w:rsidRPr="0017633C">
        <w:t xml:space="preserve">The </w:t>
      </w:r>
      <w:r>
        <w:t>Contractor</w:t>
      </w:r>
      <w:r w:rsidRPr="0017633C">
        <w:t xml:space="preserve"> shall be responsible for obtaining the required building and mechanical permits from the Airport Building Department.</w:t>
      </w:r>
      <w:r>
        <w:t xml:space="preserve">  </w:t>
      </w:r>
      <w:r w:rsidR="00EC3FEE">
        <w:t>(</w:t>
      </w:r>
      <w:r w:rsidR="000F2D83">
        <w:t xml:space="preserve">Section </w:t>
      </w:r>
      <w:r w:rsidR="009E5F4D" w:rsidRPr="009E5F4D">
        <w:t xml:space="preserve">01 50 00 </w:t>
      </w:r>
      <w:r w:rsidR="0077681F">
        <w:t xml:space="preserve">Appendix </w:t>
      </w:r>
      <w:r w:rsidR="00BB2B86">
        <w:t>E</w:t>
      </w:r>
      <w:r w:rsidR="009E5F4D" w:rsidRPr="009E5F4D">
        <w:t xml:space="preserve"> ABD Construction Trailers Permit</w:t>
      </w:r>
      <w:r w:rsidR="00EC3FEE">
        <w:t>)</w:t>
      </w:r>
      <w:r w:rsidR="000F2D83">
        <w:t>.</w:t>
      </w:r>
    </w:p>
    <w:p w14:paraId="4B0517D2" w14:textId="77777777" w:rsidR="00C52AD6" w:rsidRDefault="00C52AD6" w:rsidP="00F5573A">
      <w:pPr>
        <w:pStyle w:val="NumberedMaterial"/>
        <w:numPr>
          <w:ilvl w:val="2"/>
          <w:numId w:val="1"/>
        </w:numPr>
      </w:pPr>
      <w:r>
        <w:t xml:space="preserve">Field offices, sheds, connex boxes, and other large equipment or storage items shall be marked with the Contractor’s name clearly </w:t>
      </w:r>
      <w:r w:rsidR="008319CA">
        <w:t>i</w:t>
      </w:r>
      <w:r w:rsidR="00B96524">
        <w:t xml:space="preserve">dentifying </w:t>
      </w:r>
      <w:r>
        <w:t>ownership.</w:t>
      </w:r>
    </w:p>
    <w:p w14:paraId="1D6FA962" w14:textId="77777777" w:rsidR="00BB4AA7" w:rsidRDefault="00BB4AA7" w:rsidP="00BB4AA7">
      <w:pPr>
        <w:pStyle w:val="NumberedMaterial"/>
        <w:numPr>
          <w:ilvl w:val="2"/>
          <w:numId w:val="1"/>
        </w:numPr>
      </w:pPr>
      <w:r>
        <w:t>The Contractor shall review and comply with the conditions of the Port’s Laydown Storage Area Stormwater Pollution Prevention Plan (LSA SWPPP) in addition to the lot restrictions outlined in Part 3.03.G below.</w:t>
      </w:r>
    </w:p>
    <w:p w14:paraId="5FC1E320" w14:textId="77777777" w:rsidR="00C52AD6" w:rsidRPr="00F5573A" w:rsidRDefault="00C52AD6" w:rsidP="00F5573A">
      <w:pPr>
        <w:pStyle w:val="NumberedMaterial"/>
        <w:numPr>
          <w:ilvl w:val="2"/>
          <w:numId w:val="1"/>
        </w:numPr>
      </w:pPr>
      <w:r w:rsidRPr="002A7904">
        <w:t>Removal of the field offices, sheds, and other equipment, including but not limited to restora</w:t>
      </w:r>
      <w:r w:rsidRPr="00F5573A">
        <w:t xml:space="preserve">tion of the site and Logistics area utilities to pre-mobilization conditions (capping, safing and incorporation of lockout/tag-out protocols), shall be an element of Demobilization. </w:t>
      </w:r>
      <w:r w:rsidR="000F2D83">
        <w:t>(</w:t>
      </w:r>
      <w:r w:rsidRPr="00F5573A">
        <w:t>0</w:t>
      </w:r>
      <w:r w:rsidR="00016DC4">
        <w:t>1</w:t>
      </w:r>
      <w:r w:rsidRPr="00F5573A">
        <w:t xml:space="preserve"> </w:t>
      </w:r>
      <w:r w:rsidR="00016DC4">
        <w:t>77 00</w:t>
      </w:r>
      <w:r w:rsidRPr="00F5573A">
        <w:t xml:space="preserve"> Construction Project Closeout</w:t>
      </w:r>
      <w:r w:rsidR="000F2D83">
        <w:t>)</w:t>
      </w:r>
      <w:r w:rsidRPr="00F5573A">
        <w:t>.  Work shall not be deemed complete until accepted by the Engineer.</w:t>
      </w:r>
    </w:p>
    <w:p w14:paraId="2C332A41" w14:textId="77777777" w:rsidR="00EC3FEE" w:rsidRDefault="00C52AD6" w:rsidP="00111B5A">
      <w:pPr>
        <w:pStyle w:val="NumberedMaterial"/>
        <w:numPr>
          <w:ilvl w:val="2"/>
          <w:numId w:val="1"/>
        </w:numPr>
      </w:pPr>
      <w:r w:rsidRPr="00764DED">
        <w:t xml:space="preserve">The </w:t>
      </w:r>
      <w:r>
        <w:t>Contractor</w:t>
      </w:r>
      <w:r w:rsidRPr="00764DED">
        <w:t xml:space="preserve"> shall require its employees, subcontractors and suppliers to conduct themselves in a civil manner while utilizing the </w:t>
      </w:r>
      <w:r>
        <w:t>L</w:t>
      </w:r>
      <w:r w:rsidRPr="00764DED">
        <w:t xml:space="preserve">ogistics </w:t>
      </w:r>
      <w:r>
        <w:t>A</w:t>
      </w:r>
      <w:r w:rsidRPr="00764DED">
        <w:t>rea</w:t>
      </w:r>
      <w:r>
        <w:t>, the Contractor Parking Lot, or at other locations at the Airport</w:t>
      </w:r>
      <w:r w:rsidRPr="00764DED">
        <w:t xml:space="preserve">. </w:t>
      </w:r>
      <w:r>
        <w:t>Contractor</w:t>
      </w:r>
      <w:r w:rsidRPr="00764DED">
        <w:t xml:space="preserve"> employees shall not use profanity, engage in any loud, boisterous, or otherwise offensive or disturbing speech or conduct, nor display any rudeness whatsoever to any person at the Airport.</w:t>
      </w:r>
    </w:p>
    <w:p w14:paraId="41E8BB1B" w14:textId="77777777" w:rsidR="00290A7B" w:rsidRDefault="00290A7B" w:rsidP="00111B5A">
      <w:pPr>
        <w:pStyle w:val="NumberedMaterial"/>
        <w:numPr>
          <w:ilvl w:val="2"/>
          <w:numId w:val="1"/>
        </w:numPr>
      </w:pPr>
      <w:r>
        <w:t>Lot Restrictions</w:t>
      </w:r>
    </w:p>
    <w:p w14:paraId="185EDD31" w14:textId="77777777" w:rsidR="00BB4AA7" w:rsidRDefault="00BB4AA7" w:rsidP="00BB4AA7">
      <w:pPr>
        <w:pStyle w:val="NumberedMaterial"/>
        <w:numPr>
          <w:ilvl w:val="3"/>
          <w:numId w:val="1"/>
        </w:numPr>
      </w:pPr>
      <w:r>
        <w:t>All LSAs</w:t>
      </w:r>
    </w:p>
    <w:p w14:paraId="0A58673D" w14:textId="77777777" w:rsidR="00BB4AA7" w:rsidRDefault="00BB4AA7" w:rsidP="00BB4AA7">
      <w:pPr>
        <w:pStyle w:val="NumberedMaterial"/>
        <w:numPr>
          <w:ilvl w:val="4"/>
          <w:numId w:val="1"/>
        </w:numPr>
      </w:pPr>
      <w:r>
        <w:t>Material storage and contractor movement should only take place in designated areas. Landscaped areas must always be kept clear.</w:t>
      </w:r>
    </w:p>
    <w:p w14:paraId="7C7D38BE" w14:textId="77777777" w:rsidR="00BB4AA7" w:rsidRDefault="00BB4AA7" w:rsidP="00BB4AA7">
      <w:pPr>
        <w:pStyle w:val="NumberedMaterial"/>
        <w:numPr>
          <w:ilvl w:val="4"/>
          <w:numId w:val="1"/>
        </w:numPr>
      </w:pPr>
      <w:r>
        <w:lastRenderedPageBreak/>
        <w:t>All equipment containing fuels or oils, stored for longer than 4 hours, shall have drip protection placed underneath and spill kits must be available onsite.</w:t>
      </w:r>
    </w:p>
    <w:p w14:paraId="6AF6C9F5" w14:textId="77777777" w:rsidR="00BB4AA7" w:rsidRDefault="00BB4AA7" w:rsidP="00BB4AA7">
      <w:pPr>
        <w:pStyle w:val="NumberedMaterial"/>
        <w:numPr>
          <w:ilvl w:val="4"/>
          <w:numId w:val="1"/>
        </w:numPr>
      </w:pPr>
      <w:r>
        <w:t>All materials requiring a Safety Data Sheet (SDS) shall be stored inside a conex box or within adequately sized and properly maintained secondary containment.</w:t>
      </w:r>
      <w:r w:rsidRPr="0025684F">
        <w:t xml:space="preserve"> </w:t>
      </w:r>
    </w:p>
    <w:p w14:paraId="18AE9C70" w14:textId="77777777" w:rsidR="00BB4AA7" w:rsidRDefault="00BB4AA7" w:rsidP="00BB4AA7">
      <w:pPr>
        <w:pStyle w:val="NumberedMaterial"/>
        <w:numPr>
          <w:ilvl w:val="4"/>
          <w:numId w:val="1"/>
        </w:numPr>
      </w:pPr>
      <w:r>
        <w:t>Concentrated galvanized materials shall be stored off the ground, covered and secured at all times.</w:t>
      </w:r>
    </w:p>
    <w:p w14:paraId="7DB445D5" w14:textId="77777777" w:rsidR="00BB4AA7" w:rsidRDefault="00BB4AA7" w:rsidP="00BB4AA7">
      <w:pPr>
        <w:pStyle w:val="NumberedMaterial"/>
        <w:numPr>
          <w:ilvl w:val="4"/>
          <w:numId w:val="1"/>
        </w:numPr>
      </w:pPr>
      <w:r>
        <w:t>No littering – keep all surfaces free of debris and trash at all times, including cigarette butts.</w:t>
      </w:r>
    </w:p>
    <w:p w14:paraId="07E7F1B8" w14:textId="77777777" w:rsidR="00BB4AA7" w:rsidRDefault="00BB4AA7" w:rsidP="00BB4AA7">
      <w:pPr>
        <w:pStyle w:val="NumberedMaterial"/>
        <w:numPr>
          <w:ilvl w:val="4"/>
          <w:numId w:val="1"/>
        </w:numPr>
      </w:pPr>
      <w:r>
        <w:t>Equipment maintenance, cutting or welding is prohibited.</w:t>
      </w:r>
      <w:r w:rsidRPr="00842B21">
        <w:t xml:space="preserve"> </w:t>
      </w:r>
    </w:p>
    <w:p w14:paraId="6830E4B3" w14:textId="77777777" w:rsidR="00BB4AA7" w:rsidRDefault="00BB4AA7" w:rsidP="00BB4AA7">
      <w:pPr>
        <w:pStyle w:val="NumberedMaterial"/>
        <w:numPr>
          <w:ilvl w:val="4"/>
          <w:numId w:val="1"/>
        </w:numPr>
      </w:pPr>
      <w:r>
        <w:t>Spill kits are required in all areas where equipment containing fuel and/or oils and hazardous materials will be stored (per Section 01 57 23 – Pollution Prevention, Planning, and Execution (3.07.A.5.a-b).</w:t>
      </w:r>
    </w:p>
    <w:p w14:paraId="36C2A475" w14:textId="77777777" w:rsidR="00BB4AA7" w:rsidRDefault="00BB4AA7" w:rsidP="00BB4AA7">
      <w:pPr>
        <w:pStyle w:val="NumberedMaterial"/>
        <w:numPr>
          <w:ilvl w:val="4"/>
          <w:numId w:val="1"/>
        </w:numPr>
      </w:pPr>
      <w:r>
        <w:t>Only the following deicers are allowed for use: Potassium Acetate, Sodium Acetate (NAAC), and Calcium/Magnesium Acetate (CMA). All other deicers are prohibited.</w:t>
      </w:r>
    </w:p>
    <w:p w14:paraId="642BF8E3" w14:textId="77777777" w:rsidR="00BB4AA7" w:rsidRDefault="00BB4AA7" w:rsidP="00290A7B">
      <w:pPr>
        <w:pStyle w:val="NumberedMaterial"/>
        <w:numPr>
          <w:ilvl w:val="3"/>
          <w:numId w:val="1"/>
        </w:numPr>
      </w:pPr>
      <w:r>
        <w:t>Logistics Lots 1-5</w:t>
      </w:r>
    </w:p>
    <w:p w14:paraId="05F81B3F" w14:textId="77777777" w:rsidR="00290A7B" w:rsidRDefault="00290A7B" w:rsidP="008C1378">
      <w:pPr>
        <w:pStyle w:val="NumberedMaterial"/>
        <w:numPr>
          <w:ilvl w:val="4"/>
          <w:numId w:val="1"/>
        </w:numPr>
      </w:pPr>
      <w:r>
        <w:t>S</w:t>
      </w:r>
      <w:r w:rsidR="0058080C">
        <w:t>tock</w:t>
      </w:r>
      <w:r w:rsidR="00C24621">
        <w:t>piling</w:t>
      </w:r>
      <w:r w:rsidR="00023C22">
        <w:t xml:space="preserve"> of earthwork </w:t>
      </w:r>
      <w:r>
        <w:t xml:space="preserve">material </w:t>
      </w:r>
      <w:r w:rsidR="00BB4AA7">
        <w:t xml:space="preserve">or erodible material </w:t>
      </w:r>
      <w:r w:rsidR="00023C22">
        <w:t>is prohibited</w:t>
      </w:r>
      <w:r w:rsidR="00BB4AA7">
        <w:t>.</w:t>
      </w:r>
    </w:p>
    <w:p w14:paraId="1A3A0041" w14:textId="77777777" w:rsidR="00BB4AA7" w:rsidRDefault="00BB4AA7" w:rsidP="00290A7B">
      <w:pPr>
        <w:pStyle w:val="NumberedMaterial"/>
        <w:numPr>
          <w:ilvl w:val="3"/>
          <w:numId w:val="1"/>
        </w:numPr>
      </w:pPr>
      <w:r>
        <w:t>Radisson/Lot 6</w:t>
      </w:r>
    </w:p>
    <w:p w14:paraId="3E287237" w14:textId="59C3E076" w:rsidR="00023C22" w:rsidRDefault="00BB4AA7" w:rsidP="00BB4AA7">
      <w:pPr>
        <w:pStyle w:val="NumberedMaterial"/>
        <w:numPr>
          <w:ilvl w:val="4"/>
          <w:numId w:val="1"/>
        </w:numPr>
      </w:pPr>
      <w:r>
        <w:t xml:space="preserve">Fuels, liquids, or any hazardous material </w:t>
      </w:r>
      <w:r w:rsidR="00290A7B">
        <w:t>storage of any kind is prohibited.</w:t>
      </w:r>
    </w:p>
    <w:p w14:paraId="30B26F17" w14:textId="77777777" w:rsidR="00BB4AA7" w:rsidRDefault="00BB4AA7" w:rsidP="00BB4AA7">
      <w:pPr>
        <w:pStyle w:val="NumberedMaterial"/>
        <w:numPr>
          <w:ilvl w:val="4"/>
          <w:numId w:val="1"/>
        </w:numPr>
      </w:pPr>
      <w:r>
        <w:t>Concentrated bulk storage must be covered.</w:t>
      </w:r>
    </w:p>
    <w:p w14:paraId="485C874B" w14:textId="77777777" w:rsidR="00BB4AA7" w:rsidRDefault="00BB4AA7" w:rsidP="00BB4AA7">
      <w:pPr>
        <w:pStyle w:val="NumberedMaterial"/>
        <w:numPr>
          <w:ilvl w:val="4"/>
          <w:numId w:val="1"/>
        </w:numPr>
      </w:pPr>
      <w:r>
        <w:t>Stockpiling of earthwork or erodible material is prohibited.</w:t>
      </w:r>
    </w:p>
    <w:p w14:paraId="34CDF719" w14:textId="66C9BC88" w:rsidR="00CA1E98" w:rsidRDefault="00CA1E98" w:rsidP="00BB4AA7">
      <w:pPr>
        <w:pStyle w:val="NumberedMaterial"/>
        <w:numPr>
          <w:ilvl w:val="4"/>
          <w:numId w:val="1"/>
        </w:numPr>
      </w:pPr>
      <w:r>
        <w:t>Overnight storage of heavy equipment and dump trucks is prohibited</w:t>
      </w:r>
      <w:r>
        <w:t>.</w:t>
      </w:r>
    </w:p>
    <w:p w14:paraId="20BF1C18" w14:textId="77777777" w:rsidR="00BB4AA7" w:rsidRDefault="00BB4AA7" w:rsidP="00D75057">
      <w:pPr>
        <w:pStyle w:val="NumberedMaterial"/>
        <w:numPr>
          <w:ilvl w:val="3"/>
          <w:numId w:val="1"/>
        </w:numPr>
      </w:pPr>
      <w:r>
        <w:t>Cell Lot LSA</w:t>
      </w:r>
    </w:p>
    <w:p w14:paraId="5EA58202" w14:textId="77777777" w:rsidR="00D75057" w:rsidRDefault="00BB4AA7" w:rsidP="00BB4AA7">
      <w:pPr>
        <w:pStyle w:val="NumberedMaterial"/>
        <w:numPr>
          <w:ilvl w:val="4"/>
          <w:numId w:val="1"/>
        </w:numPr>
      </w:pPr>
      <w:r>
        <w:t>Stockpiling of earthwork or erodible material is prohibited.</w:t>
      </w:r>
    </w:p>
    <w:p w14:paraId="0E7976E6" w14:textId="77777777" w:rsidR="00BB4AA7" w:rsidRDefault="00BB4AA7" w:rsidP="00BB4AA7">
      <w:pPr>
        <w:pStyle w:val="NumberedMaterial"/>
        <w:numPr>
          <w:ilvl w:val="3"/>
          <w:numId w:val="1"/>
        </w:numPr>
      </w:pPr>
      <w:r>
        <w:t>North LSA</w:t>
      </w:r>
    </w:p>
    <w:p w14:paraId="64D305CE" w14:textId="77777777" w:rsidR="00BB4AA7" w:rsidRDefault="00BB4AA7" w:rsidP="00BB4AA7">
      <w:pPr>
        <w:pStyle w:val="NumberedMaterial"/>
        <w:numPr>
          <w:ilvl w:val="4"/>
          <w:numId w:val="1"/>
        </w:numPr>
      </w:pPr>
      <w:r>
        <w:t>No stockpiling of earthwork or erodible materials of any kind.</w:t>
      </w:r>
    </w:p>
    <w:p w14:paraId="0E92AF24" w14:textId="77777777" w:rsidR="00BB4AA7" w:rsidRDefault="00BB4AA7" w:rsidP="00BB4AA7">
      <w:pPr>
        <w:pStyle w:val="NumberedMaterial"/>
        <w:numPr>
          <w:ilvl w:val="4"/>
          <w:numId w:val="1"/>
        </w:numPr>
      </w:pPr>
      <w:r>
        <w:t>Contractor shall regularly sweep LSA pavement when LSA is in use. Use of power broom sweeper is prohibited – only working vacuum sweeper trucks are allowed per Temporary Erosion Control Specification (01 57 13 - 3.03.A.3).</w:t>
      </w:r>
    </w:p>
    <w:p w14:paraId="2C55C2DC" w14:textId="77777777" w:rsidR="00BB4AA7" w:rsidRDefault="00BB4AA7" w:rsidP="00BB4AA7">
      <w:pPr>
        <w:pStyle w:val="NumberedMaterial"/>
        <w:numPr>
          <w:ilvl w:val="4"/>
          <w:numId w:val="1"/>
        </w:numPr>
      </w:pPr>
      <w:r>
        <w:t>Fuels, liquids or any hazardous material storage of any kind is prohibited.</w:t>
      </w:r>
    </w:p>
    <w:p w14:paraId="71213009" w14:textId="77777777" w:rsidR="00BB4AA7" w:rsidRDefault="00BB4AA7" w:rsidP="00BB4AA7">
      <w:pPr>
        <w:pStyle w:val="NumberedMaterial"/>
        <w:numPr>
          <w:ilvl w:val="4"/>
          <w:numId w:val="1"/>
        </w:numPr>
      </w:pPr>
      <w:r>
        <w:t>Do not sand, salt or plow during snow or frozen conditions.</w:t>
      </w:r>
    </w:p>
    <w:p w14:paraId="213CB95D" w14:textId="77777777" w:rsidR="00BB4AA7" w:rsidRDefault="00BB4AA7" w:rsidP="00BB4AA7">
      <w:pPr>
        <w:pStyle w:val="NumberedMaterial"/>
        <w:numPr>
          <w:ilvl w:val="4"/>
          <w:numId w:val="1"/>
        </w:numPr>
      </w:pPr>
      <w:r>
        <w:t>No Vehicles or equipment with aggressive treads.</w:t>
      </w:r>
    </w:p>
    <w:p w14:paraId="319FF46F" w14:textId="77777777" w:rsidR="00BB4AA7" w:rsidRDefault="00BB4AA7" w:rsidP="00BB4AA7">
      <w:pPr>
        <w:pStyle w:val="NumberedMaterial"/>
        <w:numPr>
          <w:ilvl w:val="4"/>
          <w:numId w:val="1"/>
        </w:numPr>
      </w:pPr>
      <w:r>
        <w:lastRenderedPageBreak/>
        <w:t>Vehicles shall not use sharp turn radii (i.e. do not turn your tires while not moving).</w:t>
      </w:r>
    </w:p>
    <w:p w14:paraId="60712362" w14:textId="77777777" w:rsidR="00BB4AA7" w:rsidRDefault="00BB4AA7" w:rsidP="00BB4AA7">
      <w:pPr>
        <w:pStyle w:val="NumberedMaterial"/>
        <w:numPr>
          <w:ilvl w:val="4"/>
          <w:numId w:val="1"/>
        </w:numPr>
      </w:pPr>
      <w:r>
        <w:t>No Single axle over 14,000lbs (20,000lb tandem axle) is allowed on any portion of the LSA.</w:t>
      </w:r>
    </w:p>
    <w:p w14:paraId="6F67575E" w14:textId="77777777" w:rsidR="00BB4AA7" w:rsidRDefault="00BB4AA7" w:rsidP="00BB4AA7">
      <w:pPr>
        <w:pStyle w:val="NumberedMaterial"/>
        <w:numPr>
          <w:ilvl w:val="4"/>
          <w:numId w:val="1"/>
        </w:numPr>
      </w:pPr>
      <w:r>
        <w:t>Long-term storage of heavy material must be on plates to disperse load.</w:t>
      </w:r>
    </w:p>
    <w:p w14:paraId="6A8F9926" w14:textId="77777777" w:rsidR="00BB4AA7" w:rsidRDefault="00BB4AA7" w:rsidP="00BB4AA7">
      <w:pPr>
        <w:pStyle w:val="NumberedMaterial"/>
        <w:numPr>
          <w:ilvl w:val="4"/>
          <w:numId w:val="1"/>
        </w:numPr>
      </w:pPr>
      <w:r>
        <w:t>Material and equipment is not allowed within 6-feet of the pavement edge.</w:t>
      </w:r>
    </w:p>
    <w:p w14:paraId="21F32524" w14:textId="77777777" w:rsidR="00BB4AA7" w:rsidRDefault="00BB4AA7" w:rsidP="008C1378">
      <w:pPr>
        <w:pStyle w:val="NumberedMaterial"/>
        <w:numPr>
          <w:ilvl w:val="0"/>
          <w:numId w:val="0"/>
        </w:numPr>
        <w:ind w:left="720"/>
      </w:pPr>
    </w:p>
    <w:p w14:paraId="07E4A3DC" w14:textId="77777777" w:rsidR="00EC3FEE" w:rsidRDefault="00281868" w:rsidP="00F5573A">
      <w:pPr>
        <w:pStyle w:val="NumberedMaterial"/>
        <w:numPr>
          <w:ilvl w:val="1"/>
          <w:numId w:val="1"/>
        </w:numPr>
      </w:pPr>
      <w:r>
        <w:t>T</w:t>
      </w:r>
      <w:r w:rsidRPr="008319CA">
        <w:t xml:space="preserve">emporary </w:t>
      </w:r>
      <w:r w:rsidR="00EC3FEE">
        <w:t>Logistics Utilities</w:t>
      </w:r>
    </w:p>
    <w:p w14:paraId="696ED0DD" w14:textId="77777777" w:rsidR="00281868" w:rsidRDefault="00D63595" w:rsidP="00F5573A">
      <w:pPr>
        <w:pStyle w:val="NumberedMaterial"/>
        <w:numPr>
          <w:ilvl w:val="0"/>
          <w:numId w:val="0"/>
        </w:numPr>
        <w:ind w:left="1440"/>
      </w:pPr>
      <w:r>
        <w:t>All cost</w:t>
      </w:r>
      <w:r w:rsidR="00215E01">
        <w:t>s</w:t>
      </w:r>
      <w:r>
        <w:t xml:space="preserve"> associated with connecting</w:t>
      </w:r>
      <w:r w:rsidR="00E61FBA">
        <w:t>, disconnecting,</w:t>
      </w:r>
      <w:r>
        <w:t xml:space="preserve"> and permitting</w:t>
      </w:r>
      <w:r w:rsidR="00215E01">
        <w:t xml:space="preserve"> for</w:t>
      </w:r>
      <w:r>
        <w:t xml:space="preserve"> </w:t>
      </w:r>
      <w:r w:rsidR="00281868" w:rsidRPr="00281868">
        <w:t>electrical, water</w:t>
      </w:r>
      <w:r w:rsidR="00281868">
        <w:t>,</w:t>
      </w:r>
      <w:r>
        <w:t xml:space="preserve"> communication, </w:t>
      </w:r>
      <w:r w:rsidR="00281868" w:rsidRPr="00281868">
        <w:t>and sewer</w:t>
      </w:r>
      <w:r w:rsidR="00E61FBA">
        <w:t xml:space="preserve"> utilities </w:t>
      </w:r>
      <w:r>
        <w:t xml:space="preserve">are </w:t>
      </w:r>
      <w:r w:rsidR="00215E01">
        <w:t xml:space="preserve">the responsibility of </w:t>
      </w:r>
      <w:r>
        <w:t>the Contractor</w:t>
      </w:r>
      <w:r w:rsidR="00281868" w:rsidRPr="00281868">
        <w:t>.</w:t>
      </w:r>
      <w:r w:rsidR="00281868">
        <w:t xml:space="preserve"> Cost of </w:t>
      </w:r>
      <w:r>
        <w:t>usage for</w:t>
      </w:r>
      <w:r w:rsidR="00281868">
        <w:t xml:space="preserve"> power, water, and sewer will be paid by the Port. </w:t>
      </w:r>
      <w:r w:rsidR="00641B43">
        <w:t>The Contractor is responsible for all cost</w:t>
      </w:r>
      <w:r w:rsidR="00215E01">
        <w:t>s</w:t>
      </w:r>
      <w:r w:rsidR="00641B43">
        <w:t xml:space="preserve"> associated with communication and data. </w:t>
      </w:r>
    </w:p>
    <w:p w14:paraId="5B4F92FD" w14:textId="77777777" w:rsidR="0003292F" w:rsidRDefault="00EC3FEE" w:rsidP="00F5573A">
      <w:pPr>
        <w:pStyle w:val="NumberedMaterial"/>
        <w:numPr>
          <w:ilvl w:val="2"/>
          <w:numId w:val="1"/>
        </w:numPr>
      </w:pPr>
      <w:r>
        <w:t>Electrical</w:t>
      </w:r>
    </w:p>
    <w:p w14:paraId="16C6D28C" w14:textId="77777777" w:rsidR="0003292F" w:rsidRDefault="006F1BA6" w:rsidP="00F5573A">
      <w:pPr>
        <w:pStyle w:val="NumberedMaterial"/>
        <w:numPr>
          <w:ilvl w:val="3"/>
          <w:numId w:val="1"/>
        </w:numPr>
      </w:pPr>
      <w:r w:rsidRPr="00111B5A">
        <w:t>Power is provided by the Port</w:t>
      </w:r>
      <w:r w:rsidR="00905CC1" w:rsidRPr="00111B5A">
        <w:t xml:space="preserve"> </w:t>
      </w:r>
      <w:r w:rsidR="00215E01">
        <w:t>through</w:t>
      </w:r>
      <w:r w:rsidR="00215E01" w:rsidRPr="00111B5A">
        <w:t xml:space="preserve"> </w:t>
      </w:r>
      <w:r w:rsidRPr="00111B5A">
        <w:t>either a 100 amp, 150 amp, or 200 amp disconnect</w:t>
      </w:r>
      <w:r w:rsidR="00215E01">
        <w:t>,</w:t>
      </w:r>
      <w:r w:rsidRPr="00111B5A">
        <w:t xml:space="preserve"> depending upon </w:t>
      </w:r>
      <w:r w:rsidR="00905CC1" w:rsidRPr="00D63595">
        <w:t>the site assigned.</w:t>
      </w:r>
      <w:r w:rsidR="0003292F">
        <w:t xml:space="preserve"> The following steps are required to connect to the Port</w:t>
      </w:r>
      <w:r w:rsidR="00215E01">
        <w:t>’</w:t>
      </w:r>
      <w:r w:rsidR="0003292F">
        <w:t>s Logistics electrical system</w:t>
      </w:r>
      <w:r w:rsidR="00215E01">
        <w:t>.</w:t>
      </w:r>
      <w:r w:rsidR="0003292F">
        <w:t xml:space="preserve"> </w:t>
      </w:r>
    </w:p>
    <w:p w14:paraId="64880825" w14:textId="2722FED7" w:rsidR="006F105F" w:rsidRDefault="00905CC1" w:rsidP="006F105F">
      <w:pPr>
        <w:pStyle w:val="NumberedMaterial"/>
        <w:numPr>
          <w:ilvl w:val="4"/>
          <w:numId w:val="1"/>
        </w:numPr>
      </w:pPr>
      <w:r w:rsidRPr="00111B5A">
        <w:t xml:space="preserve">The contractor shall </w:t>
      </w:r>
      <w:r w:rsidR="0003292F" w:rsidRPr="00111B5A">
        <w:t>submit a</w:t>
      </w:r>
      <w:r w:rsidR="00BB2B86">
        <w:t xml:space="preserve"> P</w:t>
      </w:r>
      <w:r w:rsidR="00D07EA6">
        <w:t>ort</w:t>
      </w:r>
      <w:r w:rsidR="0003292F" w:rsidRPr="00111B5A">
        <w:t xml:space="preserve"> </w:t>
      </w:r>
      <w:hyperlink r:id="rId17" w:history="1">
        <w:r w:rsidR="006F105F" w:rsidRPr="00BB2B86">
          <w:rPr>
            <w:rStyle w:val="Hyperlink"/>
          </w:rPr>
          <w:t>Application for Electrical Connection</w:t>
        </w:r>
      </w:hyperlink>
      <w:r w:rsidR="006F105F">
        <w:t xml:space="preserve"> </w:t>
      </w:r>
      <w:r w:rsidR="004B545C">
        <w:t>to the Engineer.</w:t>
      </w:r>
    </w:p>
    <w:p w14:paraId="51AD51A0" w14:textId="77777777" w:rsidR="006F105F" w:rsidRDefault="006F105F" w:rsidP="004B545C">
      <w:pPr>
        <w:pStyle w:val="NumberedMaterial"/>
        <w:numPr>
          <w:ilvl w:val="5"/>
          <w:numId w:val="1"/>
        </w:numPr>
      </w:pPr>
      <w:r>
        <w:t xml:space="preserve">Electrical Load Calculations, Site Plan, General Arrangement Drawings are required. 30 Day/7 Day metering </w:t>
      </w:r>
      <w:r w:rsidR="00215E01">
        <w:t xml:space="preserve">recordings </w:t>
      </w:r>
      <w:r>
        <w:t>are not required for Logistic</w:t>
      </w:r>
      <w:r w:rsidR="00215E01">
        <w:t>s</w:t>
      </w:r>
      <w:r>
        <w:t xml:space="preserve"> </w:t>
      </w:r>
      <w:r w:rsidR="00215E01">
        <w:t xml:space="preserve">Site </w:t>
      </w:r>
      <w:r>
        <w:t xml:space="preserve">connections. </w:t>
      </w:r>
    </w:p>
    <w:p w14:paraId="01214D55" w14:textId="77777777" w:rsidR="006F1BA6" w:rsidRDefault="0003292F" w:rsidP="00F5573A">
      <w:pPr>
        <w:pStyle w:val="NumberedMaterial"/>
        <w:numPr>
          <w:ilvl w:val="4"/>
          <w:numId w:val="1"/>
        </w:numPr>
      </w:pPr>
      <w:r>
        <w:t>Once approved</w:t>
      </w:r>
      <w:r w:rsidR="00215E01">
        <w:t>,</w:t>
      </w:r>
      <w:r>
        <w:t xml:space="preserve"> the Contractor is required to obtain an electrical permit and make the connection to the Port</w:t>
      </w:r>
      <w:r w:rsidR="00215E01">
        <w:t>’</w:t>
      </w:r>
      <w:r>
        <w:t>s disconnect</w:t>
      </w:r>
      <w:r w:rsidR="00215E01">
        <w:t xml:space="preserve"> that is</w:t>
      </w:r>
      <w:r w:rsidR="001C146C">
        <w:t xml:space="preserve"> located within the assigned Logistics </w:t>
      </w:r>
      <w:r w:rsidR="00491CF2">
        <w:t>space</w:t>
      </w:r>
      <w:r w:rsidR="001C146C">
        <w:t>.</w:t>
      </w:r>
    </w:p>
    <w:p w14:paraId="75A06010" w14:textId="77777777" w:rsidR="00A734E5" w:rsidRDefault="00A734E5" w:rsidP="00F5573A">
      <w:pPr>
        <w:pStyle w:val="NumberedMaterial"/>
        <w:numPr>
          <w:ilvl w:val="4"/>
          <w:numId w:val="1"/>
        </w:numPr>
      </w:pPr>
      <w:r>
        <w:t>The Contractor shall th</w:t>
      </w:r>
      <w:r w:rsidR="00C1510A">
        <w:t>e</w:t>
      </w:r>
      <w:r>
        <w:t>n have L</w:t>
      </w:r>
      <w:r w:rsidR="0003292F">
        <w:t xml:space="preserve">abor and </w:t>
      </w:r>
      <w:r w:rsidR="00215E01">
        <w:t xml:space="preserve">Industries </w:t>
      </w:r>
      <w:r>
        <w:t xml:space="preserve">inspect the connection and supply </w:t>
      </w:r>
      <w:r w:rsidR="0016232E">
        <w:t xml:space="preserve">their </w:t>
      </w:r>
      <w:r>
        <w:t xml:space="preserve">sticker of approval. </w:t>
      </w:r>
    </w:p>
    <w:p w14:paraId="249229C5" w14:textId="77777777" w:rsidR="0003292F" w:rsidRDefault="00A734E5" w:rsidP="00F5573A">
      <w:pPr>
        <w:pStyle w:val="NumberedMaterial"/>
        <w:numPr>
          <w:ilvl w:val="4"/>
          <w:numId w:val="1"/>
        </w:numPr>
      </w:pPr>
      <w:r>
        <w:t xml:space="preserve">The Contractor shall then inform the Engineer </w:t>
      </w:r>
      <w:r w:rsidR="0016232E">
        <w:t xml:space="preserve">that </w:t>
      </w:r>
      <w:r>
        <w:t xml:space="preserve">the system is ready to be energized. The Port will </w:t>
      </w:r>
      <w:r w:rsidR="00E05BBF">
        <w:t xml:space="preserve">perform </w:t>
      </w:r>
      <w:r>
        <w:t xml:space="preserve">a final inspection and remove the </w:t>
      </w:r>
      <w:r w:rsidR="0016232E">
        <w:t xml:space="preserve">Port </w:t>
      </w:r>
      <w:r w:rsidR="00E05BBF">
        <w:t>l</w:t>
      </w:r>
      <w:r>
        <w:t xml:space="preserve">ock </w:t>
      </w:r>
      <w:r w:rsidR="00E05BBF">
        <w:t>from the</w:t>
      </w:r>
      <w:r>
        <w:t xml:space="preserve"> disconnect. It </w:t>
      </w:r>
      <w:r w:rsidR="00E05BBF">
        <w:t xml:space="preserve">is </w:t>
      </w:r>
      <w:r w:rsidR="00215E01">
        <w:t xml:space="preserve">then </w:t>
      </w:r>
      <w:r w:rsidR="00E05BBF">
        <w:t>the responsibility of the C</w:t>
      </w:r>
      <w:r>
        <w:t xml:space="preserve">ontractor to energize the system.  </w:t>
      </w:r>
      <w:r w:rsidR="0003292F">
        <w:t xml:space="preserve"> </w:t>
      </w:r>
    </w:p>
    <w:p w14:paraId="1659356C" w14:textId="77777777" w:rsidR="00C32A48" w:rsidRPr="00111B5A" w:rsidRDefault="00E61FBA" w:rsidP="00F5573A">
      <w:pPr>
        <w:pStyle w:val="NumberedMaterial"/>
        <w:numPr>
          <w:ilvl w:val="3"/>
          <w:numId w:val="1"/>
        </w:numPr>
      </w:pPr>
      <w:r>
        <w:t>Before</w:t>
      </w:r>
      <w:r w:rsidR="00E05BBF">
        <w:t xml:space="preserve"> disconnecting power service</w:t>
      </w:r>
      <w:r w:rsidR="0016232E">
        <w:t>,</w:t>
      </w:r>
      <w:r w:rsidR="00E05BBF">
        <w:t xml:space="preserve"> notify the Engineer 14 days </w:t>
      </w:r>
      <w:r w:rsidR="00E170C2">
        <w:t>in advance. De-energize the system and remov</w:t>
      </w:r>
      <w:r w:rsidR="00C1510A">
        <w:t>e</w:t>
      </w:r>
      <w:r w:rsidR="00E170C2">
        <w:t xml:space="preserve"> all Contractor installed equipment and material back to the disconnect</w:t>
      </w:r>
      <w:r>
        <w:t xml:space="preserve">. Secure and cap openings to the disconnect. Notify the Engineer for final inspection. </w:t>
      </w:r>
    </w:p>
    <w:p w14:paraId="77633551" w14:textId="77777777" w:rsidR="00EC3FEE" w:rsidRDefault="00EC3FEE" w:rsidP="00111B5A">
      <w:pPr>
        <w:pStyle w:val="NumberedMaterial"/>
        <w:numPr>
          <w:ilvl w:val="2"/>
          <w:numId w:val="1"/>
        </w:numPr>
      </w:pPr>
      <w:r>
        <w:t>Water</w:t>
      </w:r>
    </w:p>
    <w:p w14:paraId="34015066" w14:textId="77777777" w:rsidR="00D63595" w:rsidRDefault="00D54D12" w:rsidP="00F5573A">
      <w:pPr>
        <w:pStyle w:val="NumberedMaterial"/>
        <w:numPr>
          <w:ilvl w:val="3"/>
          <w:numId w:val="1"/>
        </w:numPr>
      </w:pPr>
      <w:r>
        <w:t>W</w:t>
      </w:r>
      <w:r w:rsidR="00D63595">
        <w:t>ater</w:t>
      </w:r>
      <w:r w:rsidR="0016232E">
        <w:t>,</w:t>
      </w:r>
      <w:r w:rsidR="00D63595" w:rsidRPr="00D63595">
        <w:t xml:space="preserve"> </w:t>
      </w:r>
      <w:r w:rsidR="00D63595">
        <w:t>if available</w:t>
      </w:r>
      <w:r w:rsidR="0016232E">
        <w:t>,</w:t>
      </w:r>
      <w:r w:rsidR="00D63595">
        <w:t xml:space="preserve"> is</w:t>
      </w:r>
      <w:r w:rsidR="00D63595" w:rsidRPr="00D63595">
        <w:t xml:space="preserve"> provided by a</w:t>
      </w:r>
      <w:r w:rsidR="00D63595">
        <w:t xml:space="preserve"> ¾” Stub-Up. </w:t>
      </w:r>
      <w:r w:rsidR="00D63595" w:rsidRPr="00D63595">
        <w:t xml:space="preserve">The following steps are required to connect to the Ports Logistics </w:t>
      </w:r>
      <w:r w:rsidR="00D63595">
        <w:t>water</w:t>
      </w:r>
      <w:r w:rsidR="00D63595" w:rsidRPr="00D63595">
        <w:t xml:space="preserve"> system</w:t>
      </w:r>
      <w:r w:rsidR="00D63595">
        <w:t>.</w:t>
      </w:r>
    </w:p>
    <w:p w14:paraId="31762927" w14:textId="77777777" w:rsidR="00641B43" w:rsidRPr="007B5C20" w:rsidRDefault="00641B43" w:rsidP="004B545C">
      <w:pPr>
        <w:pStyle w:val="NumberedMaterial"/>
        <w:numPr>
          <w:ilvl w:val="4"/>
          <w:numId w:val="1"/>
        </w:numPr>
      </w:pPr>
      <w:r w:rsidRPr="00C1510A">
        <w:t>The Contractor is required to submit a Facilities Water Activation Request (</w:t>
      </w:r>
      <w:r w:rsidR="007A50A0" w:rsidRPr="00E351A5">
        <w:t>Attachment 01</w:t>
      </w:r>
      <w:r w:rsidR="004B545C" w:rsidRPr="00E351A5">
        <w:t xml:space="preserve"> 50 00 </w:t>
      </w:r>
      <w:r w:rsidR="00BB2B86">
        <w:t>A</w:t>
      </w:r>
      <w:r w:rsidR="00BB2B86" w:rsidRPr="00E351A5">
        <w:t xml:space="preserve"> </w:t>
      </w:r>
      <w:r w:rsidR="004B545C" w:rsidRPr="00E351A5">
        <w:t xml:space="preserve">Facilities Water Activation </w:t>
      </w:r>
      <w:r w:rsidR="004B545C" w:rsidRPr="00AA6E73">
        <w:t>Request)</w:t>
      </w:r>
      <w:r w:rsidR="00D54D12" w:rsidRPr="00650526">
        <w:t xml:space="preserve"> to the Engineer. </w:t>
      </w:r>
    </w:p>
    <w:p w14:paraId="1D159DAE" w14:textId="77777777" w:rsidR="00D54D12" w:rsidRPr="00C1510A" w:rsidRDefault="00D54D12" w:rsidP="00F5573A">
      <w:pPr>
        <w:pStyle w:val="NumberedMaterial"/>
        <w:numPr>
          <w:ilvl w:val="4"/>
          <w:numId w:val="1"/>
        </w:numPr>
      </w:pPr>
      <w:r w:rsidRPr="007B5C20">
        <w:lastRenderedPageBreak/>
        <w:t>Once approved</w:t>
      </w:r>
      <w:r w:rsidR="0016232E" w:rsidRPr="007B5C20">
        <w:t>,</w:t>
      </w:r>
      <w:r w:rsidRPr="007B5C20">
        <w:t xml:space="preserve"> </w:t>
      </w:r>
      <w:r w:rsidR="001C146C" w:rsidRPr="007B5C20">
        <w:t xml:space="preserve">the Contractor is required to make the connection to the ¾” Stub-Up </w:t>
      </w:r>
      <w:r w:rsidR="0016232E" w:rsidRPr="007B5C20">
        <w:t xml:space="preserve">that is </w:t>
      </w:r>
      <w:r w:rsidR="001C146C" w:rsidRPr="007B5C20">
        <w:t>located with</w:t>
      </w:r>
      <w:r w:rsidRPr="007B5C20">
        <w:t xml:space="preserve">in the assigned Logistics Site. Before opening the </w:t>
      </w:r>
      <w:r w:rsidR="0016232E" w:rsidRPr="007B5C20">
        <w:t xml:space="preserve">valve, </w:t>
      </w:r>
      <w:r w:rsidRPr="007B5C20">
        <w:t xml:space="preserve">the connected system must be flushed and </w:t>
      </w:r>
      <w:r w:rsidR="00C1510A">
        <w:t>disinfected</w:t>
      </w:r>
      <w:r w:rsidR="00C1510A" w:rsidRPr="00C1510A">
        <w:t xml:space="preserve"> </w:t>
      </w:r>
      <w:r w:rsidRPr="00C1510A">
        <w:t>by the Contractor.</w:t>
      </w:r>
      <w:r w:rsidR="00C1510A">
        <w:t xml:space="preserve"> </w:t>
      </w:r>
    </w:p>
    <w:p w14:paraId="614ECDE3" w14:textId="77777777" w:rsidR="00D54D12" w:rsidRDefault="00C1510A" w:rsidP="00F5573A">
      <w:pPr>
        <w:pStyle w:val="NumberedMaterial"/>
        <w:numPr>
          <w:ilvl w:val="4"/>
          <w:numId w:val="1"/>
        </w:numPr>
      </w:pPr>
      <w:r>
        <w:t xml:space="preserve">Disinfection </w:t>
      </w:r>
      <w:r w:rsidR="00E170C2">
        <w:t xml:space="preserve">Process: </w:t>
      </w:r>
      <w:r w:rsidR="00D54D12" w:rsidRPr="00F5573A">
        <w:t xml:space="preserve">The </w:t>
      </w:r>
      <w:r w:rsidR="00633979">
        <w:t>Port</w:t>
      </w:r>
      <w:r w:rsidR="00D54D12" w:rsidRPr="00F5573A">
        <w:t xml:space="preserve"> </w:t>
      </w:r>
      <w:r w:rsidR="00E170C2">
        <w:t xml:space="preserve">Boiler </w:t>
      </w:r>
      <w:r w:rsidR="00633979">
        <w:t>S</w:t>
      </w:r>
      <w:r w:rsidR="00E170C2">
        <w:t>hop</w:t>
      </w:r>
      <w:r w:rsidR="00D54D12" w:rsidRPr="00F5573A">
        <w:t xml:space="preserve"> </w:t>
      </w:r>
      <w:r w:rsidR="00E170C2">
        <w:t>is required to</w:t>
      </w:r>
      <w:r w:rsidR="00D54D12" w:rsidRPr="00F5573A">
        <w:t xml:space="preserve"> observe the </w:t>
      </w:r>
      <w:r>
        <w:t>disinfection</w:t>
      </w:r>
      <w:r w:rsidRPr="00F5573A">
        <w:t xml:space="preserve"> </w:t>
      </w:r>
      <w:r w:rsidR="00D54D12" w:rsidRPr="00F5573A">
        <w:t>and flushing procedure</w:t>
      </w:r>
      <w:r>
        <w:t>. C</w:t>
      </w:r>
      <w:r w:rsidR="00E170C2">
        <w:t xml:space="preserve">oordinate </w:t>
      </w:r>
      <w:r>
        <w:t xml:space="preserve">all activities </w:t>
      </w:r>
      <w:r w:rsidR="00E170C2">
        <w:t xml:space="preserve">with the Engineer. </w:t>
      </w:r>
    </w:p>
    <w:p w14:paraId="273D67B7" w14:textId="77777777" w:rsidR="00287386" w:rsidRDefault="00633979" w:rsidP="00287386">
      <w:pPr>
        <w:pStyle w:val="NumberedMaterial"/>
        <w:numPr>
          <w:ilvl w:val="5"/>
          <w:numId w:val="1"/>
        </w:numPr>
      </w:pPr>
      <w:r>
        <w:t xml:space="preserve">The </w:t>
      </w:r>
      <w:r w:rsidR="00287386">
        <w:t xml:space="preserve">Contractor </w:t>
      </w:r>
      <w:r>
        <w:t>will</w:t>
      </w:r>
      <w:r w:rsidR="00287386">
        <w:t xml:space="preserve"> install temporary valves at all ends of the new piping system for sterilizing, flushing and sampling activities.   </w:t>
      </w:r>
    </w:p>
    <w:p w14:paraId="79C0A0AF" w14:textId="77777777" w:rsidR="00287386" w:rsidRDefault="00287386" w:rsidP="00287386">
      <w:pPr>
        <w:pStyle w:val="NumberedMaterial"/>
        <w:numPr>
          <w:ilvl w:val="5"/>
          <w:numId w:val="1"/>
        </w:numPr>
      </w:pPr>
      <w:r>
        <w:t>Flush the piping system and perform system pressure testing at 200 psig or 1-1/2 times the working pressure (whichever is greater).</w:t>
      </w:r>
    </w:p>
    <w:p w14:paraId="6DE1452B" w14:textId="77777777" w:rsidR="00287386" w:rsidRDefault="00287386" w:rsidP="00287386">
      <w:pPr>
        <w:pStyle w:val="NumberedMaterial"/>
        <w:numPr>
          <w:ilvl w:val="5"/>
          <w:numId w:val="1"/>
        </w:numPr>
      </w:pPr>
      <w:r>
        <w:t xml:space="preserve">Flush piping system from one end to the other end(s) of piping system to ensure the entire system is flushed out.  </w:t>
      </w:r>
    </w:p>
    <w:p w14:paraId="76277C87" w14:textId="77777777" w:rsidR="00287386" w:rsidRDefault="00287386" w:rsidP="00287386">
      <w:pPr>
        <w:pStyle w:val="NumberedMaterial"/>
        <w:numPr>
          <w:ilvl w:val="5"/>
          <w:numId w:val="1"/>
        </w:numPr>
      </w:pPr>
      <w:r>
        <w:t>Drain the new piping system and fill with water.  Add sufficient chlorine (sodium hypochlorite, bleach solution or calcium hypochlorite) so that the system will achieve a minimum of 50 mg/L (ppm) chlorine concentration from one end of the piping system to the other end(s) of piping.  Exercise all valves an</w:t>
      </w:r>
      <w:r w:rsidR="00633979">
        <w:t>d movable parts of the system to ensure they all are sanitized. Port</w:t>
      </w:r>
      <w:r>
        <w:t xml:space="preserve"> Boiler </w:t>
      </w:r>
      <w:r w:rsidR="00633979">
        <w:t>Shop</w:t>
      </w:r>
      <w:r>
        <w:t xml:space="preserve"> will verify chlorine levels to begin sterilization.  </w:t>
      </w:r>
    </w:p>
    <w:p w14:paraId="63E13543" w14:textId="77777777" w:rsidR="00287386" w:rsidRDefault="00287386" w:rsidP="00287386">
      <w:pPr>
        <w:pStyle w:val="NumberedMaterial"/>
        <w:numPr>
          <w:ilvl w:val="5"/>
          <w:numId w:val="1"/>
        </w:numPr>
      </w:pPr>
      <w:r>
        <w:t>Sterilize for a minimum of 24 hours.  Residual chlorine sh</w:t>
      </w:r>
      <w:r w:rsidR="00633979">
        <w:t>all have a minimum of 25 mg/L. Port Boiler Shop</w:t>
      </w:r>
      <w:r>
        <w:t xml:space="preserve"> will verify chlorine levels.  Drain and flush the entire system, from one end of the piping system to the other end(s) of piping.  Dispose of disinfecting water in an approved environmentally safe manner. </w:t>
      </w:r>
    </w:p>
    <w:p w14:paraId="51C52CAC" w14:textId="77777777" w:rsidR="00287386" w:rsidRDefault="00287386" w:rsidP="00287386">
      <w:pPr>
        <w:pStyle w:val="NumberedMaterial"/>
        <w:numPr>
          <w:ilvl w:val="5"/>
          <w:numId w:val="1"/>
        </w:numPr>
      </w:pPr>
      <w:r>
        <w:t>T</w:t>
      </w:r>
      <w:r w:rsidR="00633979">
        <w:t>he Port Boiler Shop</w:t>
      </w:r>
      <w:r>
        <w:t xml:space="preserve"> will check </w:t>
      </w:r>
      <w:r w:rsidR="00633979">
        <w:t xml:space="preserve">residual </w:t>
      </w:r>
      <w:r>
        <w:t>chlorine</w:t>
      </w:r>
      <w:r w:rsidR="00633979">
        <w:t xml:space="preserve"> levels</w:t>
      </w:r>
      <w:r>
        <w:t xml:space="preserve"> at </w:t>
      </w:r>
      <w:r w:rsidR="00633979">
        <w:t xml:space="preserve">the </w:t>
      </w:r>
      <w:r>
        <w:t>end of</w:t>
      </w:r>
      <w:r w:rsidR="00633979">
        <w:t xml:space="preserve"> the</w:t>
      </w:r>
      <w:r>
        <w:t xml:space="preserve"> flushing activities.  If chlorine level is above 1.5 mg/l, additional flushing is needed.  If chlorine level is below 1.5 mg/l, (but above 0.3mg/L) non-routine purity sample(s) will be collected by </w:t>
      </w:r>
      <w:r w:rsidR="00633979">
        <w:t>the Port Boiler Shop</w:t>
      </w:r>
      <w:r>
        <w:t xml:space="preserve"> and </w:t>
      </w:r>
      <w:r w:rsidR="00633979">
        <w:t>sent to the lab for analysis at the Port’s</w:t>
      </w:r>
      <w:r>
        <w:t xml:space="preserve"> expense.  Sampling can only be conducted between Monday </w:t>
      </w:r>
      <w:r w:rsidR="00633979">
        <w:t xml:space="preserve">and </w:t>
      </w:r>
      <w:r>
        <w:t>Friday, 7:00 AM thru 11:59 AM.  Allow 3 to 5 working days for results from purity test to be obtained.</w:t>
      </w:r>
    </w:p>
    <w:p w14:paraId="144F9A74" w14:textId="77777777" w:rsidR="00287386" w:rsidRDefault="00287386" w:rsidP="00287386">
      <w:pPr>
        <w:pStyle w:val="NumberedMaterial"/>
        <w:numPr>
          <w:ilvl w:val="5"/>
          <w:numId w:val="1"/>
        </w:numPr>
      </w:pPr>
      <w:r>
        <w:t xml:space="preserve">When samples have passed, </w:t>
      </w:r>
      <w:r w:rsidR="00633979">
        <w:t>the C</w:t>
      </w:r>
      <w:r>
        <w:t>o</w:t>
      </w:r>
      <w:r w:rsidR="00633979">
        <w:t>ntractor can then connect to Port’s</w:t>
      </w:r>
      <w:r>
        <w:t xml:space="preserve"> existing water system.</w:t>
      </w:r>
    </w:p>
    <w:p w14:paraId="4CE5110F" w14:textId="77777777" w:rsidR="00287386" w:rsidRDefault="00287386" w:rsidP="00287386">
      <w:pPr>
        <w:pStyle w:val="NumberedMaterial"/>
        <w:numPr>
          <w:ilvl w:val="5"/>
          <w:numId w:val="1"/>
        </w:numPr>
      </w:pPr>
      <w:r>
        <w:t>The Point of Connection will be “swabbed” with (at l</w:t>
      </w:r>
      <w:r w:rsidR="00633979">
        <w:t>east 5%) chlorinated water.  Port Boiler Shop</w:t>
      </w:r>
      <w:r>
        <w:t xml:space="preserve"> shall witness the swabbing and connection activities.</w:t>
      </w:r>
    </w:p>
    <w:p w14:paraId="0ACC39C7" w14:textId="77777777" w:rsidR="00287386" w:rsidRDefault="00633979" w:rsidP="007B5C20">
      <w:pPr>
        <w:pStyle w:val="NumberedMaterial"/>
        <w:numPr>
          <w:ilvl w:val="5"/>
          <w:numId w:val="1"/>
        </w:numPr>
      </w:pPr>
      <w:r>
        <w:t>If, in the opinion of the Port Boiler Shop</w:t>
      </w:r>
      <w:r w:rsidR="00287386">
        <w:t xml:space="preserve"> representative, sanitary condit</w:t>
      </w:r>
      <w:r>
        <w:t xml:space="preserve">ions are not maintained at the point of </w:t>
      </w:r>
      <w:r w:rsidR="00B73980">
        <w:lastRenderedPageBreak/>
        <w:t>connection</w:t>
      </w:r>
      <w:r w:rsidR="00287386">
        <w:t>, the new piping system will be flushed and sterilized again.</w:t>
      </w:r>
    </w:p>
    <w:p w14:paraId="57D14C27" w14:textId="77777777" w:rsidR="00287386" w:rsidRDefault="00287386" w:rsidP="007B5C20">
      <w:pPr>
        <w:pStyle w:val="NumberedMaterial"/>
        <w:numPr>
          <w:ilvl w:val="5"/>
          <w:numId w:val="1"/>
        </w:numPr>
      </w:pPr>
      <w:r>
        <w:t>If the sample fails analysis, a second sample shall be taken and analyzed. Failure of the second sample will initiate re-chlorination and 24-hour “bake” time followed by flushing, testing etc.</w:t>
      </w:r>
      <w:r w:rsidDel="00287386">
        <w:t xml:space="preserve"> </w:t>
      </w:r>
    </w:p>
    <w:p w14:paraId="13634B3D" w14:textId="77777777" w:rsidR="00E61FBA" w:rsidRPr="00E61FBA" w:rsidRDefault="00E61FBA" w:rsidP="007B5C20">
      <w:pPr>
        <w:pStyle w:val="NumberedMaterial"/>
        <w:numPr>
          <w:ilvl w:val="4"/>
          <w:numId w:val="1"/>
        </w:numPr>
      </w:pPr>
      <w:r w:rsidRPr="00E61FBA">
        <w:t xml:space="preserve">Before disconnecting </w:t>
      </w:r>
      <w:r>
        <w:t>water</w:t>
      </w:r>
      <w:r w:rsidRPr="00E61FBA">
        <w:t xml:space="preserve"> service notify the Engineer 14 days in advance. </w:t>
      </w:r>
      <w:r>
        <w:t xml:space="preserve">Close the valve </w:t>
      </w:r>
      <w:r w:rsidRPr="00E61FBA">
        <w:t xml:space="preserve">and removal all Contractor installed equipment and material back to the </w:t>
      </w:r>
      <w:r>
        <w:t>Stub-Up</w:t>
      </w:r>
      <w:r w:rsidRPr="00E61FBA">
        <w:t xml:space="preserve">. Notify the Engineer for final inspection. </w:t>
      </w:r>
    </w:p>
    <w:p w14:paraId="634A192E" w14:textId="77777777" w:rsidR="00EC3FEE" w:rsidRDefault="00EC3FEE" w:rsidP="00111B5A">
      <w:pPr>
        <w:pStyle w:val="NumberedMaterial"/>
        <w:numPr>
          <w:ilvl w:val="2"/>
          <w:numId w:val="1"/>
        </w:numPr>
      </w:pPr>
      <w:r>
        <w:t>Sewer</w:t>
      </w:r>
    </w:p>
    <w:p w14:paraId="2CB4F87E" w14:textId="77777777" w:rsidR="00A020E3" w:rsidRDefault="00A020E3" w:rsidP="00F5573A">
      <w:pPr>
        <w:pStyle w:val="NumberedMaterial"/>
        <w:numPr>
          <w:ilvl w:val="3"/>
          <w:numId w:val="1"/>
        </w:numPr>
      </w:pPr>
      <w:r>
        <w:t>A sewer connection</w:t>
      </w:r>
      <w:r w:rsidR="00B73980">
        <w:t>,</w:t>
      </w:r>
      <w:r>
        <w:t xml:space="preserve"> if available</w:t>
      </w:r>
      <w:r w:rsidR="00B73980">
        <w:t>,</w:t>
      </w:r>
      <w:r>
        <w:t xml:space="preserve"> is provided by a 4” Stub-Up. </w:t>
      </w:r>
      <w:r w:rsidRPr="00D63595">
        <w:t>The following steps are required to connect to the Port</w:t>
      </w:r>
      <w:r w:rsidR="00B73980">
        <w:t>’</w:t>
      </w:r>
      <w:r w:rsidRPr="00D63595">
        <w:t xml:space="preserve">s Logistics </w:t>
      </w:r>
      <w:r>
        <w:t>sewer</w:t>
      </w:r>
      <w:r w:rsidRPr="00D63595">
        <w:t xml:space="preserve"> system</w:t>
      </w:r>
      <w:r>
        <w:t>.</w:t>
      </w:r>
    </w:p>
    <w:p w14:paraId="35ADBA23" w14:textId="77777777" w:rsidR="00CA0EBA" w:rsidRDefault="00A020E3" w:rsidP="00F5573A">
      <w:pPr>
        <w:pStyle w:val="NumberedMaterial"/>
        <w:numPr>
          <w:ilvl w:val="4"/>
          <w:numId w:val="1"/>
        </w:numPr>
      </w:pPr>
      <w:r>
        <w:t xml:space="preserve">Obtain a Midway </w:t>
      </w:r>
      <w:r w:rsidR="00C32A48">
        <w:t xml:space="preserve">Sewer </w:t>
      </w:r>
      <w:r>
        <w:t>Side Sewer Permit prior to connecting to the sewer system. Information on the</w:t>
      </w:r>
      <w:r w:rsidR="00C32A48">
        <w:t xml:space="preserve"> Side Sewer</w:t>
      </w:r>
      <w:r>
        <w:t xml:space="preserve"> Permit can be found at: </w:t>
      </w:r>
      <w:r w:rsidR="00E61FBA">
        <w:t>http://www.midwaysewer.org</w:t>
      </w:r>
    </w:p>
    <w:p w14:paraId="64CAABAD" w14:textId="77777777" w:rsidR="00C32A48" w:rsidRPr="00C32A48" w:rsidRDefault="00A020E3" w:rsidP="00F5573A">
      <w:pPr>
        <w:pStyle w:val="NumberedMaterial"/>
        <w:numPr>
          <w:ilvl w:val="4"/>
          <w:numId w:val="1"/>
        </w:numPr>
      </w:pPr>
      <w:r>
        <w:t xml:space="preserve">Disconnecting from the sewer system requires a Midway Sewer </w:t>
      </w:r>
      <w:r w:rsidR="00CA0EBA">
        <w:t xml:space="preserve">Capping </w:t>
      </w:r>
      <w:r>
        <w:t xml:space="preserve">Permit. </w:t>
      </w:r>
      <w:r w:rsidR="00C32A48" w:rsidRPr="00C32A48">
        <w:t xml:space="preserve">Information on the </w:t>
      </w:r>
      <w:r w:rsidR="00C32A48">
        <w:t>Midway</w:t>
      </w:r>
      <w:r w:rsidR="00C32A48" w:rsidRPr="00C32A48">
        <w:t xml:space="preserve"> Sewer</w:t>
      </w:r>
      <w:r w:rsidR="00C32A48">
        <w:t xml:space="preserve"> Capping</w:t>
      </w:r>
      <w:r w:rsidR="00C32A48" w:rsidRPr="00C32A48">
        <w:t xml:space="preserve"> Permit can be found</w:t>
      </w:r>
      <w:r w:rsidR="00E61FBA">
        <w:t xml:space="preserve"> at: http://www.midwaysewer.org</w:t>
      </w:r>
    </w:p>
    <w:p w14:paraId="4E28F951" w14:textId="77777777" w:rsidR="00EC3FEE" w:rsidRDefault="00EC3FEE" w:rsidP="00111B5A">
      <w:pPr>
        <w:pStyle w:val="NumberedMaterial"/>
        <w:numPr>
          <w:ilvl w:val="2"/>
          <w:numId w:val="1"/>
        </w:numPr>
      </w:pPr>
      <w:r>
        <w:t xml:space="preserve">Communication </w:t>
      </w:r>
      <w:r w:rsidR="00641B43">
        <w:t>and Data</w:t>
      </w:r>
    </w:p>
    <w:p w14:paraId="489998F3" w14:textId="77777777" w:rsidR="00862290" w:rsidRPr="00862290" w:rsidRDefault="00B023C5" w:rsidP="00862290">
      <w:pPr>
        <w:pStyle w:val="NumberedMaterial"/>
        <w:numPr>
          <w:ilvl w:val="3"/>
          <w:numId w:val="10"/>
        </w:numPr>
        <w:rPr>
          <w:u w:val="single"/>
        </w:rPr>
      </w:pPr>
      <w:r>
        <w:t xml:space="preserve">Communications and data are not </w:t>
      </w:r>
      <w:r w:rsidR="00CC289E">
        <w:t>provided</w:t>
      </w:r>
      <w:r>
        <w:t xml:space="preserve"> by the Port of Seattle.  The contractor is responsible for all arrangements to obtain and connect communications and data to the logistics site. Notify the Engineer of any plans for communication or data.</w:t>
      </w:r>
    </w:p>
    <w:p w14:paraId="282E526E" w14:textId="1E980236" w:rsidR="009E07D0" w:rsidRPr="00902BDD" w:rsidRDefault="009E07D0" w:rsidP="00862290">
      <w:pPr>
        <w:pStyle w:val="NumberedMaterial"/>
        <w:ind w:left="720"/>
      </w:pPr>
      <w:r w:rsidRPr="00902BDD">
        <w:t>MEASUREMENT AND PAYMENT</w:t>
      </w:r>
    </w:p>
    <w:p w14:paraId="141D1EE7" w14:textId="77777777" w:rsidR="00D21EA2" w:rsidRPr="00902BDD" w:rsidRDefault="00D21EA2" w:rsidP="00D21EA2">
      <w:pPr>
        <w:pStyle w:val="NumberedMaterial"/>
        <w:numPr>
          <w:ilvl w:val="1"/>
          <w:numId w:val="1"/>
        </w:numPr>
      </w:pPr>
      <w:r w:rsidRPr="00902BDD">
        <w:t>GENERAL</w:t>
      </w:r>
    </w:p>
    <w:p w14:paraId="3C374EB2" w14:textId="77777777" w:rsidR="009E07D0" w:rsidRPr="00902BDD" w:rsidRDefault="009E07D0" w:rsidP="00D21EA2">
      <w:pPr>
        <w:pStyle w:val="NumberedMaterial"/>
        <w:numPr>
          <w:ilvl w:val="2"/>
          <w:numId w:val="1"/>
        </w:numPr>
      </w:pPr>
      <w:r w:rsidRPr="00902BDD">
        <w:t xml:space="preserve">No separate measurement or payment will be made for the </w:t>
      </w:r>
      <w:r w:rsidR="00F81E5B">
        <w:t>W</w:t>
      </w:r>
      <w:r w:rsidRPr="00902BDD">
        <w:t>ork required by this section. The cost for this portion of the Work will be considered incidental to, and included in the payments made for the applicable bid items in the</w:t>
      </w:r>
      <w:r w:rsidR="00B55E56">
        <w:t xml:space="preserve"> [</w:t>
      </w:r>
      <w:r w:rsidR="00B55E56" w:rsidRPr="00D47CC0">
        <w:rPr>
          <w:shd w:val="clear" w:color="auto" w:fill="FBD4B4"/>
        </w:rPr>
        <w:t>Schedule of Unit Prices</w:t>
      </w:r>
      <w:r w:rsidR="00B55E56">
        <w:t>]</w:t>
      </w:r>
      <w:r w:rsidR="00FB593B">
        <w:t xml:space="preserve"> </w:t>
      </w:r>
      <w:r w:rsidR="00B55E56">
        <w:t>[</w:t>
      </w:r>
      <w:r w:rsidRPr="00D47CC0">
        <w:rPr>
          <w:shd w:val="clear" w:color="auto" w:fill="FBD4B4"/>
        </w:rPr>
        <w:t>Lum</w:t>
      </w:r>
      <w:r w:rsidR="00FB593B" w:rsidRPr="00D47CC0">
        <w:rPr>
          <w:shd w:val="clear" w:color="auto" w:fill="FBD4B4"/>
        </w:rPr>
        <w:t>p Sum price</w:t>
      </w:r>
      <w:r w:rsidR="00B55E56">
        <w:t>]</w:t>
      </w:r>
      <w:r w:rsidR="00FB593B">
        <w:t xml:space="preserve"> bid for the Project</w:t>
      </w:r>
      <w:r w:rsidRPr="00902BDD">
        <w:t>.</w:t>
      </w:r>
    </w:p>
    <w:p w14:paraId="30D2E725" w14:textId="77777777" w:rsidR="00AA2791" w:rsidRDefault="009E07D0" w:rsidP="009E07D0">
      <w:pPr>
        <w:pStyle w:val="End"/>
      </w:pPr>
      <w:r w:rsidRPr="00902BDD">
        <w:t>End of Section</w:t>
      </w:r>
    </w:p>
    <w:p w14:paraId="25FA402C" w14:textId="77777777" w:rsidR="00D604F6" w:rsidRPr="00BC1487" w:rsidRDefault="00D604F6" w:rsidP="00F72A54">
      <w:pPr>
        <w:tabs>
          <w:tab w:val="decimal" w:pos="-1980"/>
          <w:tab w:val="right" w:pos="9900"/>
        </w:tabs>
      </w:pPr>
    </w:p>
    <w:sectPr w:rsidR="00D604F6" w:rsidRPr="00BC1487" w:rsidSect="00A618F6">
      <w:headerReference w:type="default" r:id="rId18"/>
      <w:footerReference w:type="default" r:id="rId19"/>
      <w:headerReference w:type="first" r:id="rId20"/>
      <w:footerReference w:type="first" r:id="rId21"/>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6201F" w14:textId="77777777" w:rsidR="00F72DC4" w:rsidRDefault="00F72DC4">
      <w:r>
        <w:separator/>
      </w:r>
    </w:p>
  </w:endnote>
  <w:endnote w:type="continuationSeparator" w:id="0">
    <w:p w14:paraId="2F83341D" w14:textId="77777777" w:rsidR="00F72DC4" w:rsidRDefault="00F72DC4">
      <w:r>
        <w:continuationSeparator/>
      </w:r>
    </w:p>
  </w:endnote>
  <w:endnote w:type="continuationNotice" w:id="1">
    <w:p w14:paraId="68FD5A59" w14:textId="77777777" w:rsidR="00587F3E" w:rsidRDefault="00587F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E006" w14:textId="77777777" w:rsidR="00890D13" w:rsidRDefault="00890D13" w:rsidP="00ED76E6">
    <w:pPr>
      <w:pStyle w:val="Footer"/>
    </w:pPr>
    <w:r>
      <w:t>MC-XXXXXXX /WP #XXXXXX</w:t>
    </w:r>
    <w:r w:rsidRPr="0013613C">
      <w:tab/>
    </w:r>
    <w:r w:rsidRPr="0013613C">
      <w:tab/>
    </w:r>
    <w:r>
      <w:t>01</w:t>
    </w:r>
    <w:r w:rsidR="0005022B">
      <w:t xml:space="preserve"> </w:t>
    </w:r>
    <w:r>
      <w:t>5</w:t>
    </w:r>
    <w:r w:rsidR="0005022B">
      <w:t xml:space="preserve">0 </w:t>
    </w:r>
    <w:r>
      <w:t>00</w:t>
    </w:r>
    <w:r w:rsidRPr="0013613C">
      <w:t>-</w:t>
    </w:r>
    <w:r w:rsidRPr="0013613C">
      <w:fldChar w:fldCharType="begin"/>
    </w:r>
    <w:r w:rsidRPr="0013613C">
      <w:instrText xml:space="preserve"> PAGE </w:instrText>
    </w:r>
    <w:r w:rsidRPr="0013613C">
      <w:fldChar w:fldCharType="separate"/>
    </w:r>
    <w:r w:rsidR="00FB62C7">
      <w:rPr>
        <w:noProof/>
      </w:rPr>
      <w:t>27</w:t>
    </w:r>
    <w:r w:rsidRPr="0013613C">
      <w:fldChar w:fldCharType="end"/>
    </w:r>
  </w:p>
  <w:p w14:paraId="2E880485" w14:textId="63F96383" w:rsidR="00524928" w:rsidRPr="0013613C" w:rsidRDefault="00890D13" w:rsidP="00ED76E6">
    <w:pPr>
      <w:pStyle w:val="Footer"/>
    </w:pPr>
    <w:r>
      <w:t>Rev.</w:t>
    </w:r>
    <w:r w:rsidR="00D715F8">
      <w:t>02/28/2024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3B55B" w14:textId="77777777" w:rsidR="00890D13" w:rsidRPr="00CB1344" w:rsidRDefault="00890D13" w:rsidP="00ED76E6">
    <w:pPr>
      <w:pStyle w:val="Footer"/>
    </w:pPr>
    <w:r w:rsidRPr="000B4336">
      <w:fldChar w:fldCharType="begin"/>
    </w:r>
    <w:r w:rsidRPr="000B4336">
      <w:instrText xml:space="preserve"> DOCPROPERTY  Project </w:instrText>
    </w:r>
    <w:r w:rsidRPr="000B4336">
      <w:fldChar w:fldCharType="separate"/>
    </w:r>
    <w:r w:rsidR="00784068">
      <w:rPr>
        <w:b/>
        <w:bCs/>
      </w:rPr>
      <w:t>Error! Unknown document property name.</w:t>
    </w:r>
    <w:r w:rsidRPr="000B4336">
      <w:fldChar w:fldCharType="end"/>
    </w:r>
    <w:r w:rsidRPr="00BE3A41">
      <w:tab/>
    </w:r>
    <w:r>
      <w:t>01110</w:t>
    </w:r>
    <w:r w:rsidRPr="00BE3A41">
      <w:t>-</w:t>
    </w:r>
    <w:r w:rsidRPr="00BE3A41">
      <w:fldChar w:fldCharType="begin"/>
    </w:r>
    <w:r w:rsidRPr="00BE3A41">
      <w:instrText xml:space="preserve"> PAGE </w:instrText>
    </w:r>
    <w:r w:rsidRPr="00BE3A41">
      <w:fldChar w:fldCharType="separate"/>
    </w:r>
    <w:r>
      <w:rPr>
        <w:noProof/>
      </w:rPr>
      <w:t>1</w:t>
    </w:r>
    <w:r w:rsidRPr="00BE3A4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1A36A" w14:textId="77777777" w:rsidR="00F72DC4" w:rsidRDefault="00F72DC4">
      <w:r>
        <w:separator/>
      </w:r>
    </w:p>
  </w:footnote>
  <w:footnote w:type="continuationSeparator" w:id="0">
    <w:p w14:paraId="6D005821" w14:textId="77777777" w:rsidR="00F72DC4" w:rsidRDefault="00F72DC4">
      <w:r>
        <w:continuationSeparator/>
      </w:r>
    </w:p>
  </w:footnote>
  <w:footnote w:type="continuationNotice" w:id="1">
    <w:p w14:paraId="6E8D0677" w14:textId="77777777" w:rsidR="00587F3E" w:rsidRDefault="00587F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5C2F" w14:textId="77777777" w:rsidR="00890D13" w:rsidRPr="0013613C" w:rsidRDefault="00890D13" w:rsidP="00ED76E6">
    <w:pPr>
      <w:pStyle w:val="Header"/>
      <w:tabs>
        <w:tab w:val="left" w:pos="2080"/>
      </w:tabs>
    </w:pPr>
    <w:r>
      <w:t>DIVISION 1 - GENERAL REQUIREMENTS</w:t>
    </w:r>
  </w:p>
  <w:p w14:paraId="309A2F0C" w14:textId="77777777" w:rsidR="00890D13" w:rsidRPr="000C2C5E" w:rsidRDefault="00890D13" w:rsidP="00ED76E6">
    <w:pPr>
      <w:pStyle w:val="Header"/>
    </w:pPr>
    <w:r w:rsidRPr="000C2C5E">
      <w:t>Section 01</w:t>
    </w:r>
    <w:r w:rsidR="0005022B">
      <w:t xml:space="preserve"> </w:t>
    </w:r>
    <w:r w:rsidRPr="000C2C5E">
      <w:t>50</w:t>
    </w:r>
    <w:r w:rsidR="0005022B">
      <w:t xml:space="preserve"> 0</w:t>
    </w:r>
    <w:r w:rsidRPr="000C2C5E">
      <w:t xml:space="preserve">0 - Temporary Facilities </w:t>
    </w:r>
    <w:r>
      <w:t>a</w:t>
    </w:r>
    <w:r w:rsidRPr="000C2C5E">
      <w:t>nd Controls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293ED" w14:textId="77777777" w:rsidR="00890D13" w:rsidRDefault="00890D13" w:rsidP="00ED76E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EF87E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AB9734E"/>
    <w:multiLevelType w:val="hybridMultilevel"/>
    <w:tmpl w:val="9230B2A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447E59B8"/>
    <w:multiLevelType w:val="hybridMultilevel"/>
    <w:tmpl w:val="6CAC7A0E"/>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 w15:restartNumberingAfterBreak="0">
    <w:nsid w:val="45034540"/>
    <w:multiLevelType w:val="multilevel"/>
    <w:tmpl w:val="9682973C"/>
    <w:lvl w:ilvl="0">
      <w:start w:val="1"/>
      <w:numFmt w:val="decimal"/>
      <w:pStyle w:val="NumberedMaterial"/>
      <w:suff w:val="nothing"/>
      <w:lvlText w:val="PART %1  "/>
      <w:lvlJc w:val="left"/>
      <w:pPr>
        <w:ind w:left="234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2055811020">
    <w:abstractNumId w:val="3"/>
  </w:num>
  <w:num w:numId="2" w16cid:durableId="1294360306">
    <w:abstractNumId w:val="0"/>
  </w:num>
  <w:num w:numId="3" w16cid:durableId="674501769">
    <w:abstractNumId w:val="3"/>
  </w:num>
  <w:num w:numId="4" w16cid:durableId="739402373">
    <w:abstractNumId w:val="3"/>
  </w:num>
  <w:num w:numId="5" w16cid:durableId="10102555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0920338">
    <w:abstractNumId w:val="3"/>
  </w:num>
  <w:num w:numId="7" w16cid:durableId="1659727483">
    <w:abstractNumId w:val="3"/>
  </w:num>
  <w:num w:numId="8" w16cid:durableId="262688799">
    <w:abstractNumId w:val="1"/>
  </w:num>
  <w:num w:numId="9" w16cid:durableId="733699312">
    <w:abstractNumId w:val="3"/>
    <w:lvlOverride w:ilvl="0">
      <w:startOverride w:val="1"/>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7753404">
    <w:abstractNumId w:val="3"/>
  </w:num>
  <w:num w:numId="11" w16cid:durableId="1376350785">
    <w:abstractNumId w:val="3"/>
  </w:num>
  <w:num w:numId="12" w16cid:durableId="5807196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9138602">
    <w:abstractNumId w:val="3"/>
  </w:num>
  <w:num w:numId="14" w16cid:durableId="160893048">
    <w:abstractNumId w:val="3"/>
  </w:num>
  <w:num w:numId="15" w16cid:durableId="7587145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activeWritingStyle w:appName="MSWord" w:lang="en-US" w:vendorID="64" w:dllVersion="6" w:nlCheck="1" w:checkStyle="1"/>
  <w:activeWritingStyle w:appName="MSWord" w:lang="en-US" w:vendorID="64" w:dllVersion="0" w:nlCheck="1" w:checkStyle="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0058B"/>
    <w:rsid w:val="0000202D"/>
    <w:rsid w:val="00002F8E"/>
    <w:rsid w:val="000108EF"/>
    <w:rsid w:val="00012BC7"/>
    <w:rsid w:val="00016DC4"/>
    <w:rsid w:val="00016E16"/>
    <w:rsid w:val="00022B31"/>
    <w:rsid w:val="00023C22"/>
    <w:rsid w:val="00023FCA"/>
    <w:rsid w:val="00027D7B"/>
    <w:rsid w:val="0003292F"/>
    <w:rsid w:val="0003450F"/>
    <w:rsid w:val="0005022B"/>
    <w:rsid w:val="00054051"/>
    <w:rsid w:val="00057C95"/>
    <w:rsid w:val="00061B7F"/>
    <w:rsid w:val="00063F0A"/>
    <w:rsid w:val="00066350"/>
    <w:rsid w:val="000711EC"/>
    <w:rsid w:val="0008457F"/>
    <w:rsid w:val="000A3090"/>
    <w:rsid w:val="000B71CD"/>
    <w:rsid w:val="000B7F49"/>
    <w:rsid w:val="000C02C1"/>
    <w:rsid w:val="000C1688"/>
    <w:rsid w:val="000C274B"/>
    <w:rsid w:val="000D0366"/>
    <w:rsid w:val="000D09F2"/>
    <w:rsid w:val="000D28ED"/>
    <w:rsid w:val="000D5102"/>
    <w:rsid w:val="000D5357"/>
    <w:rsid w:val="000E0C14"/>
    <w:rsid w:val="000F0088"/>
    <w:rsid w:val="000F282B"/>
    <w:rsid w:val="000F2D83"/>
    <w:rsid w:val="0010629F"/>
    <w:rsid w:val="00106F23"/>
    <w:rsid w:val="00111B5A"/>
    <w:rsid w:val="00112688"/>
    <w:rsid w:val="001136F7"/>
    <w:rsid w:val="00116423"/>
    <w:rsid w:val="00122ADC"/>
    <w:rsid w:val="00134B56"/>
    <w:rsid w:val="00137566"/>
    <w:rsid w:val="00142A4D"/>
    <w:rsid w:val="001500D7"/>
    <w:rsid w:val="001508D1"/>
    <w:rsid w:val="00161EAF"/>
    <w:rsid w:val="0016232E"/>
    <w:rsid w:val="00162D3B"/>
    <w:rsid w:val="0016325F"/>
    <w:rsid w:val="00167417"/>
    <w:rsid w:val="00167428"/>
    <w:rsid w:val="00180FB0"/>
    <w:rsid w:val="0018121D"/>
    <w:rsid w:val="00182E95"/>
    <w:rsid w:val="00197072"/>
    <w:rsid w:val="001A604E"/>
    <w:rsid w:val="001A781F"/>
    <w:rsid w:val="001B43BC"/>
    <w:rsid w:val="001C146C"/>
    <w:rsid w:val="001C345B"/>
    <w:rsid w:val="001C360B"/>
    <w:rsid w:val="001C4365"/>
    <w:rsid w:val="001C560E"/>
    <w:rsid w:val="001C5AC1"/>
    <w:rsid w:val="001D14B3"/>
    <w:rsid w:val="001D2BFC"/>
    <w:rsid w:val="001D2D3F"/>
    <w:rsid w:val="001D54A3"/>
    <w:rsid w:val="001E1682"/>
    <w:rsid w:val="001E7A26"/>
    <w:rsid w:val="001F0A3F"/>
    <w:rsid w:val="00202FC8"/>
    <w:rsid w:val="00203522"/>
    <w:rsid w:val="00204CDE"/>
    <w:rsid w:val="0021130B"/>
    <w:rsid w:val="00215E01"/>
    <w:rsid w:val="00220F81"/>
    <w:rsid w:val="00221C47"/>
    <w:rsid w:val="002274E8"/>
    <w:rsid w:val="0023482A"/>
    <w:rsid w:val="00240CD0"/>
    <w:rsid w:val="0024196E"/>
    <w:rsid w:val="00246A5B"/>
    <w:rsid w:val="00247EE8"/>
    <w:rsid w:val="00263A39"/>
    <w:rsid w:val="00267B96"/>
    <w:rsid w:val="00271C7B"/>
    <w:rsid w:val="00274058"/>
    <w:rsid w:val="00281868"/>
    <w:rsid w:val="0028380A"/>
    <w:rsid w:val="00287386"/>
    <w:rsid w:val="00290A7B"/>
    <w:rsid w:val="0029723A"/>
    <w:rsid w:val="002A0E5D"/>
    <w:rsid w:val="002A3624"/>
    <w:rsid w:val="002A519D"/>
    <w:rsid w:val="002A7904"/>
    <w:rsid w:val="002B1F50"/>
    <w:rsid w:val="002B7DD4"/>
    <w:rsid w:val="002C2CF3"/>
    <w:rsid w:val="002C4F0D"/>
    <w:rsid w:val="002C5FCA"/>
    <w:rsid w:val="002C69BF"/>
    <w:rsid w:val="002D1FF3"/>
    <w:rsid w:val="002D3018"/>
    <w:rsid w:val="002D32DD"/>
    <w:rsid w:val="002D6AE1"/>
    <w:rsid w:val="002D707C"/>
    <w:rsid w:val="002E3E95"/>
    <w:rsid w:val="002E5F40"/>
    <w:rsid w:val="002F6854"/>
    <w:rsid w:val="00304C58"/>
    <w:rsid w:val="0030609D"/>
    <w:rsid w:val="00307291"/>
    <w:rsid w:val="0031490A"/>
    <w:rsid w:val="00317491"/>
    <w:rsid w:val="003175BA"/>
    <w:rsid w:val="00317728"/>
    <w:rsid w:val="00317AE1"/>
    <w:rsid w:val="003226F9"/>
    <w:rsid w:val="003228D5"/>
    <w:rsid w:val="003229F4"/>
    <w:rsid w:val="0032590F"/>
    <w:rsid w:val="0033064A"/>
    <w:rsid w:val="00341544"/>
    <w:rsid w:val="00353992"/>
    <w:rsid w:val="00356557"/>
    <w:rsid w:val="003600CA"/>
    <w:rsid w:val="00362D96"/>
    <w:rsid w:val="003708BE"/>
    <w:rsid w:val="0037294A"/>
    <w:rsid w:val="00374B7C"/>
    <w:rsid w:val="0037625B"/>
    <w:rsid w:val="00380F2D"/>
    <w:rsid w:val="00390351"/>
    <w:rsid w:val="00392E2A"/>
    <w:rsid w:val="003934ED"/>
    <w:rsid w:val="003956AA"/>
    <w:rsid w:val="003A36D6"/>
    <w:rsid w:val="003A5C04"/>
    <w:rsid w:val="003A7DA5"/>
    <w:rsid w:val="003B6CE2"/>
    <w:rsid w:val="003C57B7"/>
    <w:rsid w:val="003D092A"/>
    <w:rsid w:val="003D5768"/>
    <w:rsid w:val="003E0910"/>
    <w:rsid w:val="003E331B"/>
    <w:rsid w:val="003F74DD"/>
    <w:rsid w:val="00403768"/>
    <w:rsid w:val="00404DD5"/>
    <w:rsid w:val="004126AB"/>
    <w:rsid w:val="004145CF"/>
    <w:rsid w:val="00421A25"/>
    <w:rsid w:val="00424FDF"/>
    <w:rsid w:val="004278F4"/>
    <w:rsid w:val="00440AD1"/>
    <w:rsid w:val="00454B70"/>
    <w:rsid w:val="00461F83"/>
    <w:rsid w:val="00464BEA"/>
    <w:rsid w:val="00471C60"/>
    <w:rsid w:val="00491CF2"/>
    <w:rsid w:val="004927A4"/>
    <w:rsid w:val="00493867"/>
    <w:rsid w:val="00495F31"/>
    <w:rsid w:val="004A11B8"/>
    <w:rsid w:val="004B0ED2"/>
    <w:rsid w:val="004B4411"/>
    <w:rsid w:val="004B545C"/>
    <w:rsid w:val="004B7133"/>
    <w:rsid w:val="004C2FFF"/>
    <w:rsid w:val="004F3923"/>
    <w:rsid w:val="004F4A83"/>
    <w:rsid w:val="004F7699"/>
    <w:rsid w:val="005018DB"/>
    <w:rsid w:val="00506540"/>
    <w:rsid w:val="00511DD5"/>
    <w:rsid w:val="005153AA"/>
    <w:rsid w:val="0051754C"/>
    <w:rsid w:val="00517A01"/>
    <w:rsid w:val="00524928"/>
    <w:rsid w:val="00530854"/>
    <w:rsid w:val="00532532"/>
    <w:rsid w:val="0055047E"/>
    <w:rsid w:val="00551CA5"/>
    <w:rsid w:val="00551DA6"/>
    <w:rsid w:val="00563E11"/>
    <w:rsid w:val="00564C31"/>
    <w:rsid w:val="0058080C"/>
    <w:rsid w:val="005836DD"/>
    <w:rsid w:val="00585B81"/>
    <w:rsid w:val="00587F3E"/>
    <w:rsid w:val="00590FB7"/>
    <w:rsid w:val="00592F72"/>
    <w:rsid w:val="00596CA0"/>
    <w:rsid w:val="005A0194"/>
    <w:rsid w:val="005A2475"/>
    <w:rsid w:val="005A38C3"/>
    <w:rsid w:val="005A38F6"/>
    <w:rsid w:val="005B2964"/>
    <w:rsid w:val="005B67BD"/>
    <w:rsid w:val="005C0EE7"/>
    <w:rsid w:val="005C3A1D"/>
    <w:rsid w:val="005C6DDF"/>
    <w:rsid w:val="005C7B28"/>
    <w:rsid w:val="005D4F4E"/>
    <w:rsid w:val="005D5C29"/>
    <w:rsid w:val="005E0D22"/>
    <w:rsid w:val="005E4803"/>
    <w:rsid w:val="005F0180"/>
    <w:rsid w:val="005F2BC4"/>
    <w:rsid w:val="005F7694"/>
    <w:rsid w:val="006018C0"/>
    <w:rsid w:val="006203F9"/>
    <w:rsid w:val="00620CC2"/>
    <w:rsid w:val="00620D95"/>
    <w:rsid w:val="0062380E"/>
    <w:rsid w:val="00626BC6"/>
    <w:rsid w:val="00633979"/>
    <w:rsid w:val="0063461C"/>
    <w:rsid w:val="00634F35"/>
    <w:rsid w:val="006404E6"/>
    <w:rsid w:val="00641B43"/>
    <w:rsid w:val="00650526"/>
    <w:rsid w:val="00654745"/>
    <w:rsid w:val="00672596"/>
    <w:rsid w:val="006748E2"/>
    <w:rsid w:val="00675F99"/>
    <w:rsid w:val="0067620D"/>
    <w:rsid w:val="00681BA9"/>
    <w:rsid w:val="00693628"/>
    <w:rsid w:val="006968FB"/>
    <w:rsid w:val="006A1522"/>
    <w:rsid w:val="006A2989"/>
    <w:rsid w:val="006A3A06"/>
    <w:rsid w:val="006A462D"/>
    <w:rsid w:val="006A6179"/>
    <w:rsid w:val="006A7FE5"/>
    <w:rsid w:val="006B2CF1"/>
    <w:rsid w:val="006B33B5"/>
    <w:rsid w:val="006B538E"/>
    <w:rsid w:val="006C4325"/>
    <w:rsid w:val="006D02BE"/>
    <w:rsid w:val="006D0765"/>
    <w:rsid w:val="006D6104"/>
    <w:rsid w:val="006F06C6"/>
    <w:rsid w:val="006F0FE8"/>
    <w:rsid w:val="006F105F"/>
    <w:rsid w:val="006F1BA6"/>
    <w:rsid w:val="00701C72"/>
    <w:rsid w:val="00710746"/>
    <w:rsid w:val="00710D8E"/>
    <w:rsid w:val="007139FC"/>
    <w:rsid w:val="0071799C"/>
    <w:rsid w:val="007223C8"/>
    <w:rsid w:val="00732FF5"/>
    <w:rsid w:val="007333B8"/>
    <w:rsid w:val="00733FEE"/>
    <w:rsid w:val="00740473"/>
    <w:rsid w:val="007405D1"/>
    <w:rsid w:val="00745206"/>
    <w:rsid w:val="00755D31"/>
    <w:rsid w:val="00756BCC"/>
    <w:rsid w:val="00760554"/>
    <w:rsid w:val="00761B11"/>
    <w:rsid w:val="0077535D"/>
    <w:rsid w:val="0077681F"/>
    <w:rsid w:val="00780B2B"/>
    <w:rsid w:val="00784068"/>
    <w:rsid w:val="00784566"/>
    <w:rsid w:val="00791ADA"/>
    <w:rsid w:val="007A50A0"/>
    <w:rsid w:val="007B1FD0"/>
    <w:rsid w:val="007B2008"/>
    <w:rsid w:val="007B5C20"/>
    <w:rsid w:val="007B6EAE"/>
    <w:rsid w:val="007C117E"/>
    <w:rsid w:val="007C239D"/>
    <w:rsid w:val="007C546A"/>
    <w:rsid w:val="007E08CF"/>
    <w:rsid w:val="007E1897"/>
    <w:rsid w:val="007E28EA"/>
    <w:rsid w:val="007F3AC8"/>
    <w:rsid w:val="007F3D43"/>
    <w:rsid w:val="008016DB"/>
    <w:rsid w:val="00804292"/>
    <w:rsid w:val="0080542B"/>
    <w:rsid w:val="00810846"/>
    <w:rsid w:val="00810B75"/>
    <w:rsid w:val="008113B3"/>
    <w:rsid w:val="008145D8"/>
    <w:rsid w:val="00815521"/>
    <w:rsid w:val="0081609F"/>
    <w:rsid w:val="00816B22"/>
    <w:rsid w:val="00822997"/>
    <w:rsid w:val="008265F5"/>
    <w:rsid w:val="008319CA"/>
    <w:rsid w:val="00834501"/>
    <w:rsid w:val="00837CB6"/>
    <w:rsid w:val="00840CB3"/>
    <w:rsid w:val="00841870"/>
    <w:rsid w:val="008504D0"/>
    <w:rsid w:val="0085290D"/>
    <w:rsid w:val="00862290"/>
    <w:rsid w:val="008674D2"/>
    <w:rsid w:val="00875DCA"/>
    <w:rsid w:val="00881FAE"/>
    <w:rsid w:val="008828EB"/>
    <w:rsid w:val="0088390A"/>
    <w:rsid w:val="00887086"/>
    <w:rsid w:val="00890D13"/>
    <w:rsid w:val="008967ED"/>
    <w:rsid w:val="008A06A4"/>
    <w:rsid w:val="008A5767"/>
    <w:rsid w:val="008B0F84"/>
    <w:rsid w:val="008B2D99"/>
    <w:rsid w:val="008C1378"/>
    <w:rsid w:val="008C18E3"/>
    <w:rsid w:val="008C3442"/>
    <w:rsid w:val="008C7D97"/>
    <w:rsid w:val="008D1A4E"/>
    <w:rsid w:val="008D616C"/>
    <w:rsid w:val="008D7CB4"/>
    <w:rsid w:val="008E07DD"/>
    <w:rsid w:val="008F3A94"/>
    <w:rsid w:val="00902BDD"/>
    <w:rsid w:val="00905CC1"/>
    <w:rsid w:val="0091202A"/>
    <w:rsid w:val="0091300D"/>
    <w:rsid w:val="0091524C"/>
    <w:rsid w:val="00921CB5"/>
    <w:rsid w:val="009336D8"/>
    <w:rsid w:val="0095166E"/>
    <w:rsid w:val="009559E3"/>
    <w:rsid w:val="00960682"/>
    <w:rsid w:val="00965F0B"/>
    <w:rsid w:val="00995652"/>
    <w:rsid w:val="00995BD3"/>
    <w:rsid w:val="009A0800"/>
    <w:rsid w:val="009B139C"/>
    <w:rsid w:val="009B7782"/>
    <w:rsid w:val="009B7C0A"/>
    <w:rsid w:val="009C5D2F"/>
    <w:rsid w:val="009D638C"/>
    <w:rsid w:val="009E07D0"/>
    <w:rsid w:val="009E3DAB"/>
    <w:rsid w:val="009E5DF7"/>
    <w:rsid w:val="009E5F4D"/>
    <w:rsid w:val="009E6D68"/>
    <w:rsid w:val="009F1097"/>
    <w:rsid w:val="009F6CAC"/>
    <w:rsid w:val="00A00D70"/>
    <w:rsid w:val="00A020E3"/>
    <w:rsid w:val="00A06490"/>
    <w:rsid w:val="00A11D84"/>
    <w:rsid w:val="00A1298D"/>
    <w:rsid w:val="00A153DC"/>
    <w:rsid w:val="00A1682A"/>
    <w:rsid w:val="00A22FE8"/>
    <w:rsid w:val="00A24821"/>
    <w:rsid w:val="00A25C16"/>
    <w:rsid w:val="00A26E24"/>
    <w:rsid w:val="00A33EE4"/>
    <w:rsid w:val="00A3613E"/>
    <w:rsid w:val="00A47344"/>
    <w:rsid w:val="00A47534"/>
    <w:rsid w:val="00A5021F"/>
    <w:rsid w:val="00A50E9B"/>
    <w:rsid w:val="00A5263E"/>
    <w:rsid w:val="00A5353A"/>
    <w:rsid w:val="00A53D73"/>
    <w:rsid w:val="00A618F6"/>
    <w:rsid w:val="00A6209D"/>
    <w:rsid w:val="00A65EF1"/>
    <w:rsid w:val="00A66C7F"/>
    <w:rsid w:val="00A71756"/>
    <w:rsid w:val="00A734E5"/>
    <w:rsid w:val="00A75766"/>
    <w:rsid w:val="00A75DE7"/>
    <w:rsid w:val="00A82AFF"/>
    <w:rsid w:val="00A94E14"/>
    <w:rsid w:val="00A95050"/>
    <w:rsid w:val="00A96948"/>
    <w:rsid w:val="00A97237"/>
    <w:rsid w:val="00AA0900"/>
    <w:rsid w:val="00AA1EB0"/>
    <w:rsid w:val="00AA2791"/>
    <w:rsid w:val="00AA5B91"/>
    <w:rsid w:val="00AA6E73"/>
    <w:rsid w:val="00AB2A2A"/>
    <w:rsid w:val="00AB57FC"/>
    <w:rsid w:val="00AB75FD"/>
    <w:rsid w:val="00AC2553"/>
    <w:rsid w:val="00AC268B"/>
    <w:rsid w:val="00AC5C98"/>
    <w:rsid w:val="00AC7841"/>
    <w:rsid w:val="00AE1387"/>
    <w:rsid w:val="00AE2FFF"/>
    <w:rsid w:val="00AF2D4C"/>
    <w:rsid w:val="00AF321D"/>
    <w:rsid w:val="00AF569A"/>
    <w:rsid w:val="00AF5B9A"/>
    <w:rsid w:val="00B023C5"/>
    <w:rsid w:val="00B044EE"/>
    <w:rsid w:val="00B110EB"/>
    <w:rsid w:val="00B16CD0"/>
    <w:rsid w:val="00B20954"/>
    <w:rsid w:val="00B34010"/>
    <w:rsid w:val="00B45836"/>
    <w:rsid w:val="00B5260B"/>
    <w:rsid w:val="00B55E56"/>
    <w:rsid w:val="00B56692"/>
    <w:rsid w:val="00B60169"/>
    <w:rsid w:val="00B6671C"/>
    <w:rsid w:val="00B73980"/>
    <w:rsid w:val="00B7434D"/>
    <w:rsid w:val="00B771FB"/>
    <w:rsid w:val="00B840DC"/>
    <w:rsid w:val="00B8784A"/>
    <w:rsid w:val="00B93F52"/>
    <w:rsid w:val="00B95AC8"/>
    <w:rsid w:val="00B96524"/>
    <w:rsid w:val="00BA509E"/>
    <w:rsid w:val="00BA60DF"/>
    <w:rsid w:val="00BB2B86"/>
    <w:rsid w:val="00BB2D50"/>
    <w:rsid w:val="00BB4AA7"/>
    <w:rsid w:val="00BB5E04"/>
    <w:rsid w:val="00BC1487"/>
    <w:rsid w:val="00BC3BB0"/>
    <w:rsid w:val="00BC4035"/>
    <w:rsid w:val="00BC45C9"/>
    <w:rsid w:val="00BD0664"/>
    <w:rsid w:val="00BD0DF0"/>
    <w:rsid w:val="00BD14C0"/>
    <w:rsid w:val="00BD2E66"/>
    <w:rsid w:val="00BD5C16"/>
    <w:rsid w:val="00BE230A"/>
    <w:rsid w:val="00BE5709"/>
    <w:rsid w:val="00BF3134"/>
    <w:rsid w:val="00BF3171"/>
    <w:rsid w:val="00BF3D6A"/>
    <w:rsid w:val="00BF5D76"/>
    <w:rsid w:val="00BF7501"/>
    <w:rsid w:val="00C0404D"/>
    <w:rsid w:val="00C134BB"/>
    <w:rsid w:val="00C1510A"/>
    <w:rsid w:val="00C157B1"/>
    <w:rsid w:val="00C24621"/>
    <w:rsid w:val="00C32A48"/>
    <w:rsid w:val="00C426B7"/>
    <w:rsid w:val="00C42FA8"/>
    <w:rsid w:val="00C46F6A"/>
    <w:rsid w:val="00C522A3"/>
    <w:rsid w:val="00C52AD6"/>
    <w:rsid w:val="00C733D6"/>
    <w:rsid w:val="00C80EB5"/>
    <w:rsid w:val="00C8196B"/>
    <w:rsid w:val="00C826C5"/>
    <w:rsid w:val="00C8549F"/>
    <w:rsid w:val="00C8654B"/>
    <w:rsid w:val="00C91819"/>
    <w:rsid w:val="00C96B59"/>
    <w:rsid w:val="00CA0EBA"/>
    <w:rsid w:val="00CA1E98"/>
    <w:rsid w:val="00CA280D"/>
    <w:rsid w:val="00CB25D1"/>
    <w:rsid w:val="00CB2886"/>
    <w:rsid w:val="00CC08BA"/>
    <w:rsid w:val="00CC289E"/>
    <w:rsid w:val="00CD4B4E"/>
    <w:rsid w:val="00CD5787"/>
    <w:rsid w:val="00CD793E"/>
    <w:rsid w:val="00CE6BA1"/>
    <w:rsid w:val="00CF0C5B"/>
    <w:rsid w:val="00CF3EC6"/>
    <w:rsid w:val="00D0069F"/>
    <w:rsid w:val="00D0383A"/>
    <w:rsid w:val="00D0448D"/>
    <w:rsid w:val="00D07905"/>
    <w:rsid w:val="00D07EA6"/>
    <w:rsid w:val="00D109C4"/>
    <w:rsid w:val="00D11121"/>
    <w:rsid w:val="00D16028"/>
    <w:rsid w:val="00D16175"/>
    <w:rsid w:val="00D16DDA"/>
    <w:rsid w:val="00D21EA2"/>
    <w:rsid w:val="00D27487"/>
    <w:rsid w:val="00D45421"/>
    <w:rsid w:val="00D46D77"/>
    <w:rsid w:val="00D47372"/>
    <w:rsid w:val="00D47CC0"/>
    <w:rsid w:val="00D516E8"/>
    <w:rsid w:val="00D53198"/>
    <w:rsid w:val="00D54D12"/>
    <w:rsid w:val="00D567E9"/>
    <w:rsid w:val="00D604F6"/>
    <w:rsid w:val="00D63595"/>
    <w:rsid w:val="00D637A4"/>
    <w:rsid w:val="00D715F8"/>
    <w:rsid w:val="00D71B98"/>
    <w:rsid w:val="00D74DDC"/>
    <w:rsid w:val="00D75057"/>
    <w:rsid w:val="00D77227"/>
    <w:rsid w:val="00D86925"/>
    <w:rsid w:val="00D96023"/>
    <w:rsid w:val="00D961DC"/>
    <w:rsid w:val="00D97B76"/>
    <w:rsid w:val="00D97C0A"/>
    <w:rsid w:val="00DA1CFB"/>
    <w:rsid w:val="00DA6790"/>
    <w:rsid w:val="00DA77A6"/>
    <w:rsid w:val="00DB0616"/>
    <w:rsid w:val="00DB5504"/>
    <w:rsid w:val="00DB6DEF"/>
    <w:rsid w:val="00DB722C"/>
    <w:rsid w:val="00DB7566"/>
    <w:rsid w:val="00DC42FE"/>
    <w:rsid w:val="00DC65FB"/>
    <w:rsid w:val="00DC6F98"/>
    <w:rsid w:val="00DD1B30"/>
    <w:rsid w:val="00DD527E"/>
    <w:rsid w:val="00DD6984"/>
    <w:rsid w:val="00DD7E16"/>
    <w:rsid w:val="00DE40F1"/>
    <w:rsid w:val="00DE7442"/>
    <w:rsid w:val="00DF3396"/>
    <w:rsid w:val="00DF36A7"/>
    <w:rsid w:val="00DF6F25"/>
    <w:rsid w:val="00E05519"/>
    <w:rsid w:val="00E05BBF"/>
    <w:rsid w:val="00E11D4C"/>
    <w:rsid w:val="00E13242"/>
    <w:rsid w:val="00E170C2"/>
    <w:rsid w:val="00E17B50"/>
    <w:rsid w:val="00E220C7"/>
    <w:rsid w:val="00E235BC"/>
    <w:rsid w:val="00E2589F"/>
    <w:rsid w:val="00E30E86"/>
    <w:rsid w:val="00E3177F"/>
    <w:rsid w:val="00E351A5"/>
    <w:rsid w:val="00E37EAF"/>
    <w:rsid w:val="00E41678"/>
    <w:rsid w:val="00E5112D"/>
    <w:rsid w:val="00E55818"/>
    <w:rsid w:val="00E61FBA"/>
    <w:rsid w:val="00E70E81"/>
    <w:rsid w:val="00E72A27"/>
    <w:rsid w:val="00E769B2"/>
    <w:rsid w:val="00E97977"/>
    <w:rsid w:val="00E97B84"/>
    <w:rsid w:val="00EA097C"/>
    <w:rsid w:val="00EA145A"/>
    <w:rsid w:val="00EB103D"/>
    <w:rsid w:val="00EB49DD"/>
    <w:rsid w:val="00EB5866"/>
    <w:rsid w:val="00EC058C"/>
    <w:rsid w:val="00EC38C2"/>
    <w:rsid w:val="00EC3FEE"/>
    <w:rsid w:val="00ED0AA0"/>
    <w:rsid w:val="00ED41FA"/>
    <w:rsid w:val="00ED6289"/>
    <w:rsid w:val="00ED76E6"/>
    <w:rsid w:val="00EE1571"/>
    <w:rsid w:val="00EF099E"/>
    <w:rsid w:val="00F023DD"/>
    <w:rsid w:val="00F05873"/>
    <w:rsid w:val="00F274F1"/>
    <w:rsid w:val="00F2773D"/>
    <w:rsid w:val="00F301D0"/>
    <w:rsid w:val="00F3245F"/>
    <w:rsid w:val="00F32E56"/>
    <w:rsid w:val="00F3732C"/>
    <w:rsid w:val="00F54752"/>
    <w:rsid w:val="00F5573A"/>
    <w:rsid w:val="00F55DE3"/>
    <w:rsid w:val="00F6248E"/>
    <w:rsid w:val="00F66482"/>
    <w:rsid w:val="00F72A54"/>
    <w:rsid w:val="00F72DC4"/>
    <w:rsid w:val="00F747C5"/>
    <w:rsid w:val="00F75CDC"/>
    <w:rsid w:val="00F75D78"/>
    <w:rsid w:val="00F81E5B"/>
    <w:rsid w:val="00F82506"/>
    <w:rsid w:val="00F87498"/>
    <w:rsid w:val="00F97553"/>
    <w:rsid w:val="00F97ECC"/>
    <w:rsid w:val="00FB06F8"/>
    <w:rsid w:val="00FB5246"/>
    <w:rsid w:val="00FB593B"/>
    <w:rsid w:val="00FB62C7"/>
    <w:rsid w:val="00FC05F6"/>
    <w:rsid w:val="00FC3C08"/>
    <w:rsid w:val="00FD2482"/>
    <w:rsid w:val="00FE4F24"/>
    <w:rsid w:val="00FE6DF0"/>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3AAFD7"/>
  <w15:chartTrackingRefBased/>
  <w15:docId w15:val="{8AA8EAAE-F65C-4EE4-9A6A-8D9D9A3FF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867"/>
    <w:pPr>
      <w:spacing w:after="160" w:line="259" w:lineRule="auto"/>
    </w:pPr>
    <w:rPr>
      <w:rFonts w:ascii="Calibri" w:eastAsia="Calibri" w:hAnsi="Calibri"/>
      <w:sz w:val="22"/>
      <w:szCs w:val="22"/>
    </w:rPr>
  </w:style>
  <w:style w:type="paragraph" w:styleId="Heading1">
    <w:name w:val="heading 1"/>
    <w:next w:val="Normal"/>
    <w:qFormat/>
    <w:rsid w:val="00F75CDC"/>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F75CDC"/>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F75CDC"/>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4938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3867"/>
  </w:style>
  <w:style w:type="paragraph" w:styleId="Header">
    <w:name w:val="header"/>
    <w:basedOn w:val="BodyText"/>
    <w:rsid w:val="00F75CDC"/>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F75CDC"/>
    <w:pPr>
      <w:spacing w:after="120"/>
      <w:ind w:left="720"/>
    </w:pPr>
    <w:rPr>
      <w:rFonts w:ascii="Arial" w:hAnsi="Arial"/>
      <w:sz w:val="22"/>
      <w:szCs w:val="24"/>
    </w:rPr>
  </w:style>
  <w:style w:type="character" w:customStyle="1" w:styleId="BodyTextChar">
    <w:name w:val="Body Text Char"/>
    <w:link w:val="BodyText"/>
    <w:semiHidden/>
    <w:rsid w:val="009E07D0"/>
    <w:rPr>
      <w:rFonts w:ascii="Arial" w:hAnsi="Arial"/>
      <w:sz w:val="22"/>
      <w:szCs w:val="24"/>
      <w:lang w:val="en-US" w:eastAsia="en-US" w:bidi="ar-SA"/>
    </w:rPr>
  </w:style>
  <w:style w:type="paragraph" w:styleId="Footer">
    <w:name w:val="footer"/>
    <w:basedOn w:val="Header"/>
    <w:semiHidden/>
    <w:rsid w:val="00F75CD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F75CDC"/>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F75CDC"/>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F75CDC"/>
    <w:pPr>
      <w:numPr>
        <w:numId w:val="10"/>
      </w:numPr>
    </w:pPr>
  </w:style>
  <w:style w:type="character" w:customStyle="1" w:styleId="NumberedMaterialChar">
    <w:name w:val="Numbered Material Char"/>
    <w:link w:val="NumberedMaterial"/>
    <w:rsid w:val="009E07D0"/>
    <w:rPr>
      <w:rFonts w:ascii="Arial" w:hAnsi="Arial"/>
      <w:sz w:val="22"/>
      <w:szCs w:val="24"/>
      <w:lang w:val="en-US" w:eastAsia="en-US" w:bidi="ar-SA"/>
    </w:rPr>
  </w:style>
  <w:style w:type="table" w:styleId="TableGrid">
    <w:name w:val="Table Grid"/>
    <w:basedOn w:val="TableNormal"/>
    <w:rsid w:val="00F75CDC"/>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F75CDC"/>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Attention">
    <w:name w:val="Attention"/>
    <w:semiHidden/>
    <w:rsid w:val="009E07D0"/>
    <w:rPr>
      <w:rFonts w:ascii="Arial" w:hAnsi="Arial" w:cs="Arial"/>
      <w:b/>
      <w:bCs/>
      <w:sz w:val="28"/>
      <w:szCs w:val="26"/>
    </w:rPr>
  </w:style>
  <w:style w:type="paragraph" w:styleId="ListBullet">
    <w:name w:val="List Bullet"/>
    <w:basedOn w:val="Normal"/>
    <w:semiHidden/>
    <w:rsid w:val="009E07D0"/>
    <w:pPr>
      <w:numPr>
        <w:numId w:val="2"/>
      </w:numPr>
    </w:pPr>
  </w:style>
  <w:style w:type="paragraph" w:customStyle="1" w:styleId="Specification">
    <w:name w:val="Specification"/>
    <w:basedOn w:val="Normal"/>
    <w:rsid w:val="00C426B7"/>
    <w:pPr>
      <w:spacing w:after="240"/>
    </w:pPr>
    <w:rPr>
      <w:rFonts w:ascii="Times New Roman" w:hAnsi="Times New Roman"/>
      <w:snapToGrid w:val="0"/>
      <w:sz w:val="24"/>
    </w:rPr>
  </w:style>
  <w:style w:type="paragraph" w:styleId="BalloonText">
    <w:name w:val="Balloon Text"/>
    <w:basedOn w:val="Normal"/>
    <w:link w:val="BalloonTextChar"/>
    <w:rsid w:val="00E17B50"/>
    <w:rPr>
      <w:rFonts w:ascii="Tahoma" w:hAnsi="Tahoma" w:cs="Tahoma"/>
      <w:sz w:val="16"/>
      <w:szCs w:val="16"/>
    </w:rPr>
  </w:style>
  <w:style w:type="character" w:customStyle="1" w:styleId="BalloonTextChar">
    <w:name w:val="Balloon Text Char"/>
    <w:link w:val="BalloonText"/>
    <w:rsid w:val="00E17B50"/>
    <w:rPr>
      <w:rFonts w:ascii="Tahoma" w:hAnsi="Tahoma" w:cs="Tahoma"/>
      <w:sz w:val="16"/>
      <w:szCs w:val="16"/>
    </w:rPr>
  </w:style>
  <w:style w:type="paragraph" w:styleId="Revision">
    <w:name w:val="Revision"/>
    <w:hidden/>
    <w:uiPriority w:val="99"/>
    <w:semiHidden/>
    <w:rsid w:val="00B56692"/>
    <w:rPr>
      <w:rFonts w:ascii="Arial" w:hAnsi="Arial"/>
      <w:sz w:val="22"/>
    </w:rPr>
  </w:style>
  <w:style w:type="character" w:styleId="CommentReference">
    <w:name w:val="annotation reference"/>
    <w:rsid w:val="00274058"/>
    <w:rPr>
      <w:sz w:val="16"/>
      <w:szCs w:val="16"/>
    </w:rPr>
  </w:style>
  <w:style w:type="paragraph" w:styleId="CommentText">
    <w:name w:val="annotation text"/>
    <w:basedOn w:val="Normal"/>
    <w:link w:val="CommentTextChar"/>
    <w:rsid w:val="00274058"/>
    <w:rPr>
      <w:sz w:val="20"/>
    </w:rPr>
  </w:style>
  <w:style w:type="character" w:customStyle="1" w:styleId="CommentTextChar">
    <w:name w:val="Comment Text Char"/>
    <w:link w:val="CommentText"/>
    <w:rsid w:val="00274058"/>
    <w:rPr>
      <w:rFonts w:ascii="Arial" w:hAnsi="Arial"/>
    </w:rPr>
  </w:style>
  <w:style w:type="paragraph" w:styleId="CommentSubject">
    <w:name w:val="annotation subject"/>
    <w:basedOn w:val="CommentText"/>
    <w:next w:val="CommentText"/>
    <w:link w:val="CommentSubjectChar"/>
    <w:rsid w:val="00BD2E66"/>
    <w:rPr>
      <w:b/>
      <w:bCs/>
    </w:rPr>
  </w:style>
  <w:style w:type="character" w:customStyle="1" w:styleId="CommentSubjectChar">
    <w:name w:val="Comment Subject Char"/>
    <w:link w:val="CommentSubject"/>
    <w:rsid w:val="00BD2E66"/>
    <w:rPr>
      <w:rFonts w:ascii="Arial" w:hAnsi="Arial"/>
      <w:b/>
      <w:bCs/>
    </w:rPr>
  </w:style>
  <w:style w:type="paragraph" w:styleId="ListParagraph">
    <w:name w:val="List Paragraph"/>
    <w:basedOn w:val="Normal"/>
    <w:uiPriority w:val="34"/>
    <w:qFormat/>
    <w:rsid w:val="00D54D12"/>
    <w:pPr>
      <w:spacing w:after="200" w:line="276" w:lineRule="auto"/>
      <w:ind w:left="720"/>
      <w:contextualSpacing/>
    </w:pPr>
  </w:style>
  <w:style w:type="character" w:styleId="Hyperlink">
    <w:name w:val="Hyperlink"/>
    <w:uiPriority w:val="99"/>
    <w:unhideWhenUsed/>
    <w:rsid w:val="002A7904"/>
    <w:rPr>
      <w:color w:val="0000FF"/>
      <w:u w:val="single"/>
    </w:rPr>
  </w:style>
  <w:style w:type="character" w:styleId="FollowedHyperlink">
    <w:name w:val="FollowedHyperlink"/>
    <w:uiPriority w:val="99"/>
    <w:unhideWhenUsed/>
    <w:rsid w:val="002A7904"/>
    <w:rPr>
      <w:color w:val="800080"/>
      <w:u w:val="single"/>
    </w:rPr>
  </w:style>
  <w:style w:type="paragraph" w:customStyle="1" w:styleId="xl65">
    <w:name w:val="xl65"/>
    <w:basedOn w:val="Normal"/>
    <w:rsid w:val="002A7904"/>
    <w:pPr>
      <w:spacing w:before="100" w:beforeAutospacing="1" w:after="100" w:afterAutospacing="1"/>
    </w:pPr>
    <w:rPr>
      <w:rFonts w:cs="Arial"/>
      <w:sz w:val="20"/>
    </w:rPr>
  </w:style>
  <w:style w:type="paragraph" w:customStyle="1" w:styleId="xl66">
    <w:name w:val="xl66"/>
    <w:basedOn w:val="Normal"/>
    <w:rsid w:val="002A7904"/>
    <w:pPr>
      <w:spacing w:before="100" w:beforeAutospacing="1" w:after="100" w:afterAutospacing="1"/>
      <w:jc w:val="center"/>
    </w:pPr>
    <w:rPr>
      <w:rFonts w:cs="Arial"/>
      <w:sz w:val="20"/>
    </w:rPr>
  </w:style>
  <w:style w:type="paragraph" w:customStyle="1" w:styleId="xl67">
    <w:name w:val="xl67"/>
    <w:basedOn w:val="Normal"/>
    <w:rsid w:val="002A7904"/>
    <w:pPr>
      <w:spacing w:before="100" w:beforeAutospacing="1" w:after="100" w:afterAutospacing="1"/>
      <w:jc w:val="center"/>
    </w:pPr>
    <w:rPr>
      <w:rFonts w:cs="Arial"/>
      <w:sz w:val="20"/>
    </w:rPr>
  </w:style>
  <w:style w:type="paragraph" w:customStyle="1" w:styleId="xl68">
    <w:name w:val="xl68"/>
    <w:basedOn w:val="Normal"/>
    <w:rsid w:val="002A7904"/>
    <w:pPr>
      <w:spacing w:before="100" w:beforeAutospacing="1" w:after="100" w:afterAutospacing="1"/>
      <w:jc w:val="center"/>
      <w:textAlignment w:val="center"/>
    </w:pPr>
    <w:rPr>
      <w:rFonts w:cs="Arial"/>
      <w:sz w:val="20"/>
    </w:rPr>
  </w:style>
  <w:style w:type="paragraph" w:customStyle="1" w:styleId="xl69">
    <w:name w:val="xl69"/>
    <w:basedOn w:val="Normal"/>
    <w:rsid w:val="002A7904"/>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0">
    <w:name w:val="xl70"/>
    <w:basedOn w:val="Normal"/>
    <w:rsid w:val="002A79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1">
    <w:name w:val="xl71"/>
    <w:basedOn w:val="Normal"/>
    <w:rsid w:val="002A79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2">
    <w:name w:val="xl72"/>
    <w:basedOn w:val="Normal"/>
    <w:rsid w:val="002A7904"/>
    <w:pPr>
      <w:pBdr>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3">
    <w:name w:val="xl73"/>
    <w:basedOn w:val="Normal"/>
    <w:rsid w:val="002A79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szCs w:val="24"/>
    </w:rPr>
  </w:style>
  <w:style w:type="paragraph" w:customStyle="1" w:styleId="xl74">
    <w:name w:val="xl74"/>
    <w:basedOn w:val="Normal"/>
    <w:rsid w:val="002A790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5">
    <w:name w:val="xl75"/>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6">
    <w:name w:val="xl76"/>
    <w:basedOn w:val="Normal"/>
    <w:rsid w:val="002A7904"/>
    <w:pPr>
      <w:pBdr>
        <w:top w:val="single" w:sz="8" w:space="0" w:color="auto"/>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7">
    <w:name w:val="xl77"/>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szCs w:val="24"/>
    </w:rPr>
  </w:style>
  <w:style w:type="paragraph" w:customStyle="1" w:styleId="xl78">
    <w:name w:val="xl78"/>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9">
    <w:name w:val="xl79"/>
    <w:basedOn w:val="Normal"/>
    <w:rsid w:val="002A7904"/>
    <w:pPr>
      <w:pBdr>
        <w:top w:val="single" w:sz="8" w:space="0" w:color="auto"/>
        <w:left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80">
    <w:name w:val="xl80"/>
    <w:basedOn w:val="Normal"/>
    <w:rsid w:val="002A790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1">
    <w:name w:val="xl81"/>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2">
    <w:name w:val="xl82"/>
    <w:basedOn w:val="Normal"/>
    <w:rsid w:val="002A7904"/>
    <w:pPr>
      <w:pBdr>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3">
    <w:name w:val="xl83"/>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4"/>
      <w:szCs w:val="24"/>
    </w:rPr>
  </w:style>
  <w:style w:type="paragraph" w:customStyle="1" w:styleId="xl84">
    <w:name w:val="xl84"/>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5">
    <w:name w:val="xl85"/>
    <w:basedOn w:val="Normal"/>
    <w:rsid w:val="002A7904"/>
    <w:pPr>
      <w:pBdr>
        <w:left w:val="single" w:sz="4" w:space="0" w:color="auto"/>
        <w:bottom w:val="single" w:sz="8"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86">
    <w:name w:val="xl86"/>
    <w:basedOn w:val="Normal"/>
    <w:rsid w:val="002A7904"/>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87">
    <w:name w:val="xl87"/>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88">
    <w:name w:val="xl88"/>
    <w:basedOn w:val="Normal"/>
    <w:rsid w:val="002A790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89">
    <w:name w:val="xl89"/>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0">
    <w:name w:val="xl90"/>
    <w:basedOn w:val="Normal"/>
    <w:rsid w:val="002A7904"/>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1">
    <w:name w:val="xl91"/>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2">
    <w:name w:val="xl92"/>
    <w:basedOn w:val="Normal"/>
    <w:rsid w:val="002A7904"/>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3">
    <w:name w:val="xl93"/>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4">
    <w:name w:val="xl94"/>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5">
    <w:name w:val="xl95"/>
    <w:basedOn w:val="Normal"/>
    <w:rsid w:val="002A7904"/>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6">
    <w:name w:val="xl96"/>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7">
    <w:name w:val="xl97"/>
    <w:basedOn w:val="Normal"/>
    <w:rsid w:val="002A7904"/>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8">
    <w:name w:val="xl98"/>
    <w:basedOn w:val="Normal"/>
    <w:rsid w:val="002A7904"/>
    <w:pPr>
      <w:pBdr>
        <w:top w:val="single" w:sz="8" w:space="0" w:color="auto"/>
        <w:lef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99">
    <w:name w:val="xl99"/>
    <w:basedOn w:val="Normal"/>
    <w:rsid w:val="002A7904"/>
    <w:pPr>
      <w:pBdr>
        <w:top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0">
    <w:name w:val="xl100"/>
    <w:basedOn w:val="Normal"/>
    <w:rsid w:val="002A7904"/>
    <w:pPr>
      <w:pBdr>
        <w:top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1">
    <w:name w:val="xl101"/>
    <w:basedOn w:val="Normal"/>
    <w:rsid w:val="002A7904"/>
    <w:pPr>
      <w:pBdr>
        <w:left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102">
    <w:name w:val="xl102"/>
    <w:basedOn w:val="Normal"/>
    <w:rsid w:val="002A7904"/>
    <w:pPr>
      <w:pBdr>
        <w:top w:val="single" w:sz="4" w:space="0" w:color="auto"/>
        <w:left w:val="single" w:sz="8" w:space="0" w:color="auto"/>
        <w:bottom w:val="single" w:sz="8" w:space="0" w:color="auto"/>
        <w:right w:val="single" w:sz="4"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3">
    <w:name w:val="xl103"/>
    <w:basedOn w:val="Normal"/>
    <w:rsid w:val="002A7904"/>
    <w:pPr>
      <w:pBdr>
        <w:top w:val="single" w:sz="4" w:space="0" w:color="auto"/>
        <w:left w:val="single" w:sz="4" w:space="0" w:color="auto"/>
        <w:bottom w:val="single" w:sz="8" w:space="0" w:color="auto"/>
        <w:right w:val="single" w:sz="4"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4">
    <w:name w:val="xl104"/>
    <w:basedOn w:val="Normal"/>
    <w:rsid w:val="002A7904"/>
    <w:pPr>
      <w:pBdr>
        <w:top w:val="single" w:sz="4" w:space="0" w:color="auto"/>
        <w:left w:val="single" w:sz="4"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5">
    <w:name w:val="xl105"/>
    <w:basedOn w:val="Normal"/>
    <w:rsid w:val="002A7904"/>
    <w:pPr>
      <w:pBdr>
        <w:top w:val="single" w:sz="8" w:space="0" w:color="auto"/>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06">
    <w:name w:val="xl106"/>
    <w:basedOn w:val="Normal"/>
    <w:rsid w:val="002A7904"/>
    <w:pPr>
      <w:pBdr>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107">
    <w:name w:val="xl107"/>
    <w:basedOn w:val="Normal"/>
    <w:rsid w:val="002A790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08">
    <w:name w:val="xl108"/>
    <w:basedOn w:val="Normal"/>
    <w:rsid w:val="002A7904"/>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09">
    <w:name w:val="xl109"/>
    <w:basedOn w:val="Normal"/>
    <w:rsid w:val="002A7904"/>
    <w:pPr>
      <w:pBdr>
        <w:top w:val="single" w:sz="8" w:space="0" w:color="auto"/>
        <w:left w:val="single" w:sz="8" w:space="0" w:color="auto"/>
        <w:bottom w:val="single" w:sz="12"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0">
    <w:name w:val="xl110"/>
    <w:basedOn w:val="Normal"/>
    <w:rsid w:val="002A7904"/>
    <w:pPr>
      <w:pBdr>
        <w:top w:val="single" w:sz="12"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1">
    <w:name w:val="xl111"/>
    <w:basedOn w:val="Normal"/>
    <w:rsid w:val="002A7904"/>
    <w:pPr>
      <w:pBdr>
        <w:top w:val="single" w:sz="8" w:space="0" w:color="auto"/>
        <w:left w:val="single" w:sz="8" w:space="0" w:color="auto"/>
        <w:bottom w:val="single" w:sz="12"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2">
    <w:name w:val="xl112"/>
    <w:basedOn w:val="Normal"/>
    <w:rsid w:val="002A7904"/>
    <w:pPr>
      <w:pBdr>
        <w:top w:val="single" w:sz="12"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3">
    <w:name w:val="xl113"/>
    <w:basedOn w:val="Normal"/>
    <w:rsid w:val="002A7904"/>
    <w:pPr>
      <w:pBdr>
        <w:top w:val="single" w:sz="8" w:space="0" w:color="auto"/>
        <w:left w:val="single" w:sz="8" w:space="0" w:color="auto"/>
        <w:bottom w:val="single" w:sz="12"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4">
    <w:name w:val="xl114"/>
    <w:basedOn w:val="Normal"/>
    <w:rsid w:val="002A7904"/>
    <w:pPr>
      <w:pBdr>
        <w:top w:val="single" w:sz="12"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5">
    <w:name w:val="xl115"/>
    <w:basedOn w:val="Normal"/>
    <w:rsid w:val="002A790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16">
    <w:name w:val="xl116"/>
    <w:basedOn w:val="Normal"/>
    <w:rsid w:val="002A7904"/>
    <w:pPr>
      <w:pBdr>
        <w:left w:val="single" w:sz="4" w:space="0" w:color="auto"/>
        <w:bottom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117">
    <w:name w:val="xl117"/>
    <w:basedOn w:val="Normal"/>
    <w:rsid w:val="002A7904"/>
    <w:pPr>
      <w:pBdr>
        <w:top w:val="single" w:sz="4" w:space="0" w:color="auto"/>
        <w:left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118">
    <w:name w:val="xl118"/>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19">
    <w:name w:val="xl119"/>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20">
    <w:name w:val="xl120"/>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21">
    <w:name w:val="xl121"/>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character" w:styleId="UnresolvedMention">
    <w:name w:val="Unresolved Mention"/>
    <w:uiPriority w:val="99"/>
    <w:semiHidden/>
    <w:unhideWhenUsed/>
    <w:rsid w:val="00495F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71630">
      <w:bodyDiv w:val="1"/>
      <w:marLeft w:val="0"/>
      <w:marRight w:val="0"/>
      <w:marTop w:val="0"/>
      <w:marBottom w:val="0"/>
      <w:divBdr>
        <w:top w:val="none" w:sz="0" w:space="0" w:color="auto"/>
        <w:left w:val="none" w:sz="0" w:space="0" w:color="auto"/>
        <w:bottom w:val="none" w:sz="0" w:space="0" w:color="auto"/>
        <w:right w:val="none" w:sz="0" w:space="0" w:color="auto"/>
      </w:divBdr>
    </w:div>
    <w:div w:id="361636480">
      <w:bodyDiv w:val="1"/>
      <w:marLeft w:val="0"/>
      <w:marRight w:val="0"/>
      <w:marTop w:val="0"/>
      <w:marBottom w:val="0"/>
      <w:divBdr>
        <w:top w:val="none" w:sz="0" w:space="0" w:color="auto"/>
        <w:left w:val="none" w:sz="0" w:space="0" w:color="auto"/>
        <w:bottom w:val="none" w:sz="0" w:space="0" w:color="auto"/>
        <w:right w:val="none" w:sz="0" w:space="0" w:color="auto"/>
      </w:divBdr>
    </w:div>
    <w:div w:id="372383205">
      <w:bodyDiv w:val="1"/>
      <w:marLeft w:val="0"/>
      <w:marRight w:val="0"/>
      <w:marTop w:val="0"/>
      <w:marBottom w:val="0"/>
      <w:divBdr>
        <w:top w:val="none" w:sz="0" w:space="0" w:color="auto"/>
        <w:left w:val="none" w:sz="0" w:space="0" w:color="auto"/>
        <w:bottom w:val="none" w:sz="0" w:space="0" w:color="auto"/>
        <w:right w:val="none" w:sz="0" w:space="0" w:color="auto"/>
      </w:divBdr>
    </w:div>
    <w:div w:id="623123532">
      <w:bodyDiv w:val="1"/>
      <w:marLeft w:val="0"/>
      <w:marRight w:val="0"/>
      <w:marTop w:val="0"/>
      <w:marBottom w:val="0"/>
      <w:divBdr>
        <w:top w:val="none" w:sz="0" w:space="0" w:color="auto"/>
        <w:left w:val="none" w:sz="0" w:space="0" w:color="auto"/>
        <w:bottom w:val="none" w:sz="0" w:space="0" w:color="auto"/>
        <w:right w:val="none" w:sz="0" w:space="0" w:color="auto"/>
      </w:divBdr>
    </w:div>
    <w:div w:id="192499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ortseattle.org/sites/default/files/2018-06/ApplicationConnection-ElectricalSystem.zi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portseattle.org/sites/default/files/2018-06/ApplicationConnection-ElectricalSystem.zip" TargetMode="External"/><Relationship Id="rId17" Type="http://schemas.openxmlformats.org/officeDocument/2006/relationships/hyperlink" Target="https://www.portseattle.org/sites/default/files/2018-06/ApplicationConnection-ElectricalSystem.zip" TargetMode="External"/><Relationship Id="rId2" Type="http://schemas.openxmlformats.org/officeDocument/2006/relationships/customXml" Target="../customXml/item2.xml"/><Relationship Id="rId16" Type="http://schemas.openxmlformats.org/officeDocument/2006/relationships/hyperlink" Target="https://portseattle.sharepoint.com/sites/ENCONSTR/Logistics%20Area/Forms/AllItems.aspx?viewpath=%2Fsites%2FENCONSTR%2FLogistics%20Area%2FForms%2FAllItems.asp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ortseattle.sharepoint.com/sites/ENCONSTR/Lists/Contractor%20Parking%20Request/AllItems.aspx"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ortseattle.org/sites/default/files/2018-06/ApplicationConnection-RadioFrequency.zip"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DBA475-CDE0-4C82-8324-63991045F358}">
  <ds:schemaRefs>
    <ds:schemaRef ds:uri="http://schemas.openxmlformats.org/officeDocument/2006/bibliography"/>
  </ds:schemaRefs>
</ds:datastoreItem>
</file>

<file path=customXml/itemProps2.xml><?xml version="1.0" encoding="utf-8"?>
<ds:datastoreItem xmlns:ds="http://schemas.openxmlformats.org/officeDocument/2006/customXml" ds:itemID="{278C1837-30ED-481C-A77F-582843FA948F}">
  <ds:schemaRefs>
    <ds:schemaRef ds:uri="http://schemas.microsoft.com/office/2006/metadata/longProperties"/>
  </ds:schemaRefs>
</ds:datastoreItem>
</file>

<file path=customXml/itemProps3.xml><?xml version="1.0" encoding="utf-8"?>
<ds:datastoreItem xmlns:ds="http://schemas.openxmlformats.org/officeDocument/2006/customXml" ds:itemID="{C06E519A-33A4-426A-930A-AB03661124CE}">
  <ds:schemaRefs>
    <ds:schemaRef ds:uri="http://schemas.microsoft.com/sharepoint/v3/contenttype/forms"/>
  </ds:schemaRefs>
</ds:datastoreItem>
</file>

<file path=customXml/itemProps4.xml><?xml version="1.0" encoding="utf-8"?>
<ds:datastoreItem xmlns:ds="http://schemas.openxmlformats.org/officeDocument/2006/customXml" ds:itemID="{FF1404A7-485C-4C97-9E33-ABD3B9AAB6D4}">
  <ds:schemaRefs>
    <ds:schemaRef ds:uri="bfc17d18-9277-40b5-b57e-d30da254e342"/>
    <ds:schemaRef ds:uri="http://schemas.microsoft.com/office/2006/documentManagement/types"/>
    <ds:schemaRef ds:uri="http://schemas.microsoft.com/office/infopath/2007/PartnerControls"/>
    <ds:schemaRef ds:uri="0afada08-b7ef-4327-8098-a2560571f920"/>
    <ds:schemaRef ds:uri="http://purl.org/dc/elements/1.1/"/>
    <ds:schemaRef ds:uri="http://schemas.microsoft.com/office/2006/metadata/properties"/>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782DECDF-FC00-4B46-A394-24FDA996D309}"/>
</file>

<file path=docProps/app.xml><?xml version="1.0" encoding="utf-8"?>
<Properties xmlns="http://schemas.openxmlformats.org/officeDocument/2006/extended-properties" xmlns:vt="http://schemas.openxmlformats.org/officeDocument/2006/docPropsVTypes">
  <Template>Stylesheet.dot</Template>
  <TotalTime>0</TotalTime>
  <Pages>30</Pages>
  <Words>11125</Words>
  <Characters>63417</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Section 01500 - Temporary Facilities and Controls</vt:lpstr>
    </vt:vector>
  </TitlesOfParts>
  <Manager>Paul Powell</Manager>
  <Company>Port of Seattle</Company>
  <LinksUpToDate>false</LinksUpToDate>
  <CharactersWithSpaces>74394</CharactersWithSpaces>
  <SharedDoc>false</SharedDoc>
  <HLinks>
    <vt:vector size="36" baseType="variant">
      <vt:variant>
        <vt:i4>3080314</vt:i4>
      </vt:variant>
      <vt:variant>
        <vt:i4>15</vt:i4>
      </vt:variant>
      <vt:variant>
        <vt:i4>0</vt:i4>
      </vt:variant>
      <vt:variant>
        <vt:i4>5</vt:i4>
      </vt:variant>
      <vt:variant>
        <vt:lpwstr>https://www.portseattle.org/sites/default/files/2018-06/ApplicationConnection-ElectricalSystem.zip</vt:lpwstr>
      </vt:variant>
      <vt:variant>
        <vt:lpwstr/>
      </vt:variant>
      <vt:variant>
        <vt:i4>5439582</vt:i4>
      </vt:variant>
      <vt:variant>
        <vt:i4>12</vt:i4>
      </vt:variant>
      <vt:variant>
        <vt:i4>0</vt:i4>
      </vt:variant>
      <vt:variant>
        <vt:i4>5</vt:i4>
      </vt:variant>
      <vt:variant>
        <vt:lpwstr>https://portseattle.sharepoint.com/sites/ENCONSTR/Logistics Area/Forms/AllItems.aspx?viewpath=%2Fsites%2FENCONSTR%2FLogistics%20Area%2FForms%2FAllItems.aspx</vt:lpwstr>
      </vt:variant>
      <vt:variant>
        <vt:lpwstr/>
      </vt:variant>
      <vt:variant>
        <vt:i4>393295</vt:i4>
      </vt:variant>
      <vt:variant>
        <vt:i4>9</vt:i4>
      </vt:variant>
      <vt:variant>
        <vt:i4>0</vt:i4>
      </vt:variant>
      <vt:variant>
        <vt:i4>5</vt:i4>
      </vt:variant>
      <vt:variant>
        <vt:lpwstr>https://portseattle.sharepoint.com/sites/ENCONSTR/Lists/Contractor Parking Request/AllItems.aspx</vt:lpwstr>
      </vt:variant>
      <vt:variant>
        <vt:lpwstr/>
      </vt:variant>
      <vt:variant>
        <vt:i4>5505055</vt:i4>
      </vt:variant>
      <vt:variant>
        <vt:i4>6</vt:i4>
      </vt:variant>
      <vt:variant>
        <vt:i4>0</vt:i4>
      </vt:variant>
      <vt:variant>
        <vt:i4>5</vt:i4>
      </vt:variant>
      <vt:variant>
        <vt:lpwstr>https://www.portseattle.org/sites/default/files/2018-06/ApplicationConnection-RadioFrequency.zip</vt:lpwstr>
      </vt:variant>
      <vt:variant>
        <vt:lpwstr/>
      </vt:variant>
      <vt:variant>
        <vt:i4>3080314</vt:i4>
      </vt:variant>
      <vt:variant>
        <vt:i4>3</vt:i4>
      </vt:variant>
      <vt:variant>
        <vt:i4>0</vt:i4>
      </vt:variant>
      <vt:variant>
        <vt:i4>5</vt:i4>
      </vt:variant>
      <vt:variant>
        <vt:lpwstr>https://www.portseattle.org/sites/default/files/2018-06/ApplicationConnection-ElectricalSystem.zip</vt:lpwstr>
      </vt:variant>
      <vt:variant>
        <vt:lpwstr/>
      </vt:variant>
      <vt:variant>
        <vt:i4>3080314</vt:i4>
      </vt:variant>
      <vt:variant>
        <vt:i4>0</vt:i4>
      </vt:variant>
      <vt:variant>
        <vt:i4>0</vt:i4>
      </vt:variant>
      <vt:variant>
        <vt:i4>5</vt:i4>
      </vt:variant>
      <vt:variant>
        <vt:lpwstr>https://www.portseattle.org/sites/default/files/2018-06/ApplicationConnection-ElectricalSystem.zip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01500 - Temporary Facilities and Controls</dc:title>
  <dc:subject>Division 1 - General Requirements</dc:subject>
  <dc:creator>Andrea DeMuro</dc:creator>
  <cp:keywords/>
  <cp:lastModifiedBy>Heilgeist, Stacy</cp:lastModifiedBy>
  <cp:revision>2</cp:revision>
  <cp:lastPrinted>2017-03-13T16:34:00Z</cp:lastPrinted>
  <dcterms:created xsi:type="dcterms:W3CDTF">2024-02-28T22:13:00Z</dcterms:created>
  <dcterms:modified xsi:type="dcterms:W3CDTF">2024-02-28T22:13:00Z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display_urn:schemas-microsoft-com:office:office#Editor">
    <vt:lpwstr>Heilgeist, Stacy</vt:lpwstr>
  </property>
  <property fmtid="{D5CDD505-2E9C-101B-9397-08002B2CF9AE}" pid="4" name="display_urn:schemas-microsoft-com:office:office#Author">
    <vt:lpwstr>Davidson, Ann</vt:lpwstr>
  </property>
  <property fmtid="{D5CDD505-2E9C-101B-9397-08002B2CF9AE}" pid="5" name="ImageCreateDate">
    <vt:lpwstr/>
  </property>
  <property fmtid="{D5CDD505-2E9C-101B-9397-08002B2CF9AE}" pid="6" name="_DCDateCreated">
    <vt:lpwstr/>
  </property>
</Properties>
</file>