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98F86" w14:textId="6D965045" w:rsidR="006A3FE1" w:rsidRDefault="00355439" w:rsidP="00750FC7">
      <w:pPr>
        <w:spacing w:before="71" w:after="0" w:line="240" w:lineRule="auto"/>
        <w:ind w:left="9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3366FF"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66FF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66FF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66FF"/>
          <w:sz w:val="20"/>
          <w:szCs w:val="20"/>
        </w:rPr>
        <w:t>ject</w:t>
      </w:r>
      <w:r>
        <w:rPr>
          <w:rFonts w:ascii="Arial" w:eastAsia="Arial" w:hAnsi="Arial" w:cs="Arial"/>
          <w:b/>
          <w:bCs/>
          <w:color w:val="3366FF"/>
          <w:spacing w:val="-7"/>
          <w:sz w:val="20"/>
          <w:szCs w:val="20"/>
        </w:rPr>
        <w:t xml:space="preserve"> </w:t>
      </w:r>
      <w:r w:rsidR="006E49C1">
        <w:rPr>
          <w:rFonts w:ascii="Arial" w:eastAsia="Arial" w:hAnsi="Arial" w:cs="Arial"/>
          <w:b/>
          <w:bCs/>
          <w:color w:val="3366FF"/>
          <w:spacing w:val="-7"/>
          <w:sz w:val="20"/>
          <w:szCs w:val="20"/>
        </w:rPr>
        <w:t>WP#/Name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:</w:t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  <w:r w:rsidR="006E49C1" w:rsidRPr="00750FC7">
        <w:rPr>
          <w:rFonts w:ascii="Arial" w:eastAsia="Arial" w:hAnsi="Arial" w:cs="Arial"/>
          <w:b/>
          <w:bCs/>
          <w:color w:val="3366FF"/>
          <w:spacing w:val="-7"/>
          <w:sz w:val="20"/>
          <w:szCs w:val="20"/>
        </w:rPr>
        <w:t>SDR #</w:t>
      </w:r>
      <w:r w:rsidR="006E49C1">
        <w:rPr>
          <w:rFonts w:ascii="Arial" w:eastAsia="Arial" w:hAnsi="Arial" w:cs="Arial"/>
          <w:b/>
          <w:bCs/>
          <w:color w:val="3366FF"/>
          <w:spacing w:val="-7"/>
          <w:sz w:val="20"/>
          <w:szCs w:val="20"/>
        </w:rPr>
        <w:t>:</w:t>
      </w:r>
      <w:r w:rsidR="006E49C1" w:rsidRPr="00750FC7">
        <w:rPr>
          <w:rFonts w:ascii="Arial" w:eastAsia="Arial" w:hAnsi="Arial" w:cs="Arial"/>
          <w:b/>
          <w:bCs/>
          <w:color w:val="3366FF"/>
          <w:spacing w:val="-7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ab/>
      </w:r>
    </w:p>
    <w:p w14:paraId="6FB400B0" w14:textId="77777777" w:rsidR="006A3FE1" w:rsidRDefault="006A3FE1">
      <w:pPr>
        <w:spacing w:before="4" w:after="0" w:line="140" w:lineRule="exact"/>
        <w:rPr>
          <w:sz w:val="14"/>
          <w:szCs w:val="14"/>
        </w:rPr>
      </w:pPr>
    </w:p>
    <w:p w14:paraId="678B4730" w14:textId="77777777" w:rsidR="006A3FE1" w:rsidRDefault="00355439" w:rsidP="00750FC7">
      <w:pPr>
        <w:spacing w:after="0" w:line="316" w:lineRule="exact"/>
        <w:ind w:left="220" w:right="-2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Sea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/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0000"/>
          <w:spacing w:val="-3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0000"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2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st</w:t>
      </w:r>
      <w:r>
        <w:rPr>
          <w:rFonts w:ascii="Arial" w:eastAsia="Arial" w:hAnsi="Arial" w:cs="Arial"/>
          <w:b/>
          <w:bCs/>
          <w:color w:val="FF0000"/>
          <w:spacing w:val="-2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te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ac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2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0000"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0000"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ems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 xml:space="preserve">&amp; 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FF0000"/>
          <w:spacing w:val="-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0000"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0000"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FF0000"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color w:val="FF0000"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0000"/>
          <w:spacing w:val="-4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0000"/>
          <w:spacing w:val="7"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0000"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0000"/>
          <w:spacing w:val="-1"/>
          <w:position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color w:val="FF0000"/>
          <w:position w:val="-1"/>
          <w:sz w:val="28"/>
          <w:szCs w:val="28"/>
        </w:rPr>
        <w:t>est</w:t>
      </w:r>
    </w:p>
    <w:p w14:paraId="6536E1D0" w14:textId="77777777" w:rsidR="006A3FE1" w:rsidRDefault="006A3FE1">
      <w:pPr>
        <w:spacing w:before="2" w:after="0" w:line="10" w:lineRule="exact"/>
        <w:rPr>
          <w:sz w:val="1"/>
          <w:szCs w:val="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4680"/>
        <w:gridCol w:w="5528"/>
      </w:tblGrid>
      <w:tr w:rsidR="006A3FE1" w14:paraId="3D7DB063" w14:textId="77777777" w:rsidTr="00750FC7">
        <w:trPr>
          <w:trHeight w:hRule="exact" w:val="792"/>
        </w:trPr>
        <w:tc>
          <w:tcPr>
            <w:tcW w:w="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581DF8D" w14:textId="77777777" w:rsidR="006A3FE1" w:rsidRDefault="006A3FE1"/>
        </w:tc>
        <w:tc>
          <w:tcPr>
            <w:tcW w:w="102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6269E8C8" w14:textId="297A9414" w:rsidR="006A3FE1" w:rsidRPr="00750FC7" w:rsidRDefault="006E49C1">
            <w:pPr>
              <w:spacing w:after="0" w:line="319" w:lineRule="exact"/>
              <w:ind w:left="979" w:right="814"/>
              <w:jc w:val="center"/>
              <w:rPr>
                <w:rFonts w:ascii="Arial" w:eastAsia="Arial" w:hAnsi="Arial" w:cs="Arial"/>
                <w:szCs w:val="28"/>
              </w:rPr>
            </w:pPr>
            <w:r w:rsidRPr="00750FC7">
              <w:rPr>
                <w:rFonts w:ascii="Arial" w:eastAsia="Arial" w:hAnsi="Arial" w:cs="Arial"/>
                <w:b/>
                <w:bCs/>
                <w:i/>
                <w:color w:val="008000"/>
                <w:szCs w:val="28"/>
                <w:u w:val="thick" w:color="008000"/>
              </w:rPr>
              <w:t xml:space="preserve">10 work </w:t>
            </w:r>
            <w:proofErr w:type="spellStart"/>
            <w:r w:rsidRPr="00750FC7">
              <w:rPr>
                <w:rFonts w:ascii="Arial" w:eastAsia="Arial" w:hAnsi="Arial" w:cs="Arial"/>
                <w:b/>
                <w:bCs/>
                <w:i/>
                <w:color w:val="008000"/>
                <w:szCs w:val="28"/>
                <w:u w:val="thick" w:color="008000"/>
              </w:rPr>
              <w:t>days</w:t>
            </w:r>
            <w:r w:rsidR="00355439" w:rsidRPr="00750FC7">
              <w:rPr>
                <w:rFonts w:ascii="Arial" w:eastAsia="Arial" w:hAnsi="Arial" w:cs="Arial"/>
                <w:b/>
                <w:bCs/>
                <w:i/>
                <w:color w:val="008000"/>
                <w:spacing w:val="3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>o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szCs w:val="28"/>
                <w:u w:val="thick" w:color="008000"/>
              </w:rPr>
              <w:t>i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ce</w:t>
            </w:r>
            <w:proofErr w:type="spellEnd"/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re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>q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uired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f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or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szCs w:val="28"/>
                <w:u w:val="thick" w:color="008000"/>
              </w:rPr>
              <w:t xml:space="preserve"> sy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st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em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s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>h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u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do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szCs w:val="28"/>
                <w:u w:val="thick" w:color="008000"/>
              </w:rPr>
              <w:t>w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 xml:space="preserve"> </w:t>
            </w:r>
            <w:r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+ 72 hours</w:t>
            </w:r>
            <w:r w:rsidRPr="00750FC7">
              <w:rPr>
                <w:rFonts w:ascii="Arial" w:eastAsia="Arial" w:hAnsi="Arial" w:cs="Arial"/>
                <w:i/>
                <w:color w:val="008000"/>
                <w:spacing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>a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ft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szCs w:val="28"/>
                <w:u w:val="thick" w:color="008000"/>
              </w:rPr>
              <w:t>e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r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f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inal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s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ign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szCs w:val="28"/>
                <w:u w:val="thick" w:color="008000"/>
              </w:rPr>
              <w:t>a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zCs w:val="28"/>
                <w:u w:val="thick" w:color="008000"/>
              </w:rPr>
              <w:t>ure</w:t>
            </w:r>
          </w:p>
          <w:p w14:paraId="14142237" w14:textId="0FBC40A5" w:rsidR="006A3FE1" w:rsidRPr="00750FC7" w:rsidRDefault="006E49C1">
            <w:pPr>
              <w:spacing w:after="0" w:line="322" w:lineRule="exact"/>
              <w:ind w:left="302" w:right="139"/>
              <w:jc w:val="center"/>
              <w:rPr>
                <w:rFonts w:ascii="Arial" w:eastAsia="Arial" w:hAnsi="Arial" w:cs="Arial"/>
                <w:szCs w:val="28"/>
              </w:rPr>
            </w:pPr>
            <w:r w:rsidRPr="00750FC7">
              <w:rPr>
                <w:rFonts w:ascii="Arial" w:eastAsia="Arial" w:hAnsi="Arial" w:cs="Arial"/>
                <w:b/>
                <w:bCs/>
                <w:i/>
                <w:color w:val="008000"/>
                <w:position w:val="-1"/>
                <w:szCs w:val="28"/>
                <w:u w:val="thick" w:color="008000"/>
              </w:rPr>
              <w:t xml:space="preserve">10 work </w:t>
            </w:r>
            <w:proofErr w:type="spellStart"/>
            <w:r w:rsidRPr="00750FC7">
              <w:rPr>
                <w:rFonts w:ascii="Arial" w:eastAsia="Arial" w:hAnsi="Arial" w:cs="Arial"/>
                <w:b/>
                <w:bCs/>
                <w:i/>
                <w:color w:val="008000"/>
                <w:position w:val="-1"/>
                <w:szCs w:val="28"/>
                <w:u w:val="thick" w:color="008000"/>
              </w:rPr>
              <w:t>days</w:t>
            </w:r>
            <w:r w:rsidR="00355439" w:rsidRPr="00750FC7">
              <w:rPr>
                <w:rFonts w:ascii="Arial" w:eastAsia="Arial" w:hAnsi="Arial" w:cs="Arial"/>
                <w:b/>
                <w:bCs/>
                <w:i/>
                <w:color w:val="008000"/>
                <w:spacing w:val="3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position w:val="-1"/>
                <w:szCs w:val="28"/>
                <w:u w:val="thick" w:color="008000"/>
              </w:rPr>
              <w:t>o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position w:val="-1"/>
                <w:szCs w:val="28"/>
                <w:u w:val="thick" w:color="008000"/>
              </w:rPr>
              <w:t>i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ce</w:t>
            </w:r>
            <w:proofErr w:type="spellEnd"/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re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position w:val="-1"/>
                <w:szCs w:val="28"/>
                <w:u w:val="thick" w:color="008000"/>
              </w:rPr>
              <w:t>q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uired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f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or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 xml:space="preserve"> D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O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4"/>
                <w:position w:val="-1"/>
                <w:szCs w:val="28"/>
                <w:u w:val="thick" w:color="008000"/>
              </w:rPr>
              <w:t>M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ES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I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 xml:space="preserve">C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>w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a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er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s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h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position w:val="-1"/>
                <w:szCs w:val="28"/>
                <w:u w:val="thick" w:color="008000"/>
              </w:rPr>
              <w:t>u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do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>w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4"/>
                <w:position w:val="-1"/>
                <w:szCs w:val="28"/>
                <w:u w:val="thick" w:color="008000"/>
              </w:rPr>
              <w:t xml:space="preserve"> </w:t>
            </w:r>
            <w:r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+ 96 hours</w:t>
            </w:r>
            <w:r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a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>f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er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f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2"/>
                <w:position w:val="-1"/>
                <w:szCs w:val="28"/>
                <w:u w:val="thick" w:color="008000"/>
              </w:rPr>
              <w:t>i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nal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1"/>
                <w:position w:val="-1"/>
                <w:szCs w:val="28"/>
                <w:u w:val="thick" w:color="008000"/>
              </w:rPr>
              <w:t xml:space="preserve"> 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s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ign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position w:val="-1"/>
                <w:szCs w:val="28"/>
                <w:u w:val="thick" w:color="008000"/>
              </w:rPr>
              <w:t>a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1"/>
                <w:position w:val="-1"/>
                <w:szCs w:val="28"/>
                <w:u w:val="thick" w:color="008000"/>
              </w:rPr>
              <w:t>t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spacing w:val="-3"/>
                <w:position w:val="-1"/>
                <w:szCs w:val="28"/>
                <w:u w:val="thick" w:color="008000"/>
              </w:rPr>
              <w:t>u</w:t>
            </w:r>
            <w:r w:rsidR="00355439" w:rsidRPr="00750FC7">
              <w:rPr>
                <w:rFonts w:ascii="Arial" w:eastAsia="Arial" w:hAnsi="Arial" w:cs="Arial"/>
                <w:i/>
                <w:color w:val="008000"/>
                <w:position w:val="-1"/>
                <w:szCs w:val="28"/>
                <w:u w:val="thick" w:color="008000"/>
              </w:rPr>
              <w:t>re</w:t>
            </w:r>
          </w:p>
          <w:p w14:paraId="63715E7C" w14:textId="77777777" w:rsidR="006A3FE1" w:rsidRDefault="006A3FE1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0DA63CF8" w14:textId="68D07712" w:rsidR="006E49C1" w:rsidRDefault="006E49C1" w:rsidP="00750FC7">
            <w:pPr>
              <w:spacing w:after="0" w:line="240" w:lineRule="auto"/>
              <w:ind w:left="587" w:right="424"/>
              <w:jc w:val="center"/>
              <w:rPr>
                <w:rFonts w:ascii="Arial" w:eastAsia="Arial" w:hAnsi="Arial" w:cs="Arial"/>
              </w:rPr>
            </w:pPr>
          </w:p>
        </w:tc>
      </w:tr>
      <w:tr w:rsidR="006E49C1" w14:paraId="65F0CA71" w14:textId="77777777" w:rsidTr="00750FC7">
        <w:trPr>
          <w:trHeight w:hRule="exact" w:val="381"/>
        </w:trPr>
        <w:tc>
          <w:tcPr>
            <w:tcW w:w="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9C5C93C" w14:textId="77777777" w:rsidR="006E49C1" w:rsidRPr="00750FC7" w:rsidRDefault="006E49C1">
            <w:pPr>
              <w:rPr>
                <w:sz w:val="20"/>
              </w:rPr>
            </w:pPr>
          </w:p>
        </w:tc>
        <w:tc>
          <w:tcPr>
            <w:tcW w:w="102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C5CA5A" w14:textId="66BB3C3B" w:rsidR="006E49C1" w:rsidRPr="00750FC7" w:rsidDel="006E49C1" w:rsidRDefault="00535B59" w:rsidP="00750FC7">
            <w:pPr>
              <w:spacing w:after="0" w:line="319" w:lineRule="exact"/>
              <w:ind w:right="814"/>
              <w:jc w:val="both"/>
              <w:rPr>
                <w:rFonts w:ascii="Arial" w:eastAsia="Arial" w:hAnsi="Arial" w:cs="Arial"/>
                <w:b/>
                <w:bCs/>
                <w:color w:val="008000"/>
                <w:sz w:val="20"/>
                <w:szCs w:val="28"/>
                <w:u w:color="008000"/>
              </w:rPr>
            </w:pPr>
            <w:r>
              <w:rPr>
                <w:rFonts w:ascii="Arial" w:eastAsia="Arial" w:hAnsi="Arial" w:cs="Arial"/>
                <w:b/>
                <w:bCs/>
                <w:color w:val="FF0000"/>
                <w:sz w:val="20"/>
                <w:szCs w:val="28"/>
                <w:u w:color="008000"/>
              </w:rPr>
              <w:t xml:space="preserve">SHUTDOWN DETAILS </w:t>
            </w:r>
            <w:r w:rsidRPr="00750FC7">
              <w:rPr>
                <w:rFonts w:ascii="Arial" w:eastAsia="Arial" w:hAnsi="Arial" w:cs="Arial"/>
                <w:b/>
                <w:bCs/>
                <w:color w:val="FF0000"/>
                <w:sz w:val="16"/>
                <w:szCs w:val="28"/>
                <w:u w:color="008000"/>
              </w:rPr>
              <w:t>(</w:t>
            </w:r>
            <w:r w:rsidR="006E49C1" w:rsidRPr="00750FC7">
              <w:rPr>
                <w:rFonts w:ascii="Arial" w:eastAsia="Arial" w:hAnsi="Arial" w:cs="Arial"/>
                <w:b/>
                <w:bCs/>
                <w:color w:val="FF0000"/>
                <w:sz w:val="16"/>
                <w:szCs w:val="28"/>
                <w:u w:color="008000"/>
              </w:rPr>
              <w:t>CONTRACTOR TO COMPLETE</w:t>
            </w:r>
            <w:r w:rsidRPr="00750FC7">
              <w:rPr>
                <w:rFonts w:ascii="Arial" w:eastAsia="Arial" w:hAnsi="Arial" w:cs="Arial"/>
                <w:b/>
                <w:bCs/>
                <w:color w:val="FF0000"/>
                <w:sz w:val="16"/>
                <w:szCs w:val="28"/>
                <w:u w:color="008000"/>
              </w:rPr>
              <w:t>)</w:t>
            </w:r>
          </w:p>
        </w:tc>
      </w:tr>
      <w:tr w:rsidR="006A3FE1" w14:paraId="69920B8B" w14:textId="77777777" w:rsidTr="00750FC7">
        <w:trPr>
          <w:trHeight w:hRule="exact" w:val="590"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BF2" w14:textId="77777777" w:rsidR="006A3FE1" w:rsidRDefault="0035543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Reque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51E8E" w14:textId="1F2BC2F9" w:rsidR="006A3FE1" w:rsidRDefault="0035543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>(s)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wn:</w:t>
            </w:r>
            <w:r w:rsidR="00BB481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ab/>
              <w:t xml:space="preserve">Duration: </w:t>
            </w:r>
          </w:p>
          <w:p w14:paraId="7D921DE6" w14:textId="10CC3C47" w:rsidR="006A3FE1" w:rsidRDefault="00355439" w:rsidP="00BB481E">
            <w:pPr>
              <w:tabs>
                <w:tab w:val="left" w:pos="2680"/>
              </w:tabs>
              <w:spacing w:before="6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6E49C1"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 w:rsidR="00BB481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A3FE1" w14:paraId="75DA706A" w14:textId="77777777" w:rsidTr="00750FC7">
        <w:trPr>
          <w:trHeight w:hRule="exact" w:val="590"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93F3" w14:textId="2074D3F8" w:rsidR="006E49C1" w:rsidRDefault="00355439" w:rsidP="006E49C1">
            <w:pPr>
              <w:spacing w:before="12" w:after="0" w:line="290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utages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6E49C1">
              <w:rPr>
                <w:rFonts w:ascii="Arial" w:eastAsia="Arial" w:hAnsi="Arial" w:cs="Arial"/>
                <w:spacing w:val="-7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22D1D19A" w14:textId="4F4C74D3" w:rsidR="006A3FE1" w:rsidRDefault="00355439" w:rsidP="00750FC7">
            <w:pPr>
              <w:spacing w:before="12" w:after="0" w:line="290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o.: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2CF51" w14:textId="77777777" w:rsidR="00BB481E" w:rsidRDefault="00355439" w:rsidP="00BB481E">
            <w:pPr>
              <w:spacing w:before="12" w:after="0" w:line="290" w:lineRule="exact"/>
              <w:ind w:left="102" w:right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M: </w:t>
            </w:r>
            <w:r w:rsidR="00BB481E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77B8567A" w14:textId="77777777" w:rsidR="006A3FE1" w:rsidRDefault="00355439" w:rsidP="00BB481E">
            <w:pPr>
              <w:spacing w:before="12" w:after="0" w:line="290" w:lineRule="exact"/>
              <w:ind w:left="102" w:right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o.:</w:t>
            </w:r>
            <w:r w:rsidR="00BB481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E49C1" w14:paraId="380F0046" w14:textId="77777777" w:rsidTr="00750FC7">
        <w:trPr>
          <w:trHeight w:val="958"/>
        </w:trPr>
        <w:tc>
          <w:tcPr>
            <w:tcW w:w="102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CBF4E" w14:textId="603C6AAA" w:rsidR="006E49C1" w:rsidRPr="00750FC7" w:rsidRDefault="006E49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50FC7">
              <w:rPr>
                <w:rFonts w:ascii="Arial" w:eastAsia="Arial" w:hAnsi="Arial" w:cs="Arial"/>
                <w:b/>
                <w:spacing w:val="3"/>
                <w:sz w:val="20"/>
                <w:szCs w:val="20"/>
              </w:rPr>
              <w:t>C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on</w:t>
            </w:r>
            <w:r w:rsidRPr="00750FC7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>t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  <w:r w:rsidRPr="00750FC7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c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ts</w:t>
            </w:r>
            <w:r w:rsidRPr="00750FC7">
              <w:rPr>
                <w:rFonts w:ascii="Arial" w:eastAsia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Du</w:t>
            </w:r>
            <w:r w:rsidRPr="00750FC7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ri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ng</w:t>
            </w:r>
            <w:r w:rsidRPr="00750FC7">
              <w:rPr>
                <w:rFonts w:ascii="Arial" w:eastAsia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50FC7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S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hu</w:t>
            </w:r>
            <w:r w:rsidRPr="00750FC7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>t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d</w:t>
            </w:r>
            <w:r w:rsidRPr="00750FC7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>o</w:t>
            </w:r>
            <w:r w:rsidRPr="00750FC7">
              <w:rPr>
                <w:rFonts w:ascii="Arial" w:eastAsia="Arial" w:hAnsi="Arial" w:cs="Arial"/>
                <w:b/>
                <w:sz w:val="20"/>
                <w:szCs w:val="20"/>
              </w:rPr>
              <w:t>wn:</w:t>
            </w:r>
          </w:p>
          <w:p w14:paraId="11B3E112" w14:textId="2A3B881F" w:rsidR="006E49C1" w:rsidRDefault="006E49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Contractor: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ab/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o.:</w:t>
            </w:r>
          </w:p>
          <w:p w14:paraId="1C8F146B" w14:textId="12FE0F4F" w:rsidR="006E49C1" w:rsidRDefault="006E49C1" w:rsidP="00750FC7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o.:</w:t>
            </w:r>
          </w:p>
        </w:tc>
      </w:tr>
      <w:tr w:rsidR="006E49C1" w14:paraId="63010AAC" w14:textId="77777777" w:rsidTr="00750FC7">
        <w:trPr>
          <w:trHeight w:hRule="exact" w:val="370"/>
        </w:trPr>
        <w:tc>
          <w:tcPr>
            <w:tcW w:w="10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0F307" w14:textId="77777777" w:rsidR="006E49C1" w:rsidRDefault="006E49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the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549B405D" w14:textId="18F5141A" w:rsidR="006E49C1" w:rsidRDefault="006E49C1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535B59" w14:paraId="079483D2" w14:textId="77777777" w:rsidTr="00750FC7">
        <w:trPr>
          <w:trHeight w:hRule="exact" w:val="730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BA44" w14:textId="03D47814" w:rsidR="00535B59" w:rsidRDefault="00535B5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What is being shut down?  </w:t>
            </w:r>
            <w:r w:rsidRPr="00750FC7">
              <w:rPr>
                <w:rFonts w:ascii="Arial" w:eastAsia="Arial" w:hAnsi="Arial" w:cs="Arial"/>
                <w:sz w:val="16"/>
                <w:szCs w:val="20"/>
              </w:rPr>
              <w:t xml:space="preserve">(BE SPECIFIC: </w:t>
            </w:r>
            <w:proofErr w:type="spellStart"/>
            <w:r w:rsidRPr="00750FC7">
              <w:rPr>
                <w:rFonts w:ascii="Arial" w:eastAsia="Arial" w:hAnsi="Arial" w:cs="Arial"/>
                <w:sz w:val="16"/>
                <w:szCs w:val="20"/>
              </w:rPr>
              <w:t>ie</w:t>
            </w:r>
            <w:proofErr w:type="spellEnd"/>
            <w:r w:rsidRPr="00750FC7">
              <w:rPr>
                <w:rFonts w:ascii="Arial" w:eastAsia="Arial" w:hAnsi="Arial" w:cs="Arial"/>
                <w:sz w:val="16"/>
                <w:szCs w:val="20"/>
              </w:rPr>
              <w:t xml:space="preserve"> utility system, panel, valve, </w:t>
            </w:r>
            <w:proofErr w:type="spellStart"/>
            <w:r w:rsidRPr="00750FC7">
              <w:rPr>
                <w:rFonts w:ascii="Arial" w:eastAsia="Arial" w:hAnsi="Arial" w:cs="Arial"/>
                <w:sz w:val="16"/>
                <w:szCs w:val="20"/>
              </w:rPr>
              <w:t>etc</w:t>
            </w:r>
            <w:proofErr w:type="spellEnd"/>
            <w:r w:rsidRPr="00750FC7">
              <w:rPr>
                <w:rFonts w:ascii="Arial" w:eastAsia="Arial" w:hAnsi="Arial" w:cs="Arial"/>
                <w:sz w:val="16"/>
                <w:szCs w:val="20"/>
              </w:rPr>
              <w:t>)</w:t>
            </w:r>
          </w:p>
        </w:tc>
      </w:tr>
      <w:tr w:rsidR="006A3FE1" w14:paraId="2BFA05F8" w14:textId="77777777" w:rsidTr="00750FC7">
        <w:trPr>
          <w:trHeight w:hRule="exact" w:val="730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4EFD" w14:textId="77777777" w:rsidR="006A3FE1" w:rsidRDefault="0035543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</w:tr>
      <w:tr w:rsidR="006A3FE1" w14:paraId="3FD8517D" w14:textId="77777777" w:rsidTr="00750FC7">
        <w:trPr>
          <w:trHeight w:hRule="exact" w:val="732"/>
        </w:trPr>
        <w:tc>
          <w:tcPr>
            <w:tcW w:w="10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CE91" w14:textId="379E0A5D" w:rsidR="006A3FE1" w:rsidRDefault="0035543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535B59">
              <w:rPr>
                <w:rFonts w:ascii="Arial" w:eastAsia="Arial" w:hAnsi="Arial" w:cs="Arial"/>
                <w:sz w:val="20"/>
                <w:szCs w:val="20"/>
              </w:rPr>
              <w:t>and/or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ted: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DRAWIN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  <w:r w:rsidR="00535B59"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(S) and PHOTO(S)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A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RM</w:t>
            </w:r>
            <w:r w:rsidR="00535B59"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, OK to attach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</w:tbl>
    <w:p w14:paraId="68BB06D1" w14:textId="0A613C18" w:rsidR="006A3FE1" w:rsidRPr="00750FC7" w:rsidRDefault="00355439">
      <w:pPr>
        <w:spacing w:after="0" w:line="219" w:lineRule="exact"/>
        <w:ind w:left="220" w:right="-20"/>
        <w:rPr>
          <w:rFonts w:ascii="Arial" w:eastAsia="Arial" w:hAnsi="Arial" w:cs="Arial"/>
          <w:sz w:val="20"/>
          <w:szCs w:val="20"/>
        </w:rPr>
      </w:pP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U</w:t>
      </w:r>
      <w:r w:rsidRPr="00750FC7">
        <w:rPr>
          <w:rFonts w:ascii="Arial" w:eastAsia="Arial" w:hAnsi="Arial" w:cs="Arial"/>
          <w:b/>
          <w:bCs/>
          <w:color w:val="FF0000"/>
          <w:spacing w:val="3"/>
          <w:position w:val="-1"/>
          <w:sz w:val="20"/>
          <w:szCs w:val="20"/>
        </w:rPr>
        <w:t>T</w:t>
      </w: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I</w:t>
      </w:r>
      <w:r w:rsidRPr="00750FC7">
        <w:rPr>
          <w:rFonts w:ascii="Arial" w:eastAsia="Arial" w:hAnsi="Arial" w:cs="Arial"/>
          <w:b/>
          <w:bCs/>
          <w:color w:val="FF0000"/>
          <w:spacing w:val="1"/>
          <w:position w:val="-1"/>
          <w:sz w:val="20"/>
          <w:szCs w:val="20"/>
        </w:rPr>
        <w:t>L</w:t>
      </w:r>
      <w:r w:rsidRPr="00750FC7">
        <w:rPr>
          <w:rFonts w:ascii="Arial" w:eastAsia="Arial" w:hAnsi="Arial" w:cs="Arial"/>
          <w:b/>
          <w:bCs/>
          <w:color w:val="FF0000"/>
          <w:spacing w:val="-3"/>
          <w:position w:val="-1"/>
          <w:sz w:val="20"/>
          <w:szCs w:val="20"/>
        </w:rPr>
        <w:t>I</w:t>
      </w:r>
      <w:r w:rsidRPr="00750FC7">
        <w:rPr>
          <w:rFonts w:ascii="Arial" w:eastAsia="Arial" w:hAnsi="Arial" w:cs="Arial"/>
          <w:b/>
          <w:bCs/>
          <w:color w:val="FF0000"/>
          <w:spacing w:val="3"/>
          <w:position w:val="-1"/>
          <w:sz w:val="20"/>
          <w:szCs w:val="20"/>
        </w:rPr>
        <w:t>T</w:t>
      </w: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Y</w:t>
      </w:r>
      <w:r w:rsidR="00535B59" w:rsidRPr="00750FC7">
        <w:rPr>
          <w:rFonts w:ascii="Arial" w:eastAsia="Arial" w:hAnsi="Arial" w:cs="Arial"/>
          <w:b/>
          <w:bCs/>
          <w:color w:val="FF0000"/>
          <w:spacing w:val="-7"/>
          <w:position w:val="-1"/>
          <w:sz w:val="20"/>
          <w:szCs w:val="20"/>
        </w:rPr>
        <w:t>/</w:t>
      </w:r>
      <w:r w:rsidRPr="00750FC7">
        <w:rPr>
          <w:rFonts w:ascii="Arial" w:eastAsia="Arial" w:hAnsi="Arial" w:cs="Arial"/>
          <w:b/>
          <w:bCs/>
          <w:color w:val="FF0000"/>
          <w:spacing w:val="-1"/>
          <w:position w:val="-1"/>
          <w:sz w:val="20"/>
          <w:szCs w:val="20"/>
        </w:rPr>
        <w:t>E</w:t>
      </w:r>
      <w:r w:rsidRPr="00750FC7">
        <w:rPr>
          <w:rFonts w:ascii="Arial" w:eastAsia="Arial" w:hAnsi="Arial" w:cs="Arial"/>
          <w:b/>
          <w:bCs/>
          <w:color w:val="FF0000"/>
          <w:spacing w:val="1"/>
          <w:position w:val="-1"/>
          <w:sz w:val="20"/>
          <w:szCs w:val="20"/>
        </w:rPr>
        <w:t>Q</w:t>
      </w: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UI</w:t>
      </w:r>
      <w:r w:rsidRPr="00750FC7">
        <w:rPr>
          <w:rFonts w:ascii="Arial" w:eastAsia="Arial" w:hAnsi="Arial" w:cs="Arial"/>
          <w:b/>
          <w:bCs/>
          <w:color w:val="FF0000"/>
          <w:spacing w:val="-1"/>
          <w:position w:val="-1"/>
          <w:sz w:val="20"/>
          <w:szCs w:val="20"/>
        </w:rPr>
        <w:t>P</w:t>
      </w:r>
      <w:r w:rsidRPr="00750FC7">
        <w:rPr>
          <w:rFonts w:ascii="Arial" w:eastAsia="Arial" w:hAnsi="Arial" w:cs="Arial"/>
          <w:b/>
          <w:bCs/>
          <w:color w:val="FF0000"/>
          <w:spacing w:val="4"/>
          <w:position w:val="-1"/>
          <w:sz w:val="20"/>
          <w:szCs w:val="20"/>
        </w:rPr>
        <w:t>M</w:t>
      </w:r>
      <w:r w:rsidRPr="00750FC7">
        <w:rPr>
          <w:rFonts w:ascii="Arial" w:eastAsia="Arial" w:hAnsi="Arial" w:cs="Arial"/>
          <w:b/>
          <w:bCs/>
          <w:color w:val="FF0000"/>
          <w:spacing w:val="-1"/>
          <w:position w:val="-1"/>
          <w:sz w:val="20"/>
          <w:szCs w:val="20"/>
        </w:rPr>
        <w:t>E</w:t>
      </w:r>
      <w:r w:rsidRPr="00750FC7">
        <w:rPr>
          <w:rFonts w:ascii="Arial" w:eastAsia="Arial" w:hAnsi="Arial" w:cs="Arial"/>
          <w:b/>
          <w:bCs/>
          <w:color w:val="FF0000"/>
          <w:spacing w:val="-2"/>
          <w:position w:val="-1"/>
          <w:sz w:val="20"/>
          <w:szCs w:val="20"/>
        </w:rPr>
        <w:t>N</w:t>
      </w: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T</w:t>
      </w:r>
      <w:r w:rsidRPr="00750FC7">
        <w:rPr>
          <w:rFonts w:ascii="Arial" w:eastAsia="Arial" w:hAnsi="Arial" w:cs="Arial"/>
          <w:b/>
          <w:bCs/>
          <w:color w:val="FF0000"/>
          <w:spacing w:val="-9"/>
          <w:position w:val="-1"/>
          <w:sz w:val="20"/>
          <w:szCs w:val="20"/>
        </w:rPr>
        <w:t xml:space="preserve"> </w:t>
      </w:r>
      <w:r w:rsidRPr="00750FC7">
        <w:rPr>
          <w:rFonts w:ascii="Arial" w:eastAsia="Arial" w:hAnsi="Arial" w:cs="Arial"/>
          <w:b/>
          <w:bCs/>
          <w:color w:val="FF0000"/>
          <w:spacing w:val="1"/>
          <w:position w:val="-1"/>
          <w:sz w:val="20"/>
          <w:szCs w:val="20"/>
        </w:rPr>
        <w:t>L</w:t>
      </w:r>
      <w:r w:rsidRPr="00750FC7">
        <w:rPr>
          <w:rFonts w:ascii="Arial" w:eastAsia="Arial" w:hAnsi="Arial" w:cs="Arial"/>
          <w:b/>
          <w:bCs/>
          <w:color w:val="FF0000"/>
          <w:position w:val="-1"/>
          <w:sz w:val="20"/>
          <w:szCs w:val="20"/>
        </w:rPr>
        <w:t>I</w:t>
      </w:r>
      <w:r w:rsidRPr="00750FC7">
        <w:rPr>
          <w:rFonts w:ascii="Arial" w:eastAsia="Arial" w:hAnsi="Arial" w:cs="Arial"/>
          <w:b/>
          <w:bCs/>
          <w:color w:val="FF0000"/>
          <w:spacing w:val="-1"/>
          <w:position w:val="-1"/>
          <w:sz w:val="20"/>
          <w:szCs w:val="20"/>
        </w:rPr>
        <w:t>S</w:t>
      </w:r>
      <w:r w:rsidRPr="00750FC7">
        <w:rPr>
          <w:rFonts w:ascii="Arial" w:eastAsia="Arial" w:hAnsi="Arial" w:cs="Arial"/>
          <w:b/>
          <w:bCs/>
          <w:color w:val="FF0000"/>
          <w:spacing w:val="3"/>
          <w:position w:val="-1"/>
          <w:sz w:val="20"/>
          <w:szCs w:val="20"/>
        </w:rPr>
        <w:t>T</w:t>
      </w:r>
      <w:r w:rsidR="000B5A25">
        <w:rPr>
          <w:rFonts w:ascii="Arial" w:eastAsia="Arial" w:hAnsi="Arial" w:cs="Arial"/>
          <w:b/>
          <w:bCs/>
          <w:color w:val="FF0000"/>
          <w:spacing w:val="3"/>
          <w:position w:val="-1"/>
          <w:sz w:val="20"/>
          <w:szCs w:val="20"/>
        </w:rPr>
        <w:t xml:space="preserve"> </w:t>
      </w:r>
      <w:r w:rsidR="000B5A25" w:rsidRPr="00750FC7">
        <w:rPr>
          <w:rFonts w:ascii="Arial" w:eastAsia="Arial" w:hAnsi="Arial" w:cs="Arial"/>
          <w:b/>
          <w:bCs/>
          <w:color w:val="FF0000"/>
          <w:spacing w:val="3"/>
          <w:position w:val="-1"/>
          <w:sz w:val="18"/>
          <w:szCs w:val="20"/>
        </w:rPr>
        <w:t>(</w:t>
      </w:r>
      <w:r w:rsidR="000B5A25" w:rsidRPr="00750FC7">
        <w:rPr>
          <w:rFonts w:ascii="Arial" w:eastAsia="Arial" w:hAnsi="Arial" w:cs="Arial"/>
          <w:b/>
          <w:bCs/>
          <w:color w:val="FF0000"/>
          <w:position w:val="-1"/>
          <w:sz w:val="16"/>
          <w:szCs w:val="18"/>
        </w:rPr>
        <w:t>C</w:t>
      </w:r>
      <w:r w:rsidR="00535B59" w:rsidRPr="00750FC7">
        <w:rPr>
          <w:rFonts w:ascii="Arial" w:eastAsia="Arial" w:hAnsi="Arial" w:cs="Arial"/>
          <w:b/>
          <w:bCs/>
          <w:color w:val="FF0000"/>
          <w:spacing w:val="1"/>
          <w:position w:val="-1"/>
          <w:sz w:val="16"/>
          <w:szCs w:val="18"/>
        </w:rPr>
        <w:t>ONTRACTOR TO INDICATE AFFECTED SYSTEMS; POS TO OBTAIN INITIALS FOR APPROVA</w:t>
      </w:r>
      <w:r w:rsidR="000B5A25">
        <w:rPr>
          <w:rFonts w:ascii="Arial" w:eastAsia="Arial" w:hAnsi="Arial" w:cs="Arial"/>
          <w:b/>
          <w:bCs/>
          <w:color w:val="FF0000"/>
          <w:spacing w:val="1"/>
          <w:position w:val="-1"/>
          <w:sz w:val="16"/>
          <w:szCs w:val="18"/>
        </w:rPr>
        <w:t>L)</w:t>
      </w:r>
    </w:p>
    <w:tbl>
      <w:tblPr>
        <w:tblW w:w="10350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150"/>
        <w:gridCol w:w="540"/>
        <w:gridCol w:w="2880"/>
        <w:gridCol w:w="540"/>
        <w:gridCol w:w="2700"/>
      </w:tblGrid>
      <w:tr w:rsidR="00BB481E" w14:paraId="69B550F7" w14:textId="77777777" w:rsidTr="00BB481E">
        <w:trPr>
          <w:trHeight w:hRule="exact" w:val="388"/>
        </w:trPr>
        <w:tc>
          <w:tcPr>
            <w:tcW w:w="540" w:type="dxa"/>
          </w:tcPr>
          <w:p w14:paraId="6A017B08" w14:textId="77777777" w:rsidR="00BB481E" w:rsidRDefault="00BB481E" w:rsidP="00BB481E">
            <w:pPr>
              <w:spacing w:before="82" w:after="0" w:line="240" w:lineRule="auto"/>
              <w:ind w:left="-367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5D9CC74" w14:textId="77777777" w:rsidR="00BB481E" w:rsidRDefault="00BB481E">
            <w:pPr>
              <w:spacing w:before="82" w:after="0" w:line="240" w:lineRule="auto"/>
              <w:ind w:left="4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  <w:tc>
          <w:tcPr>
            <w:tcW w:w="540" w:type="dxa"/>
          </w:tcPr>
          <w:p w14:paraId="1F856339" w14:textId="77777777" w:rsidR="00BB481E" w:rsidRDefault="00BB481E">
            <w:pPr>
              <w:spacing w:before="82" w:after="0" w:line="240" w:lineRule="auto"/>
              <w:ind w:left="523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B3C3675" w14:textId="77777777" w:rsidR="00BB481E" w:rsidRDefault="00BB481E" w:rsidP="00BB481E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Ch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water</w:t>
            </w:r>
          </w:p>
        </w:tc>
        <w:tc>
          <w:tcPr>
            <w:tcW w:w="540" w:type="dxa"/>
          </w:tcPr>
          <w:p w14:paraId="3001FB8C" w14:textId="77777777" w:rsidR="00BB481E" w:rsidRDefault="00BB481E" w:rsidP="00BB481E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71C09EB" w14:textId="77777777" w:rsidR="00BB481E" w:rsidRDefault="00BB481E" w:rsidP="00BB481E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</w:p>
        </w:tc>
      </w:tr>
      <w:tr w:rsidR="00BB481E" w14:paraId="400EC8CA" w14:textId="77777777" w:rsidTr="00BB481E">
        <w:trPr>
          <w:trHeight w:hRule="exact" w:val="360"/>
        </w:trPr>
        <w:tc>
          <w:tcPr>
            <w:tcW w:w="540" w:type="dxa"/>
          </w:tcPr>
          <w:p w14:paraId="6BEFF057" w14:textId="77777777" w:rsidR="00BB481E" w:rsidRDefault="00BB481E" w:rsidP="00BB481E">
            <w:pPr>
              <w:spacing w:before="54" w:after="0" w:line="240" w:lineRule="auto"/>
              <w:ind w:left="-367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EE426EC" w14:textId="567C0FF1" w:rsidR="00BB481E" w:rsidRDefault="00BB481E">
            <w:pPr>
              <w:spacing w:before="54" w:after="0" w:line="240" w:lineRule="auto"/>
              <w:ind w:left="4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535B59"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</w:p>
        </w:tc>
        <w:tc>
          <w:tcPr>
            <w:tcW w:w="540" w:type="dxa"/>
          </w:tcPr>
          <w:p w14:paraId="41B62C89" w14:textId="77777777" w:rsidR="00BB481E" w:rsidRDefault="00BB481E">
            <w:pPr>
              <w:spacing w:before="54" w:after="0" w:line="240" w:lineRule="auto"/>
              <w:ind w:left="523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4D766E7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</w:p>
        </w:tc>
        <w:tc>
          <w:tcPr>
            <w:tcW w:w="540" w:type="dxa"/>
          </w:tcPr>
          <w:p w14:paraId="56936B4E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08882CC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BB481E" w14:paraId="5C52E095" w14:textId="77777777" w:rsidTr="00BB481E">
        <w:trPr>
          <w:trHeight w:hRule="exact" w:val="360"/>
        </w:trPr>
        <w:tc>
          <w:tcPr>
            <w:tcW w:w="540" w:type="dxa"/>
          </w:tcPr>
          <w:p w14:paraId="1239D0D1" w14:textId="77777777" w:rsidR="00BB481E" w:rsidRDefault="00BB481E" w:rsidP="00BB481E">
            <w:pPr>
              <w:spacing w:before="54" w:after="0" w:line="240" w:lineRule="auto"/>
              <w:ind w:left="-367"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4F0C96D3" w14:textId="77777777" w:rsidR="00BB481E" w:rsidRDefault="00BB481E">
            <w:pPr>
              <w:spacing w:before="54" w:after="0" w:line="240" w:lineRule="auto"/>
              <w:ind w:left="4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40" w:type="dxa"/>
          </w:tcPr>
          <w:p w14:paraId="3102FFA2" w14:textId="77777777" w:rsidR="00BB481E" w:rsidRDefault="00BB481E">
            <w:pPr>
              <w:spacing w:before="54" w:after="0" w:line="240" w:lineRule="auto"/>
              <w:ind w:left="523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B15C1AB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Hot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water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  <w:tc>
          <w:tcPr>
            <w:tcW w:w="540" w:type="dxa"/>
          </w:tcPr>
          <w:p w14:paraId="6CB39276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006B4CD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EC</w:t>
            </w:r>
          </w:p>
        </w:tc>
      </w:tr>
      <w:tr w:rsidR="00BB481E" w14:paraId="6F32BFBA" w14:textId="77777777" w:rsidTr="00BB481E">
        <w:trPr>
          <w:trHeight w:hRule="exact" w:val="363"/>
        </w:trPr>
        <w:tc>
          <w:tcPr>
            <w:tcW w:w="540" w:type="dxa"/>
          </w:tcPr>
          <w:p w14:paraId="727E923C" w14:textId="77777777" w:rsidR="00BB481E" w:rsidRDefault="00BB481E" w:rsidP="00BB481E">
            <w:pPr>
              <w:spacing w:before="54" w:after="0" w:line="240" w:lineRule="auto"/>
              <w:ind w:left="-367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7CBD0D64" w14:textId="77777777" w:rsidR="00BB481E" w:rsidRDefault="00BB481E">
            <w:pPr>
              <w:spacing w:before="54" w:after="0" w:line="240" w:lineRule="auto"/>
              <w:ind w:left="4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  <w:tc>
          <w:tcPr>
            <w:tcW w:w="540" w:type="dxa"/>
          </w:tcPr>
          <w:p w14:paraId="7BB7B06F" w14:textId="77777777" w:rsidR="00BB481E" w:rsidRDefault="00BB481E">
            <w:pPr>
              <w:spacing w:before="54" w:after="0" w:line="240" w:lineRule="auto"/>
              <w:ind w:left="523" w:right="-20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0F87CF2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</w:p>
        </w:tc>
        <w:tc>
          <w:tcPr>
            <w:tcW w:w="540" w:type="dxa"/>
          </w:tcPr>
          <w:p w14:paraId="67DE3C09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3B2033B" w14:textId="77777777" w:rsidR="00BB481E" w:rsidRDefault="00BB481E" w:rsidP="00BB481E">
            <w:pPr>
              <w:spacing w:before="54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Roa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</w:tr>
    </w:tbl>
    <w:p w14:paraId="08F245D9" w14:textId="27144A70" w:rsidR="006A3FE1" w:rsidRPr="00750FC7" w:rsidRDefault="00355439">
      <w:pPr>
        <w:spacing w:after="0" w:line="215" w:lineRule="exact"/>
        <w:ind w:left="220" w:right="-20"/>
        <w:rPr>
          <w:rFonts w:ascii="Arial" w:eastAsia="Arial" w:hAnsi="Arial" w:cs="Arial"/>
          <w:color w:val="FF0000"/>
          <w:sz w:val="20"/>
          <w:szCs w:val="20"/>
        </w:rPr>
      </w:pPr>
      <w:r w:rsidRPr="00750FC7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A</w:t>
      </w:r>
      <w:r w:rsidRPr="00750FC7">
        <w:rPr>
          <w:rFonts w:ascii="Arial" w:eastAsia="Arial" w:hAnsi="Arial" w:cs="Arial"/>
          <w:b/>
          <w:bCs/>
          <w:i/>
          <w:color w:val="FF0000"/>
          <w:spacing w:val="-1"/>
          <w:sz w:val="20"/>
          <w:szCs w:val="20"/>
        </w:rPr>
        <w:t>P</w:t>
      </w:r>
      <w:r w:rsidRPr="00750FC7">
        <w:rPr>
          <w:rFonts w:ascii="Arial" w:eastAsia="Arial" w:hAnsi="Arial" w:cs="Arial"/>
          <w:b/>
          <w:bCs/>
          <w:i/>
          <w:color w:val="FF0000"/>
          <w:spacing w:val="2"/>
          <w:sz w:val="20"/>
          <w:szCs w:val="20"/>
        </w:rPr>
        <w:t>P</w:t>
      </w:r>
      <w:r w:rsidRPr="00750FC7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R</w:t>
      </w:r>
      <w:r w:rsidRPr="00750FC7">
        <w:rPr>
          <w:rFonts w:ascii="Arial" w:eastAsia="Arial" w:hAnsi="Arial" w:cs="Arial"/>
          <w:b/>
          <w:bCs/>
          <w:i/>
          <w:color w:val="FF0000"/>
          <w:spacing w:val="1"/>
          <w:sz w:val="20"/>
          <w:szCs w:val="20"/>
        </w:rPr>
        <w:t>O</w:t>
      </w:r>
      <w:r w:rsidRPr="00750FC7">
        <w:rPr>
          <w:rFonts w:ascii="Arial" w:eastAsia="Arial" w:hAnsi="Arial" w:cs="Arial"/>
          <w:b/>
          <w:bCs/>
          <w:i/>
          <w:color w:val="FF0000"/>
          <w:spacing w:val="-1"/>
          <w:sz w:val="20"/>
          <w:szCs w:val="20"/>
        </w:rPr>
        <w:t>V</w:t>
      </w:r>
      <w:r w:rsidRPr="00750FC7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A</w:t>
      </w:r>
      <w:r w:rsidRPr="00750FC7">
        <w:rPr>
          <w:rFonts w:ascii="Arial" w:eastAsia="Arial" w:hAnsi="Arial" w:cs="Arial"/>
          <w:b/>
          <w:bCs/>
          <w:i/>
          <w:color w:val="FF0000"/>
          <w:spacing w:val="3"/>
          <w:sz w:val="20"/>
          <w:szCs w:val="20"/>
        </w:rPr>
        <w:t>L</w:t>
      </w:r>
      <w:r w:rsidRPr="00750FC7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</w:t>
      </w:r>
      <w:r w:rsidR="00535B59" w:rsidRPr="00750FC7">
        <w:rPr>
          <w:rFonts w:ascii="Arial" w:eastAsia="Arial" w:hAnsi="Arial" w:cs="Arial"/>
          <w:b/>
          <w:bCs/>
          <w:i/>
          <w:color w:val="FF0000"/>
          <w:sz w:val="16"/>
          <w:szCs w:val="20"/>
        </w:rPr>
        <w:t xml:space="preserve"> (POS TO COMPLETE)</w:t>
      </w: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9"/>
        <w:gridCol w:w="2790"/>
        <w:gridCol w:w="1440"/>
        <w:gridCol w:w="3948"/>
      </w:tblGrid>
      <w:tr w:rsidR="00BB481E" w14:paraId="10ED33EB" w14:textId="77777777" w:rsidTr="00355439">
        <w:trPr>
          <w:trHeight w:hRule="exact" w:val="651"/>
        </w:trPr>
        <w:tc>
          <w:tcPr>
            <w:tcW w:w="10327" w:type="dxa"/>
            <w:gridSpan w:val="4"/>
          </w:tcPr>
          <w:p w14:paraId="516E524C" w14:textId="77777777" w:rsidR="00355439" w:rsidRDefault="00355439" w:rsidP="00BB481E">
            <w:pPr>
              <w:tabs>
                <w:tab w:val="left" w:pos="3780"/>
                <w:tab w:val="left" w:pos="10380"/>
              </w:tabs>
              <w:spacing w:after="0" w:line="225" w:lineRule="exact"/>
              <w:ind w:left="619" w:right="-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581DDB" w14:textId="77777777" w:rsidR="00BB481E" w:rsidRDefault="00BB481E" w:rsidP="00BB481E">
            <w:pPr>
              <w:tabs>
                <w:tab w:val="left" w:pos="3780"/>
                <w:tab w:val="left" w:pos="10380"/>
              </w:tabs>
              <w:spacing w:after="0" w:line="225" w:lineRule="exact"/>
              <w:ind w:left="61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w w:val="99"/>
                <w:position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w w:val="99"/>
                <w:position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w w:val="99"/>
                <w:position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w w:val="99"/>
                <w:position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w w:val="99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1"/>
                <w:w w:val="99"/>
                <w:position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  <w:p w14:paraId="1F7E11C8" w14:textId="77777777" w:rsidR="00BB481E" w:rsidRDefault="00BB481E" w:rsidP="00BB481E">
            <w:pPr>
              <w:spacing w:after="0" w:line="200" w:lineRule="exact"/>
              <w:rPr>
                <w:sz w:val="20"/>
                <w:szCs w:val="20"/>
              </w:rPr>
            </w:pPr>
          </w:p>
          <w:p w14:paraId="427CFA7A" w14:textId="77777777" w:rsidR="00BB481E" w:rsidRDefault="00BB481E">
            <w:pPr>
              <w:spacing w:before="74" w:after="0" w:line="240" w:lineRule="auto"/>
              <w:ind w:left="882" w:right="-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A1E579" w14:textId="77777777" w:rsidR="00BB481E" w:rsidRDefault="00BB481E">
            <w:pPr>
              <w:tabs>
                <w:tab w:val="left" w:pos="4760"/>
              </w:tabs>
              <w:spacing w:before="74" w:after="0" w:line="240" w:lineRule="auto"/>
              <w:ind w:left="55" w:right="-20"/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</w:pPr>
          </w:p>
        </w:tc>
      </w:tr>
      <w:tr w:rsidR="006A3FE1" w14:paraId="526F11FA" w14:textId="77777777" w:rsidTr="00355439">
        <w:trPr>
          <w:trHeight w:hRule="exact" w:val="380"/>
        </w:trPr>
        <w:tc>
          <w:tcPr>
            <w:tcW w:w="2149" w:type="dxa"/>
          </w:tcPr>
          <w:p w14:paraId="76ED737E" w14:textId="77777777" w:rsidR="006A3FE1" w:rsidRDefault="00355439" w:rsidP="00BB481E">
            <w:pPr>
              <w:spacing w:before="74" w:after="0" w:line="240" w:lineRule="auto"/>
              <w:ind w:left="61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2790" w:type="dxa"/>
          </w:tcPr>
          <w:p w14:paraId="0E74A0A9" w14:textId="77777777" w:rsidR="006A3FE1" w:rsidRDefault="00355439" w:rsidP="00355439">
            <w:pPr>
              <w:tabs>
                <w:tab w:val="left" w:pos="1980"/>
              </w:tabs>
              <w:spacing w:before="74" w:after="0" w:line="240" w:lineRule="auto"/>
              <w:ind w:left="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1440" w:type="dxa"/>
          </w:tcPr>
          <w:p w14:paraId="2B443ED9" w14:textId="77777777" w:rsidR="006A3FE1" w:rsidRDefault="00355439">
            <w:pPr>
              <w:spacing w:before="74" w:after="0" w:line="240" w:lineRule="auto"/>
              <w:ind w:left="3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3948" w:type="dxa"/>
          </w:tcPr>
          <w:p w14:paraId="742BE14C" w14:textId="77777777" w:rsidR="006A3FE1" w:rsidRDefault="00355439">
            <w:pPr>
              <w:tabs>
                <w:tab w:val="left" w:pos="4760"/>
              </w:tabs>
              <w:spacing w:before="74" w:after="0" w:line="240" w:lineRule="auto"/>
              <w:ind w:left="5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  <w:tr w:rsidR="006A3FE1" w14:paraId="6F3F2D75" w14:textId="77777777" w:rsidTr="00355439">
        <w:trPr>
          <w:trHeight w:hRule="exact" w:val="360"/>
        </w:trPr>
        <w:tc>
          <w:tcPr>
            <w:tcW w:w="2149" w:type="dxa"/>
          </w:tcPr>
          <w:p w14:paraId="0A1176EB" w14:textId="77777777" w:rsidR="006A3FE1" w:rsidRDefault="00355439" w:rsidP="00BB481E">
            <w:pPr>
              <w:spacing w:before="54" w:after="0" w:line="240" w:lineRule="auto"/>
              <w:ind w:left="61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on:</w:t>
            </w:r>
          </w:p>
        </w:tc>
        <w:tc>
          <w:tcPr>
            <w:tcW w:w="2790" w:type="dxa"/>
          </w:tcPr>
          <w:p w14:paraId="5B0BD9B4" w14:textId="77777777" w:rsidR="006A3FE1" w:rsidRDefault="00355439">
            <w:pPr>
              <w:tabs>
                <w:tab w:val="left" w:pos="1980"/>
              </w:tabs>
              <w:spacing w:before="54" w:after="0" w:line="240" w:lineRule="auto"/>
              <w:ind w:left="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1440" w:type="dxa"/>
          </w:tcPr>
          <w:p w14:paraId="70ABC167" w14:textId="77777777" w:rsidR="006A3FE1" w:rsidRDefault="00355439">
            <w:pPr>
              <w:spacing w:before="54" w:after="0" w:line="240" w:lineRule="auto"/>
              <w:ind w:left="5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3948" w:type="dxa"/>
          </w:tcPr>
          <w:p w14:paraId="082785A8" w14:textId="77777777" w:rsidR="006A3FE1" w:rsidRDefault="00355439">
            <w:pPr>
              <w:tabs>
                <w:tab w:val="left" w:pos="4760"/>
              </w:tabs>
              <w:spacing w:before="54" w:after="0" w:line="240" w:lineRule="auto"/>
              <w:ind w:left="5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  <w:tr w:rsidR="006A3FE1" w14:paraId="26022569" w14:textId="77777777" w:rsidTr="00355439">
        <w:trPr>
          <w:trHeight w:hRule="exact" w:val="658"/>
        </w:trPr>
        <w:tc>
          <w:tcPr>
            <w:tcW w:w="2149" w:type="dxa"/>
          </w:tcPr>
          <w:p w14:paraId="65BFE0E1" w14:textId="77777777" w:rsidR="006A3FE1" w:rsidRDefault="00355439" w:rsidP="00BB481E">
            <w:pPr>
              <w:spacing w:before="54" w:after="0" w:line="240" w:lineRule="auto"/>
              <w:ind w:left="61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ICT Depa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ent:</w:t>
            </w:r>
          </w:p>
        </w:tc>
        <w:tc>
          <w:tcPr>
            <w:tcW w:w="2790" w:type="dxa"/>
          </w:tcPr>
          <w:p w14:paraId="0D230FDA" w14:textId="77777777" w:rsidR="006A3FE1" w:rsidRDefault="00355439">
            <w:pPr>
              <w:tabs>
                <w:tab w:val="left" w:pos="1980"/>
              </w:tabs>
              <w:spacing w:before="54" w:after="0" w:line="240" w:lineRule="auto"/>
              <w:ind w:left="5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1440" w:type="dxa"/>
          </w:tcPr>
          <w:p w14:paraId="1523D831" w14:textId="77777777" w:rsidR="006A3FE1" w:rsidRDefault="00355439">
            <w:pPr>
              <w:spacing w:before="54" w:after="0" w:line="240" w:lineRule="auto"/>
              <w:ind w:left="53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3948" w:type="dxa"/>
          </w:tcPr>
          <w:p w14:paraId="1B2999E8" w14:textId="77777777" w:rsidR="006A3FE1" w:rsidRDefault="00355439">
            <w:pPr>
              <w:tabs>
                <w:tab w:val="left" w:pos="4760"/>
              </w:tabs>
              <w:spacing w:before="54" w:after="0" w:line="240" w:lineRule="auto"/>
              <w:ind w:left="5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</w:tbl>
    <w:p w14:paraId="3B61F59A" w14:textId="7595E4B3" w:rsidR="006A3FE1" w:rsidRPr="00750FC7" w:rsidRDefault="00535B59">
      <w:pPr>
        <w:spacing w:after="0" w:line="210" w:lineRule="exact"/>
        <w:ind w:left="220" w:right="-20"/>
        <w:rPr>
          <w:rFonts w:ascii="Arial" w:eastAsia="Arial" w:hAnsi="Arial" w:cs="Arial"/>
          <w:color w:val="FF0000"/>
          <w:sz w:val="20"/>
          <w:szCs w:val="20"/>
        </w:rPr>
      </w:pPr>
      <w:r w:rsidRPr="00750FC7">
        <w:rPr>
          <w:rFonts w:ascii="Arial" w:eastAsia="Arial" w:hAnsi="Arial" w:cs="Arial"/>
          <w:b/>
          <w:bCs/>
          <w:i/>
          <w:color w:val="FF0000"/>
          <w:spacing w:val="-3"/>
          <w:sz w:val="20"/>
          <w:szCs w:val="20"/>
        </w:rPr>
        <w:t>TENANT NOTIFICATIONS</w:t>
      </w:r>
      <w:r w:rsidRPr="00750FC7">
        <w:rPr>
          <w:rFonts w:ascii="Arial" w:eastAsia="Arial" w:hAnsi="Arial" w:cs="Arial"/>
          <w:b/>
          <w:bCs/>
          <w:i/>
          <w:color w:val="FF0000"/>
          <w:spacing w:val="-3"/>
          <w:sz w:val="18"/>
          <w:szCs w:val="20"/>
        </w:rPr>
        <w:t xml:space="preserve"> </w:t>
      </w:r>
      <w:r w:rsidRPr="00750FC7">
        <w:rPr>
          <w:rFonts w:ascii="Arial" w:eastAsia="Arial" w:hAnsi="Arial" w:cs="Arial"/>
          <w:b/>
          <w:bCs/>
          <w:i/>
          <w:color w:val="FF0000"/>
          <w:spacing w:val="-3"/>
          <w:sz w:val="16"/>
          <w:szCs w:val="20"/>
        </w:rPr>
        <w:t>(POS TO COMPLETE)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2"/>
        <w:gridCol w:w="1087"/>
        <w:gridCol w:w="1349"/>
        <w:gridCol w:w="4476"/>
      </w:tblGrid>
      <w:tr w:rsidR="006A3FE1" w14:paraId="72D8DA01" w14:textId="77777777" w:rsidTr="00750FC7">
        <w:trPr>
          <w:trHeight w:hRule="exact" w:val="501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17E139" w14:textId="697F3C73" w:rsidR="006A3FE1" w:rsidRDefault="00535B59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 xml:space="preserve">Business Group or 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a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nt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-9"/>
                <w:sz w:val="20"/>
                <w:szCs w:val="20"/>
              </w:rPr>
              <w:t xml:space="preserve"> 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r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qu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i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r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g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-9"/>
                <w:sz w:val="20"/>
                <w:szCs w:val="20"/>
              </w:rPr>
              <w:t xml:space="preserve"> 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not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f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ic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a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 w:rsidR="00355439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on</w:t>
            </w:r>
            <w:r w:rsidR="00355439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281E1A" w14:textId="77777777" w:rsidR="006A3FE1" w:rsidRDefault="00355439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178F7B" w14:textId="77777777" w:rsidR="006A3FE1" w:rsidRDefault="00355439">
            <w:pPr>
              <w:spacing w:after="0" w:line="224" w:lineRule="exact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By: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E838D4" w14:textId="12738FA1" w:rsidR="006A3FE1" w:rsidRDefault="00355439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ese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ve</w:t>
            </w:r>
            <w:r>
              <w:rPr>
                <w:rFonts w:ascii="Arial" w:eastAsia="Arial" w:hAnsi="Arial" w:cs="Arial"/>
                <w:b/>
                <w:bCs/>
                <w:i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ot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d</w:t>
            </w:r>
          </w:p>
        </w:tc>
      </w:tr>
      <w:tr w:rsidR="006A3FE1" w14:paraId="0ADD02FA" w14:textId="77777777" w:rsidTr="00750FC7">
        <w:trPr>
          <w:trHeight w:hRule="exact" w:val="23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306" w14:textId="77777777" w:rsidR="006A3FE1" w:rsidRPr="00BB481E" w:rsidRDefault="006A3FE1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CDFE" w14:textId="77777777" w:rsidR="006A3FE1" w:rsidRPr="00BB481E" w:rsidRDefault="006A3FE1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67AF" w14:textId="77777777" w:rsidR="006A3FE1" w:rsidRPr="00BB481E" w:rsidRDefault="006A3FE1">
            <w:pPr>
              <w:rPr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7951" w14:textId="77777777" w:rsidR="006A3FE1" w:rsidRPr="00BB481E" w:rsidRDefault="006A3FE1" w:rsidP="00750FC7">
            <w:pPr>
              <w:ind w:right="-71"/>
              <w:rPr>
                <w:sz w:val="24"/>
                <w:szCs w:val="24"/>
              </w:rPr>
            </w:pPr>
          </w:p>
        </w:tc>
      </w:tr>
      <w:tr w:rsidR="00BB481E" w14:paraId="2D1E7618" w14:textId="77777777" w:rsidTr="00750FC7">
        <w:trPr>
          <w:trHeight w:hRule="exact" w:val="273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EF89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35E2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F425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0F7F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</w:tr>
      <w:tr w:rsidR="00BB481E" w14:paraId="2BF49478" w14:textId="77777777" w:rsidTr="00750FC7">
        <w:trPr>
          <w:trHeight w:hRule="exact" w:val="273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5369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8AB5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17FF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6E1A" w14:textId="77777777" w:rsidR="00BB481E" w:rsidRPr="00BB481E" w:rsidRDefault="00BB481E">
            <w:pPr>
              <w:rPr>
                <w:sz w:val="24"/>
                <w:szCs w:val="24"/>
              </w:rPr>
            </w:pPr>
          </w:p>
        </w:tc>
      </w:tr>
    </w:tbl>
    <w:p w14:paraId="0F7048BA" w14:textId="77777777" w:rsidR="006A3FE1" w:rsidRDefault="006A3FE1">
      <w:pPr>
        <w:spacing w:before="9" w:after="0" w:line="170" w:lineRule="exact"/>
        <w:rPr>
          <w:sz w:val="17"/>
          <w:szCs w:val="17"/>
        </w:rPr>
      </w:pPr>
    </w:p>
    <w:p w14:paraId="61A2B713" w14:textId="77777777" w:rsidR="006A3FE1" w:rsidRDefault="006A3FE1">
      <w:pPr>
        <w:spacing w:after="0"/>
        <w:sectPr w:rsidR="006A3FE1" w:rsidSect="00750FC7">
          <w:headerReference w:type="default" r:id="rId10"/>
          <w:pgSz w:w="12240" w:h="15840"/>
          <w:pgMar w:top="540" w:right="720" w:bottom="0" w:left="720" w:header="450" w:footer="720" w:gutter="0"/>
          <w:cols w:space="720"/>
        </w:sectPr>
      </w:pPr>
    </w:p>
    <w:p w14:paraId="3A5633E3" w14:textId="77777777" w:rsidR="006A3FE1" w:rsidRDefault="00355439" w:rsidP="00BB481E">
      <w:pPr>
        <w:spacing w:after="0" w:line="225" w:lineRule="exact"/>
        <w:ind w:right="-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omm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s:</w:t>
      </w:r>
    </w:p>
    <w:p w14:paraId="18115918" w14:textId="77777777" w:rsidR="006A3FE1" w:rsidRDefault="00355439">
      <w:pPr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bCs/>
          <w:color w:val="FFFFFF"/>
          <w:spacing w:val="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FFFFFF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FFFFFF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FFFFFF"/>
          <w:spacing w:val="4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FFFFFF"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FFFFFF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FFFFFF"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FFFFFF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NT</w:t>
      </w:r>
      <w:r>
        <w:rPr>
          <w:rFonts w:ascii="Arial" w:eastAsia="Arial" w:hAnsi="Arial" w:cs="Arial"/>
          <w:b/>
          <w:bCs/>
          <w:color w:val="FFFFFF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FFFFFF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FFFFFF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FFFFFF"/>
          <w:spacing w:val="2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FFFFFF"/>
          <w:sz w:val="20"/>
          <w:szCs w:val="20"/>
        </w:rPr>
        <w:t>:</w:t>
      </w:r>
    </w:p>
    <w:p w14:paraId="6C93A816" w14:textId="77777777" w:rsidR="006A3FE1" w:rsidRDefault="006A3FE1">
      <w:pPr>
        <w:spacing w:after="0"/>
        <w:sectPr w:rsidR="006A3FE1">
          <w:type w:val="continuous"/>
          <w:pgSz w:w="12240" w:h="15840"/>
          <w:pgMar w:top="0" w:right="840" w:bottom="0" w:left="860" w:header="720" w:footer="720" w:gutter="0"/>
          <w:cols w:num="2" w:space="720" w:equalWidth="0">
            <w:col w:w="1319" w:space="2444"/>
            <w:col w:w="6777"/>
          </w:cols>
        </w:sectPr>
      </w:pPr>
    </w:p>
    <w:p w14:paraId="77A440EF" w14:textId="77777777" w:rsidR="006A3FE1" w:rsidRDefault="006A3FE1">
      <w:pPr>
        <w:spacing w:after="0" w:line="200" w:lineRule="exact"/>
        <w:rPr>
          <w:sz w:val="20"/>
          <w:szCs w:val="20"/>
        </w:rPr>
      </w:pPr>
    </w:p>
    <w:p w14:paraId="735C1512" w14:textId="77777777" w:rsidR="006A3FE1" w:rsidRDefault="006A3FE1">
      <w:pPr>
        <w:spacing w:after="0" w:line="200" w:lineRule="exact"/>
        <w:rPr>
          <w:sz w:val="20"/>
          <w:szCs w:val="20"/>
        </w:rPr>
      </w:pPr>
    </w:p>
    <w:p w14:paraId="2EA1444F" w14:textId="77777777" w:rsidR="006A3FE1" w:rsidRDefault="00BB481E">
      <w:pPr>
        <w:spacing w:before="34" w:after="0" w:line="225" w:lineRule="exact"/>
        <w:ind w:left="123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 w:rsidR="00355439"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E</w:t>
      </w:r>
      <w:r w:rsidR="00355439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A</w:t>
      </w:r>
      <w:r w:rsidR="00355439"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S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 w:rsidR="00355439"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R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URN</w:t>
      </w:r>
      <w:r w:rsidR="00355439"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 w:rsidR="00355439"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 w:rsidR="00355439"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P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 w:rsidR="00355439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F</w:t>
      </w:r>
      <w:r w:rsidR="00355439"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HE</w:t>
      </w:r>
      <w:r w:rsidR="00355439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O</w:t>
      </w:r>
      <w:r w:rsidR="00355439"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 w:rsidR="00355439"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N</w:t>
      </w:r>
      <w:r w:rsidR="00355439"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>A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TU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RE</w:t>
      </w:r>
      <w:r w:rsidR="00355439"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FO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RM</w:t>
      </w:r>
      <w:r w:rsidR="00355439"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T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O </w:t>
      </w:r>
      <w:r w:rsidR="00355439"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>A</w:t>
      </w:r>
      <w:r w:rsidR="00355439"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L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 w:rsidR="00355439"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 w:rsidR="00355439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 w:rsidR="00355439"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 w:rsidR="00355439"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EE</w:t>
      </w:r>
      <w:r w:rsidR="00355439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 w:rsidR="00355439">
        <w:rPr>
          <w:rFonts w:ascii="Arial" w:eastAsia="Arial" w:hAnsi="Arial" w:cs="Arial"/>
          <w:position w:val="-1"/>
          <w:sz w:val="20"/>
          <w:szCs w:val="20"/>
        </w:rPr>
        <w:t>.</w:t>
      </w:r>
    </w:p>
    <w:p w14:paraId="7BC64C68" w14:textId="77777777" w:rsidR="006A3FE1" w:rsidRDefault="006A3FE1">
      <w:pPr>
        <w:spacing w:after="0" w:line="200" w:lineRule="exact"/>
        <w:rPr>
          <w:sz w:val="20"/>
          <w:szCs w:val="20"/>
        </w:rPr>
      </w:pPr>
    </w:p>
    <w:p w14:paraId="016E3D74" w14:textId="6089E3C8" w:rsidR="006A3FE1" w:rsidRDefault="000B5A25">
      <w:pPr>
        <w:spacing w:before="40" w:after="0" w:line="240" w:lineRule="auto"/>
        <w:ind w:left="22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Revised 10/03/2019</w:t>
      </w:r>
      <w:bookmarkStart w:id="0" w:name="_GoBack"/>
      <w:bookmarkEnd w:id="0"/>
    </w:p>
    <w:sectPr w:rsidR="006A3FE1">
      <w:type w:val="continuous"/>
      <w:pgSz w:w="12240" w:h="15840"/>
      <w:pgMar w:top="0" w:right="840" w:bottom="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9DB19" w14:textId="77777777" w:rsidR="00BD5250" w:rsidRDefault="00BD5250" w:rsidP="00BB481E">
      <w:pPr>
        <w:spacing w:after="0" w:line="240" w:lineRule="auto"/>
      </w:pPr>
      <w:r>
        <w:separator/>
      </w:r>
    </w:p>
  </w:endnote>
  <w:endnote w:type="continuationSeparator" w:id="0">
    <w:p w14:paraId="1E1C8D1B" w14:textId="77777777" w:rsidR="00BD5250" w:rsidRDefault="00BD5250" w:rsidP="00BB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82E6E" w14:textId="77777777" w:rsidR="00BD5250" w:rsidRDefault="00BD5250" w:rsidP="00BB481E">
      <w:pPr>
        <w:spacing w:after="0" w:line="240" w:lineRule="auto"/>
      </w:pPr>
      <w:r>
        <w:separator/>
      </w:r>
    </w:p>
  </w:footnote>
  <w:footnote w:type="continuationSeparator" w:id="0">
    <w:p w14:paraId="6FB11015" w14:textId="77777777" w:rsidR="00BD5250" w:rsidRDefault="00BD5250" w:rsidP="00BB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A93B9" w14:textId="77777777" w:rsidR="00BB481E" w:rsidRDefault="00BB481E">
    <w:pPr>
      <w:pStyle w:val="Header"/>
    </w:pPr>
    <w:r>
      <w:rPr>
        <w:noProof/>
      </w:rPr>
      <w:drawing>
        <wp:inline distT="0" distB="0" distL="0" distR="0" wp14:anchorId="54FB71BF" wp14:editId="4D477DE9">
          <wp:extent cx="1270575" cy="71755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S_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575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50"/>
    <w:rsid w:val="00052ABC"/>
    <w:rsid w:val="000B5A25"/>
    <w:rsid w:val="00355439"/>
    <w:rsid w:val="004C0F3C"/>
    <w:rsid w:val="00500E38"/>
    <w:rsid w:val="00535B59"/>
    <w:rsid w:val="006A3FE1"/>
    <w:rsid w:val="006E49C1"/>
    <w:rsid w:val="00750FC7"/>
    <w:rsid w:val="00BB481E"/>
    <w:rsid w:val="00BD5250"/>
    <w:rsid w:val="00E5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D3D88D"/>
  <w15:docId w15:val="{8E177C8D-0D4A-4EB4-8AEA-CBB24377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8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81E"/>
  </w:style>
  <w:style w:type="paragraph" w:styleId="Footer">
    <w:name w:val="footer"/>
    <w:basedOn w:val="Normal"/>
    <w:link w:val="FooterChar"/>
    <w:uiPriority w:val="99"/>
    <w:unhideWhenUsed/>
    <w:rsid w:val="00BB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5\Desktop\Template%20folder\01%2031%2013_Utility%20Shutdown%20Request%20(SDR)_Maritime_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7" ma:contentTypeDescription="Create a new document." ma:contentTypeScope="" ma:versionID="871e8088cffd381168231a4f0f2eece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9568e4d3673f48fb02ed7e55198ce251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4F083329CE9040A82676606B17721A" ma:contentTypeVersion="0" ma:contentTypeDescription="Create a new document." ma:contentTypeScope="" ma:versionID="af9ce8a0c06c61c2834c7d7ee8c823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364306-3498-42F4-AE05-C2DAA987C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3BED0-9D0C-45C3-8E52-1942943D7F1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3C99E7-9FD5-4D5C-9A04-6B112FD5845D}"/>
</file>

<file path=customXml/itemProps4.xml><?xml version="1.0" encoding="utf-8"?>
<ds:datastoreItem xmlns:ds="http://schemas.openxmlformats.org/officeDocument/2006/customXml" ds:itemID="{A841EC15-1951-40E1-82FF-ABAF958C3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 31 13_Utility Shutdown Request (SDR)_Maritime_RE.dotx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Stacy Heilgeist</dc:creator>
  <cp:lastModifiedBy>Stacy Heilgeist</cp:lastModifiedBy>
  <cp:revision>2</cp:revision>
  <dcterms:created xsi:type="dcterms:W3CDTF">2019-10-03T23:11:00Z</dcterms:created>
  <dcterms:modified xsi:type="dcterms:W3CDTF">2019-10-03T23:11:00Z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2014-05-29T00:00:00Z</vt:filetime>
  </property>
  <property fmtid="{D5CDD505-2E9C-101B-9397-08002B2CF9AE}" pid="4" name="ContentTypeId">
    <vt:lpwstr>0x010100BC3B8478A293EA48AD006ECBDC81FE55</vt:lpwstr>
  </property>
</Properties>
</file>